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140AE8D" w14:textId="77777777" w:rsidTr="00987DB5">
        <w:tc>
          <w:tcPr>
            <w:tcW w:w="9498" w:type="dxa"/>
          </w:tcPr>
          <w:p w14:paraId="2140AE89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140AEA4" wp14:editId="2140AEA5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40AE8A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2140AE8B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140AE8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140AE8E" w14:textId="11C5B817" w:rsidR="0033636C" w:rsidRPr="00FC1B75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FC1B75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9F4BA3">
            <w:rPr>
              <w:rFonts w:ascii="Times New Roman" w:hAnsi="Times New Roman"/>
              <w:sz w:val="28"/>
              <w:szCs w:val="28"/>
            </w:rPr>
            <w:t>08 июня 2021 года</w:t>
          </w:r>
        </w:sdtContent>
      </w:sdt>
      <w:r w:rsidRPr="00FC1B75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9F4BA3" w:rsidRPr="009F4BA3">
            <w:rPr>
              <w:rFonts w:ascii="Times New Roman" w:hAnsi="Times New Roman"/>
              <w:sz w:val="28"/>
              <w:szCs w:val="28"/>
            </w:rPr>
            <w:t>331</w:t>
          </w:r>
        </w:sdtContent>
      </w:sdt>
    </w:p>
    <w:p w14:paraId="2140AE8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2140AE90" w14:textId="0FA29F89" w:rsidR="0033636C" w:rsidRPr="00CE176C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CE176C">
        <w:rPr>
          <w:rFonts w:ascii="Times New Roman" w:hAnsi="Times New Roman"/>
          <w:b/>
          <w:sz w:val="28"/>
          <w:szCs w:val="28"/>
        </w:rPr>
        <w:t>О внесении изменений в Порядок предоставления субсидии субъектам малого и среднего пр</w:t>
      </w:r>
      <w:r w:rsidR="00FC1B75">
        <w:rPr>
          <w:rFonts w:ascii="Times New Roman" w:hAnsi="Times New Roman"/>
          <w:b/>
          <w:sz w:val="28"/>
          <w:szCs w:val="28"/>
        </w:rPr>
        <w:t xml:space="preserve">едпринимательства, утвержденный </w:t>
      </w:r>
      <w:r w:rsidRPr="00CE176C">
        <w:rPr>
          <w:rFonts w:ascii="Times New Roman" w:hAnsi="Times New Roman"/>
          <w:b/>
          <w:sz w:val="28"/>
          <w:szCs w:val="28"/>
        </w:rPr>
        <w:t>постановлением администра</w:t>
      </w:r>
      <w:r w:rsidR="00FC1B75">
        <w:rPr>
          <w:rFonts w:ascii="Times New Roman" w:hAnsi="Times New Roman"/>
          <w:b/>
          <w:sz w:val="28"/>
          <w:szCs w:val="28"/>
        </w:rPr>
        <w:t>ции муниципального образования «Городской округ Ногликский»</w:t>
      </w:r>
      <w:r w:rsidR="007473B7">
        <w:rPr>
          <w:rFonts w:ascii="Times New Roman" w:hAnsi="Times New Roman"/>
          <w:b/>
          <w:sz w:val="28"/>
          <w:szCs w:val="28"/>
        </w:rPr>
        <w:t xml:space="preserve"> от 2</w:t>
      </w:r>
      <w:r w:rsidRPr="00CE176C">
        <w:rPr>
          <w:rFonts w:ascii="Times New Roman" w:hAnsi="Times New Roman"/>
          <w:b/>
          <w:sz w:val="28"/>
          <w:szCs w:val="28"/>
        </w:rPr>
        <w:t>7.06.2017 № 415</w:t>
      </w:r>
    </w:p>
    <w:p w14:paraId="2140AE91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5DF473C" w14:textId="69501D2A" w:rsidR="00CE176C" w:rsidRPr="00CE176C" w:rsidRDefault="00CE176C" w:rsidP="00FC1B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со статьей 78 Бюджетного кодекса Российской Федерации, постановлением Правительства Российской Федерации от 18.09.2020 № 1492 «Об общих требованиях к нормативным правовым </w:t>
      </w: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 руководствуясь Порядком предоставления и распределения субсидий муниципальным образованиям Сахалинской области на софинансирование мероприятий муниципальных программ по поддержке и развитию субъектов малого и среднего предпринимательства, организаций, образующих инфраструктуру поддержки субъектов малого и среднего предпринимательства, утвержденным постановлением Правительства Сахалинской области от 24.03.2017 № 133, </w:t>
      </w:r>
      <w:r w:rsidR="00FC1B7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реализации муниципальной программы «Стимулирование экономической активности в муниципальном образовании «Городской </w:t>
      </w: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округ Ногликский», утвержденной постановлением администрации муниципального образования «Городской округ Ногликский»</w:t>
      </w:r>
      <w:r w:rsidR="000C75A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 xml:space="preserve">16.12.2016 </w:t>
      </w:r>
      <w:r w:rsidR="00FC1B7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 xml:space="preserve">№ 876,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FC1B75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71BCAF4C" w14:textId="77777777" w:rsidR="00CE176C" w:rsidRPr="00CE176C" w:rsidRDefault="00CE176C" w:rsidP="00FC1B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>1. Внести изменения в Порядок предоставления субсидии субъектам малого и среднего предпринимательства, утвержденный постановлением администрации муниципального образования «Городской округ Ногликский» от 27.06.2017 № 415 «Об утверждении Порядка предоставления субсидии субъектам малого и среднего предпринимательства», изложив его в новой редакции (прилагается).</w:t>
      </w:r>
    </w:p>
    <w:p w14:paraId="6E9DE307" w14:textId="77777777" w:rsidR="00CE176C" w:rsidRPr="00CE176C" w:rsidRDefault="00CE176C" w:rsidP="00FC1B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>2. Признать утратившими силу постановления администрации муниципального образования «Городской округ Ногликский»:</w:t>
      </w:r>
    </w:p>
    <w:p w14:paraId="3A1B7D74" w14:textId="77777777" w:rsidR="00CE176C" w:rsidRPr="00CE176C" w:rsidRDefault="00CE176C" w:rsidP="00FC1B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>- от 19.09.2017 № 680 «О внесении изменений в постановление администрации муниципального образования «Городской округ Ногликский» от 27.06.2017 № 415»;</w:t>
      </w:r>
    </w:p>
    <w:p w14:paraId="4BA892FF" w14:textId="77777777" w:rsidR="00CE176C" w:rsidRPr="00CE176C" w:rsidRDefault="00CE176C" w:rsidP="00FC1B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от 05.10.2017 № 724 «О внесении изменений в постановление администрации муниципального образования «Городской округ Ногликский» от 27.06.2017 № 415»;</w:t>
      </w:r>
    </w:p>
    <w:p w14:paraId="1D1C21E5" w14:textId="77777777" w:rsidR="00CE176C" w:rsidRPr="00CE176C" w:rsidRDefault="00CE176C" w:rsidP="00FC1B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>- от 19.10.2017 № 802 «О внесении изменений в постановление администрации муниципального образования «Городской округ Ногликский» от 27.06.2017 № 415»;</w:t>
      </w:r>
    </w:p>
    <w:p w14:paraId="5B4D1F30" w14:textId="77777777" w:rsidR="00CE176C" w:rsidRPr="00CE176C" w:rsidRDefault="00CE176C" w:rsidP="00FC1B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>- от 03.11.2017 № 878 «О внесении изменений в постановление администрации муниципального образования «Городской округ Ногликский» от 27.06.2017 № 415»;</w:t>
      </w:r>
    </w:p>
    <w:p w14:paraId="38B25BD7" w14:textId="77777777" w:rsidR="00CE176C" w:rsidRPr="00CE176C" w:rsidRDefault="00CE176C" w:rsidP="00FC1B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>- от 20.08.2018 № 776 «О внесении изменений в постановление администрации муниципального образования «Городской округ Ногликский» от 27.06.2017 № 415»;</w:t>
      </w:r>
    </w:p>
    <w:p w14:paraId="2D7A140F" w14:textId="77777777" w:rsidR="00CE176C" w:rsidRPr="00CE176C" w:rsidRDefault="00CE176C" w:rsidP="00FC1B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>- от 25.02.2019 № 113 «О внесении изменений в постановление администрации муниципального образования «Городской округ Ногликский» от 27.06.2017 № 415»;</w:t>
      </w:r>
    </w:p>
    <w:p w14:paraId="3F604BD5" w14:textId="77777777" w:rsidR="00CE176C" w:rsidRPr="00CE176C" w:rsidRDefault="00CE176C" w:rsidP="00FC1B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от 29.07.2019 № 569 «О внесении изменений в постановление администрации муниципального образования «Городской округ Ногликский» от 27.06.2017 № 415»;</w:t>
      </w:r>
    </w:p>
    <w:p w14:paraId="6C49EFAF" w14:textId="77777777" w:rsidR="00CE176C" w:rsidRPr="00CE176C" w:rsidRDefault="00CE176C" w:rsidP="00FC1B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>- от 15.01.2020 № 7 «О внесении изменений в постановление администрации муниципального образования «Городской округ Ногликский» от 27.06.2017 № 415»;</w:t>
      </w:r>
    </w:p>
    <w:p w14:paraId="6B7D0D73" w14:textId="77777777" w:rsidR="00CE176C" w:rsidRPr="00CE176C" w:rsidRDefault="00CE176C" w:rsidP="00FC1B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>- от 14.04.2020 № 186 «О внесении изменений в постановление администрации муниципального образования «Городской округ Ногликский» от 27.06.2017 № 415»;</w:t>
      </w:r>
    </w:p>
    <w:p w14:paraId="3779DECD" w14:textId="77777777" w:rsidR="00CE176C" w:rsidRPr="00CE176C" w:rsidRDefault="00CE176C" w:rsidP="00FC1B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>- от 17.06.2020 № 310 «О внесении изменений в постановление администрации муниципального образования «Городской округ Ногликский» от 27.06.2017 № 415»;</w:t>
      </w:r>
    </w:p>
    <w:p w14:paraId="59653936" w14:textId="0D6FEBA6" w:rsidR="00CE176C" w:rsidRPr="00CE176C" w:rsidRDefault="00CE176C" w:rsidP="00FC1B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>- от 13.08.2020 № 399 «О внесении изменений в Порядок предоставления субсидии субъектам малого и среднего предпринимательства, утвержденный постановлением администрации муниципального образования «Городской округ Н</w:t>
      </w:r>
      <w:r w:rsidR="000C75A1">
        <w:rPr>
          <w:rFonts w:ascii="Times New Roman" w:eastAsia="Times New Roman" w:hAnsi="Times New Roman"/>
          <w:sz w:val="28"/>
          <w:szCs w:val="28"/>
          <w:lang w:eastAsia="ru-RU"/>
        </w:rPr>
        <w:t>огликский» от 27.06.2017 № 415».</w:t>
      </w:r>
    </w:p>
    <w:p w14:paraId="1B50A52F" w14:textId="77777777" w:rsidR="00CE176C" w:rsidRPr="00CE176C" w:rsidRDefault="00CE176C" w:rsidP="00FC1B7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7FDDCA5F" w14:textId="5E4D4013" w:rsidR="00CE176C" w:rsidRPr="00CE176C" w:rsidRDefault="00CE176C" w:rsidP="00FC1B7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 xml:space="preserve">4. Контроль за исполнением настоящего постановления </w:t>
      </w:r>
      <w:r w:rsidR="007E1637">
        <w:rPr>
          <w:rFonts w:ascii="Times New Roman" w:eastAsia="Times New Roman" w:hAnsi="Times New Roman"/>
          <w:sz w:val="28"/>
          <w:szCs w:val="28"/>
          <w:lang w:eastAsia="ru-RU"/>
        </w:rPr>
        <w:t>оставляю за собой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6A35E66" w14:textId="77777777" w:rsidR="00FC1B75" w:rsidRDefault="00FC1B75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2CD825B" w14:textId="77777777" w:rsidR="00FC1B75" w:rsidRDefault="00FC1B75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140AE9D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140AE9E" w14:textId="77CE7BF9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0C75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DB29D2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40AEA8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2140AEA9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40AEA6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2140AEA7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41765290"/>
      <w:docPartObj>
        <w:docPartGallery w:val="Page Numbers (Top of Page)"/>
        <w:docPartUnique/>
      </w:docPartObj>
    </w:sdtPr>
    <w:sdtEndPr/>
    <w:sdtContent>
      <w:p w14:paraId="66C6C053" w14:textId="677FE7D5" w:rsidR="00DB29D2" w:rsidRDefault="00DB29D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4195">
          <w:rPr>
            <w:noProof/>
          </w:rPr>
          <w:t>2</w:t>
        </w:r>
        <w:r>
          <w:fldChar w:fldCharType="end"/>
        </w:r>
      </w:p>
    </w:sdtContent>
  </w:sdt>
  <w:p w14:paraId="1417C063" w14:textId="77777777" w:rsidR="00DB29D2" w:rsidRDefault="00DB29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C75A1"/>
    <w:rsid w:val="00102343"/>
    <w:rsid w:val="00185FEC"/>
    <w:rsid w:val="001E1F9F"/>
    <w:rsid w:val="002003DC"/>
    <w:rsid w:val="0033636C"/>
    <w:rsid w:val="003E4257"/>
    <w:rsid w:val="004C6EAE"/>
    <w:rsid w:val="00520CBF"/>
    <w:rsid w:val="007473B7"/>
    <w:rsid w:val="007E1637"/>
    <w:rsid w:val="008629FA"/>
    <w:rsid w:val="00987DB5"/>
    <w:rsid w:val="009F4BA3"/>
    <w:rsid w:val="00AA7652"/>
    <w:rsid w:val="00AC72C8"/>
    <w:rsid w:val="00B10ED9"/>
    <w:rsid w:val="00B25688"/>
    <w:rsid w:val="00C02849"/>
    <w:rsid w:val="00CE176C"/>
    <w:rsid w:val="00D12794"/>
    <w:rsid w:val="00D67BD8"/>
    <w:rsid w:val="00DB29D2"/>
    <w:rsid w:val="00DC4195"/>
    <w:rsid w:val="00DF7897"/>
    <w:rsid w:val="00E37B8A"/>
    <w:rsid w:val="00E609BC"/>
    <w:rsid w:val="00E63B16"/>
    <w:rsid w:val="00FC1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0AE89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9F4B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F4BA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4E31F4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4E31F4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E31F4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3</Pages>
  <Words>656</Words>
  <Characters>3742</Characters>
  <Application>Microsoft Office Word</Application>
  <DocSecurity>4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Инна Н. Балык</cp:lastModifiedBy>
  <cp:revision>2</cp:revision>
  <cp:lastPrinted>2021-06-09T01:21:00Z</cp:lastPrinted>
  <dcterms:created xsi:type="dcterms:W3CDTF">2021-06-09T01:26:00Z</dcterms:created>
  <dcterms:modified xsi:type="dcterms:W3CDTF">2021-06-09T01:26:00Z</dcterms:modified>
</cp:coreProperties>
</file>