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2C6421" w:rsidRDefault="008E33EA" w:rsidP="002C6421">
      <w:pPr>
        <w:jc w:val="center"/>
        <w:rPr>
          <w:color w:val="000000" w:themeColor="text1"/>
          <w:sz w:val="2"/>
          <w:szCs w:val="2"/>
        </w:rPr>
        <w:sectPr w:rsidR="008E33EA" w:rsidRPr="002C6421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F9BEDFF" w14:textId="2F71E8A6" w:rsidR="00C86C57" w:rsidRPr="002C6421" w:rsidRDefault="005C2818" w:rsidP="002C6421">
      <w:pPr>
        <w:jc w:val="center"/>
        <w:rPr>
          <w:caps/>
          <w:color w:val="000000" w:themeColor="text1"/>
          <w:sz w:val="28"/>
          <w:szCs w:val="28"/>
        </w:rPr>
        <w:sectPr w:rsidR="00C86C57" w:rsidRPr="002C6421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 w:rsidRPr="002C6421">
        <w:rPr>
          <w:color w:val="000000" w:themeColor="text1"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1"/>
            </w:textInput>
          </w:ffData>
        </w:fldChar>
      </w:r>
      <w:r w:rsidRPr="002C6421">
        <w:rPr>
          <w:color w:val="000000" w:themeColor="text1"/>
          <w:sz w:val="28"/>
          <w:szCs w:val="28"/>
        </w:rPr>
        <w:instrText xml:space="preserve"> FORMTEXT </w:instrText>
      </w:r>
      <w:r w:rsidRPr="002C6421">
        <w:rPr>
          <w:color w:val="000000" w:themeColor="text1"/>
          <w:sz w:val="28"/>
          <w:szCs w:val="28"/>
        </w:rPr>
      </w:r>
      <w:r w:rsidRPr="002C6421">
        <w:rPr>
          <w:color w:val="000000" w:themeColor="text1"/>
          <w:sz w:val="28"/>
          <w:szCs w:val="28"/>
        </w:rPr>
        <w:fldChar w:fldCharType="separate"/>
      </w:r>
      <w:r w:rsidRPr="002C6421">
        <w:rPr>
          <w:noProof/>
          <w:color w:val="000000" w:themeColor="text1"/>
          <w:sz w:val="28"/>
          <w:szCs w:val="28"/>
        </w:rPr>
        <w:t>ПРИЛОЖЕНИЕ 1</w:t>
      </w:r>
      <w:r w:rsidRPr="002C6421">
        <w:rPr>
          <w:color w:val="000000" w:themeColor="text1"/>
          <w:sz w:val="28"/>
          <w:szCs w:val="28"/>
        </w:rPr>
        <w:fldChar w:fldCharType="end"/>
      </w:r>
    </w:p>
    <w:p w14:paraId="7D7A6CCD" w14:textId="77777777" w:rsidR="005C2818" w:rsidRPr="002C6421" w:rsidRDefault="005C2818" w:rsidP="002C6421">
      <w:pPr>
        <w:jc w:val="center"/>
        <w:rPr>
          <w:color w:val="000000" w:themeColor="text1"/>
          <w:sz w:val="28"/>
          <w:szCs w:val="28"/>
        </w:rPr>
      </w:pPr>
      <w:bookmarkStart w:id="1" w:name="type_doc"/>
      <w:r w:rsidRPr="002C6421">
        <w:rPr>
          <w:color w:val="000000" w:themeColor="text1"/>
          <w:sz w:val="28"/>
          <w:szCs w:val="28"/>
        </w:rPr>
        <w:lastRenderedPageBreak/>
        <w:t>к постановлению администрации</w:t>
      </w:r>
      <w:r w:rsidRPr="002C6421">
        <w:rPr>
          <w:color w:val="000000" w:themeColor="text1"/>
          <w:sz w:val="28"/>
          <w:szCs w:val="28"/>
        </w:rPr>
        <w:br/>
        <w:t xml:space="preserve">муниципального образования </w:t>
      </w:r>
      <w:r w:rsidRPr="002C6421">
        <w:rPr>
          <w:color w:val="000000" w:themeColor="text1"/>
          <w:sz w:val="28"/>
          <w:szCs w:val="28"/>
        </w:rPr>
        <w:br/>
        <w:t xml:space="preserve">«Городской округ Ногликский» </w:t>
      </w:r>
    </w:p>
    <w:tbl>
      <w:tblPr>
        <w:tblStyle w:val="a3"/>
        <w:tblW w:w="439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640"/>
        <w:gridCol w:w="535"/>
        <w:gridCol w:w="740"/>
      </w:tblGrid>
      <w:tr w:rsidR="002C6421" w:rsidRPr="002C6421" w14:paraId="2F9BEE08" w14:textId="77777777" w:rsidTr="00DB098C">
        <w:tc>
          <w:tcPr>
            <w:tcW w:w="479" w:type="dxa"/>
          </w:tcPr>
          <w:bookmarkEnd w:id="1"/>
          <w:p w14:paraId="2F9BEE04" w14:textId="77777777" w:rsidR="00C86C57" w:rsidRPr="002C6421" w:rsidRDefault="00C86C57" w:rsidP="002C642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2C6421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14:paraId="2F9BEE05" w14:textId="3FFF8CED" w:rsidR="00C86C57" w:rsidRPr="002C6421" w:rsidRDefault="00A574FB" w:rsidP="002C6421">
            <w:pPr>
              <w:rPr>
                <w:color w:val="000000" w:themeColor="text1"/>
                <w:sz w:val="28"/>
                <w:szCs w:val="28"/>
              </w:rPr>
            </w:pPr>
            <w:bookmarkStart w:id="2" w:name="ТекстовоеПоле3"/>
            <w:r w:rsidRPr="002C6421">
              <w:rPr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bookmarkEnd w:id="2"/>
            <w:sdt>
              <w:sdtPr>
                <w:rPr>
                  <w:color w:val="000000" w:themeColor="text1"/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333F0B" w:rsidRPr="002C6421">
                  <w:rPr>
                    <w:color w:val="000000" w:themeColor="text1"/>
                    <w:sz w:val="28"/>
                    <w:szCs w:val="28"/>
                    <w:lang w:val="en-US"/>
                  </w:rPr>
                  <w:t xml:space="preserve"> </w:t>
                </w:r>
                <w:r w:rsidR="00DB098C">
                  <w:rPr>
                    <w:color w:val="000000" w:themeColor="text1"/>
                    <w:sz w:val="28"/>
                    <w:szCs w:val="28"/>
                  </w:rPr>
                  <w:t>11 июня 2020 года</w:t>
                </w:r>
                <w:r w:rsidR="00333F0B" w:rsidRPr="002C6421">
                  <w:rPr>
                    <w:color w:val="000000" w:themeColor="text1"/>
                    <w:sz w:val="28"/>
                    <w:szCs w:val="28"/>
                    <w:lang w:val="en-US"/>
                  </w:rPr>
                  <w:t xml:space="preserve">                                       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Pr="002C6421" w:rsidRDefault="00C86C57" w:rsidP="002C642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2C6421">
              <w:rPr>
                <w:color w:val="000000" w:themeColor="text1"/>
                <w:sz w:val="28"/>
                <w:szCs w:val="28"/>
              </w:rPr>
              <w:t>№</w:t>
            </w:r>
          </w:p>
        </w:tc>
        <w:bookmarkStart w:id="3" w:name="ТекстовоеПоле4"/>
        <w:bookmarkEnd w:id="3"/>
        <w:tc>
          <w:tcPr>
            <w:tcW w:w="740" w:type="dxa"/>
            <w:tcBorders>
              <w:bottom w:val="single" w:sz="4" w:space="0" w:color="auto"/>
            </w:tcBorders>
          </w:tcPr>
          <w:p w14:paraId="2F9BEE07" w14:textId="60611922" w:rsidR="00C86C57" w:rsidRPr="002C6421" w:rsidRDefault="00DB098C" w:rsidP="002C6421">
            <w:pPr>
              <w:rPr>
                <w:color w:val="000000" w:themeColor="text1"/>
                <w:sz w:val="28"/>
                <w:szCs w:val="28"/>
              </w:rPr>
            </w:pPr>
            <w:sdt>
              <w:sdtPr>
                <w:rPr>
                  <w:color w:val="000000" w:themeColor="text1"/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>
                  <w:rPr>
                    <w:color w:val="000000" w:themeColor="text1"/>
                    <w:sz w:val="28"/>
                    <w:szCs w:val="28"/>
                  </w:rPr>
                  <w:t>302</w:t>
                </w:r>
                <w:r w:rsidR="00333F0B" w:rsidRPr="002C6421">
                  <w:rPr>
                    <w:color w:val="000000" w:themeColor="text1"/>
                    <w:sz w:val="28"/>
                    <w:szCs w:val="28"/>
                    <w:lang w:val="en-US"/>
                  </w:rPr>
                  <w:t xml:space="preserve">               </w:t>
                </w:r>
              </w:sdtContent>
            </w:sdt>
            <w:r w:rsidR="00333F0B" w:rsidRPr="002C6421">
              <w:rPr>
                <w:color w:val="000000" w:themeColor="text1"/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2F9BEE09" w14:textId="77777777" w:rsidR="00D66824" w:rsidRPr="002C6421" w:rsidRDefault="00D66824" w:rsidP="002C6421">
      <w:pPr>
        <w:jc w:val="center"/>
        <w:rPr>
          <w:color w:val="000000" w:themeColor="text1"/>
          <w:sz w:val="2"/>
          <w:szCs w:val="2"/>
        </w:rPr>
      </w:pPr>
    </w:p>
    <w:p w14:paraId="2F9BEE0A" w14:textId="77777777" w:rsidR="006620C8" w:rsidRPr="002C6421" w:rsidRDefault="006620C8" w:rsidP="002C6421">
      <w:pPr>
        <w:jc w:val="center"/>
        <w:rPr>
          <w:color w:val="000000" w:themeColor="text1"/>
          <w:sz w:val="28"/>
          <w:szCs w:val="28"/>
        </w:rPr>
        <w:sectPr w:rsidR="006620C8" w:rsidRPr="002C6421" w:rsidSect="005C2818">
          <w:type w:val="continuous"/>
          <w:pgSz w:w="11906" w:h="16838"/>
          <w:pgMar w:top="1134" w:right="851" w:bottom="1134" w:left="5398" w:header="709" w:footer="709" w:gutter="0"/>
          <w:cols w:space="708"/>
          <w:titlePg/>
          <w:docGrid w:linePitch="360"/>
        </w:sectPr>
      </w:pPr>
    </w:p>
    <w:p w14:paraId="282BB4B6" w14:textId="77777777" w:rsidR="005C2818" w:rsidRPr="002C6421" w:rsidRDefault="005C2818" w:rsidP="002C6421">
      <w:pPr>
        <w:widowControl w:val="0"/>
        <w:autoSpaceDE w:val="0"/>
        <w:autoSpaceDN w:val="0"/>
        <w:jc w:val="center"/>
        <w:rPr>
          <w:color w:val="000000" w:themeColor="text1"/>
          <w:sz w:val="26"/>
          <w:szCs w:val="26"/>
        </w:rPr>
      </w:pPr>
    </w:p>
    <w:p w14:paraId="382EA83E" w14:textId="37981041" w:rsidR="005C2818" w:rsidRPr="000E3C1B" w:rsidRDefault="005C2818" w:rsidP="002C642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0E3C1B">
        <w:rPr>
          <w:color w:val="000000" w:themeColor="text1"/>
          <w:sz w:val="28"/>
          <w:szCs w:val="28"/>
        </w:rPr>
        <w:t xml:space="preserve">«Приложение 1 </w:t>
      </w:r>
      <w:r w:rsidRPr="000E3C1B">
        <w:rPr>
          <w:color w:val="000000" w:themeColor="text1"/>
          <w:sz w:val="28"/>
          <w:szCs w:val="28"/>
        </w:rPr>
        <w:br/>
        <w:t>к Порядку,</w:t>
      </w:r>
      <w:r w:rsidR="00DB098C">
        <w:rPr>
          <w:color w:val="000000" w:themeColor="text1"/>
          <w:sz w:val="28"/>
          <w:szCs w:val="28"/>
        </w:rPr>
        <w:t xml:space="preserve"> </w:t>
      </w:r>
      <w:r w:rsidRPr="000E3C1B">
        <w:rPr>
          <w:color w:val="000000" w:themeColor="text1"/>
          <w:sz w:val="28"/>
          <w:szCs w:val="28"/>
        </w:rPr>
        <w:t xml:space="preserve">утвержденному </w:t>
      </w:r>
      <w:r w:rsidR="00DB098C">
        <w:rPr>
          <w:color w:val="000000" w:themeColor="text1"/>
          <w:sz w:val="28"/>
          <w:szCs w:val="28"/>
        </w:rPr>
        <w:br/>
      </w:r>
      <w:r w:rsidRPr="000E3C1B">
        <w:rPr>
          <w:color w:val="000000" w:themeColor="text1"/>
          <w:sz w:val="28"/>
          <w:szCs w:val="28"/>
        </w:rPr>
        <w:t xml:space="preserve">постановлением администрации </w:t>
      </w:r>
      <w:r w:rsidR="00DB098C">
        <w:rPr>
          <w:color w:val="000000" w:themeColor="text1"/>
          <w:sz w:val="28"/>
          <w:szCs w:val="28"/>
        </w:rPr>
        <w:br/>
      </w:r>
      <w:r w:rsidRPr="000E3C1B">
        <w:rPr>
          <w:color w:val="000000" w:themeColor="text1"/>
          <w:sz w:val="28"/>
          <w:szCs w:val="28"/>
        </w:rPr>
        <w:t>муниципального образования</w:t>
      </w:r>
    </w:p>
    <w:p w14:paraId="70F9246B" w14:textId="77777777" w:rsidR="005C2818" w:rsidRPr="000E3C1B" w:rsidRDefault="005C2818" w:rsidP="002C642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0E3C1B">
        <w:rPr>
          <w:color w:val="000000" w:themeColor="text1"/>
          <w:sz w:val="28"/>
          <w:szCs w:val="28"/>
        </w:rPr>
        <w:t>«Городской округ Ногликский»</w:t>
      </w:r>
    </w:p>
    <w:p w14:paraId="20F70B2B" w14:textId="77777777" w:rsidR="005C2818" w:rsidRPr="000E3C1B" w:rsidRDefault="005C2818" w:rsidP="002C642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0E3C1B">
        <w:rPr>
          <w:color w:val="000000" w:themeColor="text1"/>
          <w:sz w:val="28"/>
          <w:szCs w:val="28"/>
        </w:rPr>
        <w:t xml:space="preserve">от 10.11.2015 № 771 </w:t>
      </w:r>
    </w:p>
    <w:p w14:paraId="2F9BEE0C" w14:textId="77777777" w:rsidR="00765FB3" w:rsidRPr="000E3C1B" w:rsidRDefault="00765FB3" w:rsidP="002C6421">
      <w:pPr>
        <w:rPr>
          <w:color w:val="000000" w:themeColor="text1"/>
          <w:sz w:val="28"/>
          <w:szCs w:val="28"/>
        </w:rPr>
        <w:sectPr w:rsidR="00765FB3" w:rsidRPr="000E3C1B" w:rsidSect="005C2818">
          <w:type w:val="continuous"/>
          <w:pgSz w:w="11906" w:h="16838"/>
          <w:pgMar w:top="1134" w:right="851" w:bottom="1134" w:left="5398" w:header="709" w:footer="709" w:gutter="0"/>
          <w:cols w:space="708"/>
          <w:docGrid w:linePitch="360"/>
        </w:sectPr>
      </w:pPr>
    </w:p>
    <w:p w14:paraId="6B2CF16B" w14:textId="77777777" w:rsidR="005C2818" w:rsidRPr="002C6421" w:rsidRDefault="005C2818" w:rsidP="002C6421">
      <w:pPr>
        <w:ind w:left="1701" w:right="1701"/>
        <w:jc w:val="center"/>
        <w:rPr>
          <w:bCs/>
          <w:caps/>
          <w:color w:val="000000" w:themeColor="text1"/>
          <w:sz w:val="28"/>
          <w:szCs w:val="28"/>
        </w:rPr>
      </w:pPr>
      <w:bookmarkStart w:id="4" w:name="ТекстовоеПоле1"/>
    </w:p>
    <w:p w14:paraId="4E8056AA" w14:textId="77777777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УТВЕРЖДАЮ</w:t>
      </w:r>
    </w:p>
    <w:p w14:paraId="2C89A2E8" w14:textId="37B0C429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Руководитель</w:t>
      </w:r>
    </w:p>
    <w:p w14:paraId="373B6E61" w14:textId="136234D6" w:rsidR="005C2818" w:rsidRPr="006B04D2" w:rsidRDefault="005C2818" w:rsidP="002C6421">
      <w:pPr>
        <w:widowControl w:val="0"/>
        <w:autoSpaceDE w:val="0"/>
        <w:autoSpaceDN w:val="0"/>
        <w:jc w:val="right"/>
        <w:rPr>
          <w:color w:val="000000" w:themeColor="text1"/>
        </w:rPr>
      </w:pPr>
      <w:r w:rsidRPr="006B04D2">
        <w:rPr>
          <w:color w:val="000000" w:themeColor="text1"/>
        </w:rPr>
        <w:t>(уполномоченное лицо)</w:t>
      </w:r>
    </w:p>
    <w:p w14:paraId="7E065FBE" w14:textId="3991A459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6"/>
          <w:szCs w:val="26"/>
        </w:rPr>
      </w:pPr>
      <w:r w:rsidRPr="002C6421">
        <w:rPr>
          <w:color w:val="000000" w:themeColor="text1"/>
          <w:sz w:val="26"/>
          <w:szCs w:val="26"/>
        </w:rPr>
        <w:t>____________________________________________</w:t>
      </w:r>
    </w:p>
    <w:p w14:paraId="5593FA6D" w14:textId="235AC36D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(Главный распорядитель бюджетных средств,</w:t>
      </w:r>
    </w:p>
    <w:p w14:paraId="28FB11EC" w14:textId="6C07DEF2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в ведении которого находится муниципальное</w:t>
      </w:r>
    </w:p>
    <w:p w14:paraId="42EB5AE8" w14:textId="33385EB0" w:rsidR="005C2818" w:rsidRPr="002C6421" w:rsidRDefault="006B04D2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казенное учреждение</w:t>
      </w:r>
      <w:r w:rsidR="005C2818" w:rsidRPr="002C6421">
        <w:rPr>
          <w:color w:val="000000" w:themeColor="text1"/>
          <w:sz w:val="28"/>
          <w:szCs w:val="28"/>
        </w:rPr>
        <w:t xml:space="preserve"> /органа, осуществляющего</w:t>
      </w:r>
    </w:p>
    <w:p w14:paraId="5A0B5DC2" w14:textId="0F7E4E83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функции и полномочия учредителя муниципальных</w:t>
      </w:r>
    </w:p>
    <w:p w14:paraId="0118AF67" w14:textId="7B96A0CC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 xml:space="preserve">бюджетных или муниципальных автономных </w:t>
      </w:r>
    </w:p>
    <w:p w14:paraId="2B0DA051" w14:textId="5CA3AE90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учреждений, созданных на базе имущества,</w:t>
      </w:r>
    </w:p>
    <w:p w14:paraId="10D360B3" w14:textId="77777777" w:rsidR="005C2818" w:rsidRPr="002C6421" w:rsidRDefault="005C2818" w:rsidP="002C6421">
      <w:pPr>
        <w:widowControl w:val="0"/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 xml:space="preserve">находящегося в муниципальной собственности) </w:t>
      </w:r>
    </w:p>
    <w:tbl>
      <w:tblPr>
        <w:tblStyle w:val="a3"/>
        <w:tblW w:w="6274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6"/>
        <w:gridCol w:w="1403"/>
        <w:gridCol w:w="2835"/>
      </w:tblGrid>
      <w:tr w:rsidR="002C6421" w:rsidRPr="002C6421" w14:paraId="1D9F3B04" w14:textId="77777777" w:rsidTr="006B04D2">
        <w:tc>
          <w:tcPr>
            <w:tcW w:w="2036" w:type="dxa"/>
          </w:tcPr>
          <w:p w14:paraId="7727A493" w14:textId="2913A6C6" w:rsidR="005C2818" w:rsidRPr="006B04D2" w:rsidRDefault="005C2818" w:rsidP="000C34D1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______________</w:t>
            </w:r>
          </w:p>
          <w:p w14:paraId="0AFD0D8F" w14:textId="10C1D058" w:rsidR="005C2818" w:rsidRPr="006B04D2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(должность)</w:t>
            </w:r>
          </w:p>
        </w:tc>
        <w:tc>
          <w:tcPr>
            <w:tcW w:w="1403" w:type="dxa"/>
          </w:tcPr>
          <w:p w14:paraId="28FDD123" w14:textId="197F371C" w:rsidR="005C2818" w:rsidRPr="006B04D2" w:rsidRDefault="005C2818" w:rsidP="000C34D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_________                                                                                  (подпись)</w:t>
            </w:r>
          </w:p>
        </w:tc>
        <w:tc>
          <w:tcPr>
            <w:tcW w:w="2835" w:type="dxa"/>
          </w:tcPr>
          <w:p w14:paraId="0B618507" w14:textId="10D556CC" w:rsidR="005C2818" w:rsidRPr="006B04D2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________________</w:t>
            </w:r>
          </w:p>
          <w:p w14:paraId="2C4CE94F" w14:textId="44358D83" w:rsidR="005C2818" w:rsidRPr="006B04D2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(расшифровка подписи)</w:t>
            </w:r>
          </w:p>
        </w:tc>
      </w:tr>
    </w:tbl>
    <w:p w14:paraId="43ABFA5E" w14:textId="679DB022" w:rsidR="005C2818" w:rsidRPr="006B04D2" w:rsidRDefault="005C2818" w:rsidP="000C34D1">
      <w:pPr>
        <w:widowControl w:val="0"/>
        <w:autoSpaceDE w:val="0"/>
        <w:autoSpaceDN w:val="0"/>
        <w:ind w:left="4248" w:firstLine="708"/>
        <w:rPr>
          <w:color w:val="000000" w:themeColor="text1"/>
          <w:sz w:val="28"/>
          <w:szCs w:val="28"/>
        </w:rPr>
      </w:pPr>
      <w:r w:rsidRPr="006B04D2">
        <w:rPr>
          <w:color w:val="000000" w:themeColor="text1"/>
          <w:sz w:val="28"/>
          <w:szCs w:val="28"/>
        </w:rPr>
        <w:t>«____» ______________ 20___ г.</w:t>
      </w:r>
    </w:p>
    <w:p w14:paraId="1F981799" w14:textId="77777777" w:rsidR="005C2818" w:rsidRDefault="005C2818" w:rsidP="002C6421">
      <w:pPr>
        <w:ind w:left="1701" w:right="1701"/>
        <w:jc w:val="center"/>
        <w:rPr>
          <w:bCs/>
          <w:caps/>
          <w:color w:val="000000" w:themeColor="text1"/>
          <w:sz w:val="28"/>
          <w:szCs w:val="28"/>
        </w:rPr>
      </w:pPr>
    </w:p>
    <w:p w14:paraId="0BA80A7A" w14:textId="77777777" w:rsidR="000C34D1" w:rsidRPr="002C6421" w:rsidRDefault="000C34D1" w:rsidP="002C6421">
      <w:pPr>
        <w:ind w:left="1701" w:right="1701"/>
        <w:jc w:val="center"/>
        <w:rPr>
          <w:bCs/>
          <w:caps/>
          <w:color w:val="000000" w:themeColor="text1"/>
          <w:sz w:val="28"/>
          <w:szCs w:val="28"/>
        </w:rPr>
      </w:pPr>
    </w:p>
    <w:bookmarkEnd w:id="4"/>
    <w:p w14:paraId="2F9BEE0D" w14:textId="4D6B38AF" w:rsidR="00765FB3" w:rsidRPr="002C6421" w:rsidRDefault="005C2818" w:rsidP="002C6421">
      <w:pPr>
        <w:ind w:left="1701" w:right="1701"/>
        <w:jc w:val="center"/>
        <w:rPr>
          <w:bCs/>
          <w:caps/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МУНИЦИПАЛЬНОЕ ЗАДАНИЕ N &lt;1&gt;</w:t>
      </w:r>
    </w:p>
    <w:p w14:paraId="2F9BEE0E" w14:textId="292FB85A" w:rsidR="006620C8" w:rsidRPr="002C6421" w:rsidRDefault="005C2818" w:rsidP="002C6421">
      <w:pPr>
        <w:ind w:left="1134" w:right="1134"/>
        <w:jc w:val="center"/>
        <w:rPr>
          <w:bCs/>
          <w:color w:val="000000" w:themeColor="text1"/>
          <w:sz w:val="28"/>
          <w:szCs w:val="28"/>
        </w:rPr>
        <w:sectPr w:rsidR="006620C8" w:rsidRPr="002C6421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" w:name="ТекстовоеПоле2"/>
      <w:bookmarkEnd w:id="5"/>
      <w:r w:rsidRPr="002C6421">
        <w:rPr>
          <w:color w:val="000000" w:themeColor="text1"/>
          <w:sz w:val="28"/>
          <w:szCs w:val="28"/>
        </w:rPr>
        <w:t>на 20__ год и на плановый период 20__ и 20__ годов</w:t>
      </w:r>
    </w:p>
    <w:p w14:paraId="0B727224" w14:textId="48575612" w:rsidR="005C2818" w:rsidRPr="002C6421" w:rsidRDefault="005C2818" w:rsidP="002C6421">
      <w:pPr>
        <w:widowControl w:val="0"/>
        <w:autoSpaceDE w:val="0"/>
        <w:autoSpaceDN w:val="0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175"/>
        <w:gridCol w:w="1871"/>
        <w:gridCol w:w="1311"/>
      </w:tblGrid>
      <w:tr w:rsidR="002C6421" w:rsidRPr="006B04D2" w14:paraId="3DF9C8B3" w14:textId="77777777" w:rsidTr="006B04D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3FF9488B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5960CF71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02FECF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4674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>Коды</w:t>
            </w:r>
          </w:p>
        </w:tc>
      </w:tr>
      <w:tr w:rsidR="002C6421" w:rsidRPr="006B04D2" w14:paraId="5454A562" w14:textId="77777777" w:rsidTr="006B04D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32955EE8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766C8FE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98287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Форма по </w:t>
            </w:r>
            <w:hyperlink r:id="rId11" w:history="1">
              <w:r w:rsidRPr="006B04D2">
                <w:rPr>
                  <w:color w:val="000000" w:themeColor="text1"/>
                  <w:sz w:val="28"/>
                  <w:szCs w:val="28"/>
                </w:rPr>
                <w:t>ОКУД</w:t>
              </w:r>
            </w:hyperlink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14F1C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>0506001</w:t>
            </w:r>
          </w:p>
        </w:tc>
      </w:tr>
      <w:tr w:rsidR="002C6421" w:rsidRPr="006B04D2" w14:paraId="717167BF" w14:textId="77777777" w:rsidTr="006B04D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76226AB6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164C1F4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716E9B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>Дата начала действия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F64A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093AFD1B" w14:textId="77777777" w:rsidTr="006B04D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26A5F5B0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bookmarkStart w:id="6" w:name="_GoBack"/>
            <w:bookmarkEnd w:id="6"/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47CF189C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EFF0EF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>Дата окончания действия &lt;2&gt;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FFFB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5C18527D" w14:textId="77777777" w:rsidTr="006B04D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370C9BC6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Наименование муниципального учреждения 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C0BFC9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A7F72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>Код по сводному реестру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3B50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20483825" w14:textId="77777777" w:rsidTr="006B04D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2C216ADD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Вид муниципального учреждения 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0D77E1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BCB32D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2" w:history="1">
              <w:r w:rsidRPr="006B04D2">
                <w:rPr>
                  <w:color w:val="000000" w:themeColor="text1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A747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08CCA49E" w14:textId="77777777" w:rsidTr="006B04D2">
        <w:tblPrEx>
          <w:tblBorders>
            <w:insideH w:val="single" w:sz="4" w:space="0" w:color="auto"/>
          </w:tblBorders>
        </w:tblPrEx>
        <w:tc>
          <w:tcPr>
            <w:tcW w:w="30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9EA5C2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49AD70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8F70BD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3" w:history="1">
              <w:r w:rsidRPr="006B04D2">
                <w:rPr>
                  <w:color w:val="000000" w:themeColor="text1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CE56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40238B13" w14:textId="77777777" w:rsidTr="006B04D2">
        <w:tblPrEx>
          <w:tblBorders>
            <w:insideH w:val="single" w:sz="4" w:space="0" w:color="auto"/>
          </w:tblBorders>
        </w:tblPrEx>
        <w:tc>
          <w:tcPr>
            <w:tcW w:w="306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D4001D" w14:textId="77777777" w:rsidR="005C2818" w:rsidRPr="006B04D2" w:rsidRDefault="005C2818" w:rsidP="002C6421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1533A6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6B3C58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По </w:t>
            </w:r>
            <w:hyperlink r:id="rId14" w:history="1">
              <w:r w:rsidRPr="006B04D2">
                <w:rPr>
                  <w:color w:val="000000" w:themeColor="text1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0265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09383B2E" w14:textId="77777777" w:rsidTr="006B04D2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14:paraId="2E9B1C17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15D13" w14:textId="77777777" w:rsidR="005C2818" w:rsidRPr="006B04D2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(указываются виды деятельности муниципального учреждения, по которым ему утверждается муниципальное задание)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AC56A7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19B7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4D4301F1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2152AD38" w14:textId="42938B39" w:rsidR="005C2818" w:rsidRPr="007C0761" w:rsidRDefault="005C2818" w:rsidP="007C076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Часть I. Сведения об оказываемых муниципальных услугах &lt;3&gt;</w:t>
      </w:r>
    </w:p>
    <w:p w14:paraId="7BCBF157" w14:textId="4261F227" w:rsidR="005C2818" w:rsidRPr="006B04D2" w:rsidRDefault="005C2818" w:rsidP="007C076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B04D2">
        <w:rPr>
          <w:color w:val="000000" w:themeColor="text1"/>
          <w:sz w:val="28"/>
          <w:szCs w:val="28"/>
        </w:rPr>
        <w:t>Раздел ____</w:t>
      </w:r>
    </w:p>
    <w:p w14:paraId="59F6990E" w14:textId="77777777" w:rsidR="005C2818" w:rsidRPr="006B04D2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3118"/>
        <w:gridCol w:w="2268"/>
        <w:gridCol w:w="1134"/>
      </w:tblGrid>
      <w:tr w:rsidR="002C6421" w:rsidRPr="006B04D2" w14:paraId="5388F630" w14:textId="77777777" w:rsidTr="006B04D2"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017C10FF" w14:textId="6675F25C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1. Наименование </w:t>
            </w:r>
            <w:r w:rsidRPr="006B04D2">
              <w:rPr>
                <w:color w:val="000000" w:themeColor="text1"/>
                <w:sz w:val="28"/>
                <w:szCs w:val="28"/>
              </w:rPr>
              <w:br/>
              <w:t>муниципальной услуги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4B59F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843F8" w14:textId="20F32535" w:rsidR="005C2818" w:rsidRPr="006B04D2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50B4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41FA1016" w14:textId="77777777" w:rsidTr="006B04D2">
        <w:tblPrEx>
          <w:tblBorders>
            <w:right w:val="none" w:sz="0" w:space="0" w:color="auto"/>
          </w:tblBorders>
        </w:tblPrEx>
        <w:tc>
          <w:tcPr>
            <w:tcW w:w="27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AD2B8A" w14:textId="55DFA875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6B04D2">
              <w:rPr>
                <w:color w:val="000000" w:themeColor="text1"/>
                <w:sz w:val="28"/>
                <w:szCs w:val="28"/>
              </w:rPr>
              <w:t>2. Категории потребителей муниципальной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C070E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057673A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FC5F5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6B04D2" w14:paraId="6D8D7FFE" w14:textId="77777777" w:rsidTr="006B04D2">
        <w:tblPrEx>
          <w:tblBorders>
            <w:right w:val="none" w:sz="0" w:space="0" w:color="auto"/>
          </w:tblBorders>
        </w:tblPrEx>
        <w:tc>
          <w:tcPr>
            <w:tcW w:w="275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47FA2E" w14:textId="77777777" w:rsidR="005C2818" w:rsidRPr="006B04D2" w:rsidRDefault="005C2818" w:rsidP="002C6421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5768D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6B1CFC5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7C9C85" w14:textId="77777777" w:rsidR="005C2818" w:rsidRPr="006B04D2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8741FC4" w14:textId="77777777" w:rsidR="005C2818" w:rsidRPr="006B04D2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521ED241" w14:textId="77777777" w:rsidR="002C6421" w:rsidRDefault="002C642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0374D9D0" w14:textId="77777777" w:rsidR="002C6421" w:rsidRDefault="002C642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34D4BE01" w14:textId="77777777" w:rsidR="002C6421" w:rsidRDefault="002C642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08A041A" w14:textId="77777777" w:rsidR="002C6421" w:rsidRDefault="002C642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29CC4E2F" w14:textId="77777777" w:rsidR="002C6421" w:rsidRDefault="002C642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25920FEC" w14:textId="77777777" w:rsidR="002C6421" w:rsidRDefault="002C642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  <w:sectPr w:rsidR="002C6421" w:rsidSect="005C28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D127A7" w14:textId="7FF6741B" w:rsidR="005C2818" w:rsidRPr="002C6421" w:rsidRDefault="005C2818" w:rsidP="002C642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lastRenderedPageBreak/>
        <w:t>3. Показатели, характеризующие объем и (или) качество муниципальной</w:t>
      </w:r>
      <w:r w:rsidR="002C6421" w:rsidRPr="002C6421">
        <w:rPr>
          <w:color w:val="000000" w:themeColor="text1"/>
          <w:sz w:val="28"/>
          <w:szCs w:val="28"/>
        </w:rPr>
        <w:t xml:space="preserve"> </w:t>
      </w:r>
      <w:r w:rsidRPr="002C6421">
        <w:rPr>
          <w:color w:val="000000" w:themeColor="text1"/>
          <w:sz w:val="28"/>
          <w:szCs w:val="28"/>
        </w:rPr>
        <w:t>услуги</w:t>
      </w:r>
    </w:p>
    <w:p w14:paraId="74EB2940" w14:textId="77777777" w:rsidR="005C2818" w:rsidRPr="002C6421" w:rsidRDefault="005C2818" w:rsidP="002C642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3.1. Показатели, характеризующие качество муниципальной услуги &lt;4&gt;</w:t>
      </w:r>
    </w:p>
    <w:p w14:paraId="7C9A788D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0"/>
        <w:gridCol w:w="850"/>
        <w:gridCol w:w="850"/>
        <w:gridCol w:w="850"/>
        <w:gridCol w:w="850"/>
        <w:gridCol w:w="850"/>
        <w:gridCol w:w="769"/>
        <w:gridCol w:w="992"/>
        <w:gridCol w:w="993"/>
        <w:gridCol w:w="1134"/>
        <w:gridCol w:w="850"/>
        <w:gridCol w:w="851"/>
      </w:tblGrid>
      <w:tr w:rsidR="002C6421" w:rsidRPr="002C6421" w14:paraId="551057B4" w14:textId="77777777" w:rsidTr="002C6421">
        <w:tc>
          <w:tcPr>
            <w:tcW w:w="1701" w:type="dxa"/>
            <w:vMerge w:val="restart"/>
          </w:tcPr>
          <w:p w14:paraId="7143459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Уникальный номер реестровой записи &lt;5&gt;</w:t>
            </w:r>
          </w:p>
        </w:tc>
        <w:tc>
          <w:tcPr>
            <w:tcW w:w="2550" w:type="dxa"/>
            <w:gridSpan w:val="3"/>
          </w:tcPr>
          <w:p w14:paraId="3CD1491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700" w:type="dxa"/>
            <w:gridSpan w:val="2"/>
          </w:tcPr>
          <w:p w14:paraId="43ED907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69" w:type="dxa"/>
            <w:gridSpan w:val="3"/>
          </w:tcPr>
          <w:p w14:paraId="0BCBAC94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119" w:type="dxa"/>
            <w:gridSpan w:val="3"/>
          </w:tcPr>
          <w:p w14:paraId="1FA8559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1701" w:type="dxa"/>
            <w:gridSpan w:val="2"/>
          </w:tcPr>
          <w:p w14:paraId="17E8B264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Допустимые (возможные) отклонения от установленных показателей качества муниципальной услуги &lt;7&gt;</w:t>
            </w:r>
          </w:p>
        </w:tc>
      </w:tr>
      <w:tr w:rsidR="002C6421" w:rsidRPr="002C6421" w14:paraId="6ED7161C" w14:textId="77777777" w:rsidTr="002C6421">
        <w:tc>
          <w:tcPr>
            <w:tcW w:w="1701" w:type="dxa"/>
            <w:vMerge/>
          </w:tcPr>
          <w:p w14:paraId="6F018920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8F690A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16192706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5DFAD36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7A8D7939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2070793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15E80AF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1619" w:type="dxa"/>
            <w:gridSpan w:val="2"/>
          </w:tcPr>
          <w:p w14:paraId="01F9EF4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6C5DB4E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61F13B7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(очеред ной финансовый год)</w:t>
            </w:r>
          </w:p>
        </w:tc>
        <w:tc>
          <w:tcPr>
            <w:tcW w:w="993" w:type="dxa"/>
            <w:vMerge w:val="restart"/>
          </w:tcPr>
          <w:p w14:paraId="7E83FED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28D4E63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(1-й год планово го периода)</w:t>
            </w:r>
          </w:p>
        </w:tc>
        <w:tc>
          <w:tcPr>
            <w:tcW w:w="1134" w:type="dxa"/>
            <w:vMerge w:val="restart"/>
          </w:tcPr>
          <w:p w14:paraId="0A915B26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056281F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850" w:type="dxa"/>
            <w:vMerge w:val="restart"/>
          </w:tcPr>
          <w:p w14:paraId="2F21C82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процентах</w:t>
            </w:r>
          </w:p>
        </w:tc>
        <w:tc>
          <w:tcPr>
            <w:tcW w:w="851" w:type="dxa"/>
            <w:vMerge w:val="restart"/>
          </w:tcPr>
          <w:p w14:paraId="3E08B366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абсолютных величинах</w:t>
            </w:r>
          </w:p>
        </w:tc>
      </w:tr>
      <w:tr w:rsidR="002C6421" w:rsidRPr="002C6421" w14:paraId="4612042E" w14:textId="77777777" w:rsidTr="002C6421">
        <w:tc>
          <w:tcPr>
            <w:tcW w:w="1701" w:type="dxa"/>
            <w:vMerge/>
          </w:tcPr>
          <w:p w14:paraId="4C782A01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8F04FB1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62DFF48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DA7600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91B8B2F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0B79571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DECE43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FB2B54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&lt;5&gt;</w:t>
            </w:r>
          </w:p>
        </w:tc>
        <w:tc>
          <w:tcPr>
            <w:tcW w:w="769" w:type="dxa"/>
          </w:tcPr>
          <w:p w14:paraId="65BA153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 xml:space="preserve">код по </w:t>
            </w:r>
            <w:hyperlink r:id="rId15" w:history="1">
              <w:r w:rsidRPr="002C642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2C6421">
              <w:rPr>
                <w:color w:val="000000" w:themeColor="text1"/>
                <w:sz w:val="20"/>
                <w:szCs w:val="20"/>
              </w:rPr>
              <w:t xml:space="preserve"> &lt;6&gt;</w:t>
            </w:r>
          </w:p>
        </w:tc>
        <w:tc>
          <w:tcPr>
            <w:tcW w:w="992" w:type="dxa"/>
            <w:vMerge/>
          </w:tcPr>
          <w:p w14:paraId="2ECC1DA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79A0DCB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101032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F4A13C6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7E562F4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0934279A" w14:textId="77777777" w:rsidTr="002C6421">
        <w:tc>
          <w:tcPr>
            <w:tcW w:w="1701" w:type="dxa"/>
          </w:tcPr>
          <w:p w14:paraId="3C3734E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CF438E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037293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4F3416A4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C55634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12CD67A4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6D0DCCCD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4576C69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69" w:type="dxa"/>
          </w:tcPr>
          <w:p w14:paraId="78AD5AE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2D855E2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14:paraId="70790EE6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6F3D718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14:paraId="23386E0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14:paraId="46E2E33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2C6421" w:rsidRPr="002C6421" w14:paraId="272A44E0" w14:textId="77777777" w:rsidTr="002C6421">
        <w:tc>
          <w:tcPr>
            <w:tcW w:w="1701" w:type="dxa"/>
            <w:vMerge w:val="restart"/>
          </w:tcPr>
          <w:p w14:paraId="30DFF84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1B4420D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1FABE32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035C78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4A344BA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534715B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1800D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E5144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9" w:type="dxa"/>
          </w:tcPr>
          <w:p w14:paraId="67475E9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04207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15F5B9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4A67B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79642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03ADA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14D8D75E" w14:textId="77777777" w:rsidTr="002C6421">
        <w:tc>
          <w:tcPr>
            <w:tcW w:w="1701" w:type="dxa"/>
            <w:vMerge/>
          </w:tcPr>
          <w:p w14:paraId="1BA1115B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D238A9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7882449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CE4DA2A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2924856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0EDE53C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7FE80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F5BF2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9" w:type="dxa"/>
          </w:tcPr>
          <w:p w14:paraId="28B2BD6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19769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27E7124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B46FF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38A94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C2F25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7345FFE0" w14:textId="77777777" w:rsidTr="002C6421">
        <w:tc>
          <w:tcPr>
            <w:tcW w:w="1701" w:type="dxa"/>
          </w:tcPr>
          <w:p w14:paraId="5DCAF51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2A035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CF2E7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359F5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2E6A8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B89C9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5D5DC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E4337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9" w:type="dxa"/>
          </w:tcPr>
          <w:p w14:paraId="5896A28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E640D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14:paraId="0D52D84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407AB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B033D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C1A0E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F76254A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0"/>
          <w:szCs w:val="20"/>
        </w:rPr>
      </w:pPr>
    </w:p>
    <w:p w14:paraId="52817DE5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0"/>
          <w:szCs w:val="20"/>
        </w:rPr>
      </w:pPr>
    </w:p>
    <w:p w14:paraId="4CC79740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20026305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169D7875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3222D87A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7DD78E18" w14:textId="7E81555E" w:rsidR="002C6421" w:rsidRDefault="002C642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br w:type="page"/>
      </w:r>
    </w:p>
    <w:p w14:paraId="6E3CFC0E" w14:textId="77777777" w:rsidR="005C2818" w:rsidRPr="002C6421" w:rsidRDefault="005C2818" w:rsidP="002C642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lastRenderedPageBreak/>
        <w:t>3.2. Показатели, характеризующие объем муниципальной услуги</w:t>
      </w:r>
    </w:p>
    <w:p w14:paraId="349E8AEA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154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850"/>
        <w:gridCol w:w="850"/>
        <w:gridCol w:w="850"/>
        <w:gridCol w:w="850"/>
        <w:gridCol w:w="850"/>
        <w:gridCol w:w="850"/>
        <w:gridCol w:w="850"/>
        <w:gridCol w:w="850"/>
        <w:gridCol w:w="1020"/>
        <w:gridCol w:w="1077"/>
        <w:gridCol w:w="1077"/>
        <w:gridCol w:w="978"/>
        <w:gridCol w:w="1020"/>
        <w:gridCol w:w="1020"/>
        <w:gridCol w:w="831"/>
        <w:gridCol w:w="832"/>
      </w:tblGrid>
      <w:tr w:rsidR="002C6421" w:rsidRPr="002C6421" w14:paraId="1954DC0E" w14:textId="77777777" w:rsidTr="002C6421">
        <w:tc>
          <w:tcPr>
            <w:tcW w:w="794" w:type="dxa"/>
            <w:vMerge w:val="restart"/>
          </w:tcPr>
          <w:p w14:paraId="4144072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Уникальный номер реестровой записи &lt;5&gt;</w:t>
            </w:r>
          </w:p>
        </w:tc>
        <w:tc>
          <w:tcPr>
            <w:tcW w:w="2550" w:type="dxa"/>
            <w:gridSpan w:val="3"/>
          </w:tcPr>
          <w:p w14:paraId="69D33C5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содержание муниципальной услуги &lt;5&gt;</w:t>
            </w:r>
          </w:p>
        </w:tc>
        <w:tc>
          <w:tcPr>
            <w:tcW w:w="1700" w:type="dxa"/>
            <w:gridSpan w:val="2"/>
          </w:tcPr>
          <w:p w14:paraId="67BE688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условия (формы) оказания муниципальной услуги &lt;5&gt;</w:t>
            </w:r>
          </w:p>
        </w:tc>
        <w:tc>
          <w:tcPr>
            <w:tcW w:w="2550" w:type="dxa"/>
            <w:gridSpan w:val="3"/>
          </w:tcPr>
          <w:p w14:paraId="0EBE346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174" w:type="dxa"/>
            <w:gridSpan w:val="3"/>
          </w:tcPr>
          <w:p w14:paraId="31EE2AD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3018" w:type="dxa"/>
            <w:gridSpan w:val="3"/>
          </w:tcPr>
          <w:p w14:paraId="18ED590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Размер платы (цена, тариф) &lt;8&gt;</w:t>
            </w:r>
          </w:p>
        </w:tc>
        <w:tc>
          <w:tcPr>
            <w:tcW w:w="1663" w:type="dxa"/>
            <w:gridSpan w:val="2"/>
          </w:tcPr>
          <w:p w14:paraId="647C8DB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Допустимые (возможные) отклонения от установленных показателей объема муниципальной услуги &lt;7&gt;</w:t>
            </w:r>
          </w:p>
        </w:tc>
      </w:tr>
      <w:tr w:rsidR="002C6421" w:rsidRPr="002C6421" w14:paraId="5776D18F" w14:textId="77777777" w:rsidTr="002C6421">
        <w:tc>
          <w:tcPr>
            <w:tcW w:w="794" w:type="dxa"/>
            <w:vMerge/>
          </w:tcPr>
          <w:p w14:paraId="678AB84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4FCBBE8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56581E5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0D92159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38538EC9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789986B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34D10DB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1700" w:type="dxa"/>
            <w:gridSpan w:val="2"/>
          </w:tcPr>
          <w:p w14:paraId="53070D9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020" w:type="dxa"/>
            <w:vMerge w:val="restart"/>
          </w:tcPr>
          <w:p w14:paraId="50A19FA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 (очеред ной финансовый год)</w:t>
            </w:r>
          </w:p>
        </w:tc>
        <w:tc>
          <w:tcPr>
            <w:tcW w:w="1077" w:type="dxa"/>
            <w:vMerge w:val="restart"/>
          </w:tcPr>
          <w:p w14:paraId="63772AF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 (1-й год планового периода)</w:t>
            </w:r>
          </w:p>
        </w:tc>
        <w:tc>
          <w:tcPr>
            <w:tcW w:w="1077" w:type="dxa"/>
            <w:vMerge w:val="restart"/>
          </w:tcPr>
          <w:p w14:paraId="6DB89A1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 (2-й год планового периода)</w:t>
            </w:r>
          </w:p>
        </w:tc>
        <w:tc>
          <w:tcPr>
            <w:tcW w:w="978" w:type="dxa"/>
            <w:vMerge w:val="restart"/>
          </w:tcPr>
          <w:p w14:paraId="5DFBC24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 (очеред ной финансовый год)</w:t>
            </w:r>
          </w:p>
        </w:tc>
        <w:tc>
          <w:tcPr>
            <w:tcW w:w="1020" w:type="dxa"/>
            <w:vMerge w:val="restart"/>
          </w:tcPr>
          <w:p w14:paraId="1E586BD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 (1-й год планово го периода)</w:t>
            </w:r>
          </w:p>
        </w:tc>
        <w:tc>
          <w:tcPr>
            <w:tcW w:w="1020" w:type="dxa"/>
            <w:vMerge w:val="restart"/>
          </w:tcPr>
          <w:p w14:paraId="412D04D9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 (2-й год планово го периода)</w:t>
            </w:r>
          </w:p>
        </w:tc>
        <w:tc>
          <w:tcPr>
            <w:tcW w:w="831" w:type="dxa"/>
            <w:vMerge w:val="restart"/>
          </w:tcPr>
          <w:p w14:paraId="771FBD1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процентах</w:t>
            </w:r>
          </w:p>
        </w:tc>
        <w:tc>
          <w:tcPr>
            <w:tcW w:w="832" w:type="dxa"/>
            <w:vMerge w:val="restart"/>
          </w:tcPr>
          <w:p w14:paraId="17A6076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абсолютных величинах</w:t>
            </w:r>
          </w:p>
        </w:tc>
      </w:tr>
      <w:tr w:rsidR="002C6421" w:rsidRPr="002C6421" w14:paraId="1673E928" w14:textId="77777777" w:rsidTr="002C6421">
        <w:tc>
          <w:tcPr>
            <w:tcW w:w="794" w:type="dxa"/>
            <w:vMerge/>
          </w:tcPr>
          <w:p w14:paraId="04523E4F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22D0AA1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4FDA996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25FDD4C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2B9858C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2453D00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5420DA1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11B12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&lt;5&gt;</w:t>
            </w:r>
          </w:p>
        </w:tc>
        <w:tc>
          <w:tcPr>
            <w:tcW w:w="850" w:type="dxa"/>
          </w:tcPr>
          <w:p w14:paraId="4BC612F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 xml:space="preserve">код по </w:t>
            </w:r>
            <w:hyperlink r:id="rId16" w:history="1">
              <w:r w:rsidRPr="002C642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2C6421">
              <w:rPr>
                <w:color w:val="000000" w:themeColor="text1"/>
                <w:sz w:val="20"/>
                <w:szCs w:val="20"/>
              </w:rPr>
              <w:t xml:space="preserve"> &lt;6&gt;</w:t>
            </w:r>
          </w:p>
        </w:tc>
        <w:tc>
          <w:tcPr>
            <w:tcW w:w="1020" w:type="dxa"/>
            <w:vMerge/>
          </w:tcPr>
          <w:p w14:paraId="08D15F00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14:paraId="6336465C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14:paraId="34361C9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  <w:vMerge/>
          </w:tcPr>
          <w:p w14:paraId="1AF3157C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14:paraId="7A8C06F7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14:paraId="68F43886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1" w:type="dxa"/>
            <w:vMerge/>
          </w:tcPr>
          <w:p w14:paraId="7C296430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vMerge/>
          </w:tcPr>
          <w:p w14:paraId="5AF57AC6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61F79309" w14:textId="77777777" w:rsidTr="002C6421">
        <w:tc>
          <w:tcPr>
            <w:tcW w:w="794" w:type="dxa"/>
          </w:tcPr>
          <w:p w14:paraId="77C4543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41E05E2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78A099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659DC70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0E86E9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1FE69E86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6D5C393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060CF31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9D58A4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20" w:type="dxa"/>
          </w:tcPr>
          <w:p w14:paraId="5025802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77" w:type="dxa"/>
          </w:tcPr>
          <w:p w14:paraId="49B16BB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077" w:type="dxa"/>
          </w:tcPr>
          <w:p w14:paraId="367F5E9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78" w:type="dxa"/>
          </w:tcPr>
          <w:p w14:paraId="4F5CCFC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020" w:type="dxa"/>
          </w:tcPr>
          <w:p w14:paraId="369ACD1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020" w:type="dxa"/>
          </w:tcPr>
          <w:p w14:paraId="6BBBE5F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31" w:type="dxa"/>
          </w:tcPr>
          <w:p w14:paraId="22722E6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32" w:type="dxa"/>
          </w:tcPr>
          <w:p w14:paraId="116B71C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17</w:t>
            </w:r>
          </w:p>
        </w:tc>
      </w:tr>
      <w:tr w:rsidR="002C6421" w:rsidRPr="002C6421" w14:paraId="34BA27C4" w14:textId="77777777" w:rsidTr="002C6421">
        <w:tc>
          <w:tcPr>
            <w:tcW w:w="794" w:type="dxa"/>
            <w:vMerge w:val="restart"/>
          </w:tcPr>
          <w:p w14:paraId="71D0BAA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6F947DB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EA7BD6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741A163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7D3619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7353085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74A7F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5C49A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81875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3C321D5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</w:tcPr>
          <w:p w14:paraId="699CCC2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</w:tcPr>
          <w:p w14:paraId="3F4FDDF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</w:tcPr>
          <w:p w14:paraId="760212C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8967CC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503D080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1" w:type="dxa"/>
          </w:tcPr>
          <w:p w14:paraId="506AB1F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14:paraId="28392E8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72AB5086" w14:textId="77777777" w:rsidTr="002C6421">
        <w:tc>
          <w:tcPr>
            <w:tcW w:w="794" w:type="dxa"/>
            <w:vMerge/>
          </w:tcPr>
          <w:p w14:paraId="64944B50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81A3659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0A3B898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3ED64E6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544C8E8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ADC682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93EA4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90288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0A6F580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C90B29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</w:tcPr>
          <w:p w14:paraId="062172C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</w:tcPr>
          <w:p w14:paraId="4C3DF1D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</w:tcPr>
          <w:p w14:paraId="7F72ECD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6F4CEF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28B5CCD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1" w:type="dxa"/>
          </w:tcPr>
          <w:p w14:paraId="6180944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14:paraId="1CC5FDE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36534D43" w14:textId="77777777" w:rsidTr="002C6421">
        <w:tc>
          <w:tcPr>
            <w:tcW w:w="794" w:type="dxa"/>
          </w:tcPr>
          <w:p w14:paraId="313D264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F3617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EEF7F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AC4BA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DEF5A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81B83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840B1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A947C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340E9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21F7FA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</w:tcPr>
          <w:p w14:paraId="3D71259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</w:tcPr>
          <w:p w14:paraId="38BC493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8" w:type="dxa"/>
          </w:tcPr>
          <w:p w14:paraId="2A513BF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09753D2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</w:tcPr>
          <w:p w14:paraId="71B8E32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1" w:type="dxa"/>
          </w:tcPr>
          <w:p w14:paraId="5CEE458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</w:tcPr>
          <w:p w14:paraId="3BEE0C1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4C7DAEF" w14:textId="1FE46953" w:rsidR="002C6421" w:rsidRDefault="002C6421" w:rsidP="002C6421">
      <w:pPr>
        <w:rPr>
          <w:rFonts w:eastAsiaTheme="minorHAnsi"/>
          <w:color w:val="000000" w:themeColor="text1"/>
          <w:sz w:val="26"/>
          <w:szCs w:val="26"/>
        </w:rPr>
      </w:pPr>
    </w:p>
    <w:p w14:paraId="2BE282E9" w14:textId="77777777" w:rsidR="002C6421" w:rsidRPr="002C6421" w:rsidRDefault="002C6421" w:rsidP="002C6421">
      <w:pPr>
        <w:rPr>
          <w:rFonts w:eastAsiaTheme="minorHAnsi"/>
          <w:sz w:val="26"/>
          <w:szCs w:val="26"/>
        </w:rPr>
      </w:pPr>
    </w:p>
    <w:p w14:paraId="3C4D3049" w14:textId="77777777" w:rsidR="002C6421" w:rsidRPr="002C6421" w:rsidRDefault="002C6421" w:rsidP="002C6421">
      <w:pPr>
        <w:rPr>
          <w:rFonts w:eastAsiaTheme="minorHAnsi"/>
          <w:sz w:val="26"/>
          <w:szCs w:val="26"/>
        </w:rPr>
      </w:pPr>
    </w:p>
    <w:p w14:paraId="1D10EC44" w14:textId="77777777" w:rsidR="002C6421" w:rsidRPr="002C6421" w:rsidRDefault="002C6421" w:rsidP="002C6421">
      <w:pPr>
        <w:rPr>
          <w:rFonts w:eastAsiaTheme="minorHAnsi"/>
          <w:sz w:val="26"/>
          <w:szCs w:val="26"/>
        </w:rPr>
      </w:pPr>
    </w:p>
    <w:p w14:paraId="3C0F9E67" w14:textId="77777777" w:rsidR="002C6421" w:rsidRPr="002C6421" w:rsidRDefault="002C6421" w:rsidP="002C6421">
      <w:pPr>
        <w:rPr>
          <w:rFonts w:eastAsiaTheme="minorHAnsi"/>
          <w:sz w:val="26"/>
          <w:szCs w:val="26"/>
        </w:rPr>
      </w:pPr>
    </w:p>
    <w:p w14:paraId="3716DFEE" w14:textId="77777777" w:rsidR="002C6421" w:rsidRPr="002C6421" w:rsidRDefault="002C6421" w:rsidP="002C6421">
      <w:pPr>
        <w:rPr>
          <w:rFonts w:eastAsiaTheme="minorHAnsi"/>
          <w:sz w:val="26"/>
          <w:szCs w:val="26"/>
        </w:rPr>
      </w:pPr>
    </w:p>
    <w:p w14:paraId="3005D364" w14:textId="77777777" w:rsidR="002C6421" w:rsidRPr="002C6421" w:rsidRDefault="002C6421" w:rsidP="002C6421">
      <w:pPr>
        <w:rPr>
          <w:rFonts w:eastAsiaTheme="minorHAnsi"/>
          <w:sz w:val="26"/>
          <w:szCs w:val="26"/>
        </w:rPr>
      </w:pPr>
    </w:p>
    <w:p w14:paraId="03F8E5B4" w14:textId="77777777" w:rsidR="002C6421" w:rsidRDefault="002C6421" w:rsidP="002C6421">
      <w:pPr>
        <w:tabs>
          <w:tab w:val="left" w:pos="3576"/>
        </w:tabs>
        <w:rPr>
          <w:rFonts w:eastAsiaTheme="minorHAnsi"/>
          <w:sz w:val="26"/>
          <w:szCs w:val="26"/>
        </w:rPr>
        <w:sectPr w:rsidR="002C6421" w:rsidSect="002C6421">
          <w:pgSz w:w="16838" w:h="11906" w:orient="landscape"/>
          <w:pgMar w:top="1701" w:right="1134" w:bottom="851" w:left="1134" w:header="709" w:footer="0" w:gutter="0"/>
          <w:cols w:space="720"/>
          <w:docGrid w:linePitch="326"/>
        </w:sectPr>
      </w:pPr>
      <w:r>
        <w:rPr>
          <w:rFonts w:eastAsiaTheme="minorHAnsi"/>
          <w:sz w:val="26"/>
          <w:szCs w:val="26"/>
        </w:rPr>
        <w:tab/>
      </w:r>
    </w:p>
    <w:p w14:paraId="18A946D5" w14:textId="4FDD9DBB" w:rsidR="002C6421" w:rsidRDefault="002C6421" w:rsidP="002C6421">
      <w:pPr>
        <w:tabs>
          <w:tab w:val="left" w:pos="3576"/>
        </w:tabs>
        <w:rPr>
          <w:rFonts w:eastAsiaTheme="minorHAnsi"/>
          <w:sz w:val="26"/>
          <w:szCs w:val="26"/>
        </w:rPr>
      </w:pPr>
    </w:p>
    <w:p w14:paraId="14D9177E" w14:textId="061D5686" w:rsidR="005C2818" w:rsidRPr="002C6421" w:rsidRDefault="007C0761" w:rsidP="002C6421">
      <w:pPr>
        <w:tabs>
          <w:tab w:val="left" w:pos="3576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5C2818" w:rsidRPr="002C6421">
        <w:rPr>
          <w:color w:val="000000" w:themeColor="text1"/>
          <w:sz w:val="28"/>
          <w:szCs w:val="28"/>
        </w:rPr>
        <w:t>Нормативные правовые акты, устанавливающие размер платы (цену, тариф)</w:t>
      </w:r>
      <w:r w:rsidR="002C6421">
        <w:rPr>
          <w:color w:val="000000" w:themeColor="text1"/>
          <w:sz w:val="28"/>
          <w:szCs w:val="28"/>
        </w:rPr>
        <w:t xml:space="preserve"> </w:t>
      </w:r>
      <w:r w:rsidR="005C2818" w:rsidRPr="002C6421">
        <w:rPr>
          <w:color w:val="000000" w:themeColor="text1"/>
          <w:sz w:val="28"/>
          <w:szCs w:val="28"/>
        </w:rPr>
        <w:t>либо порядок ее установления</w:t>
      </w:r>
    </w:p>
    <w:p w14:paraId="6767060D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4"/>
        <w:gridCol w:w="1814"/>
        <w:gridCol w:w="1814"/>
      </w:tblGrid>
      <w:tr w:rsidR="002C6421" w:rsidRPr="006B04D2" w14:paraId="5ED0CD4E" w14:textId="77777777" w:rsidTr="006B04D2">
        <w:tc>
          <w:tcPr>
            <w:tcW w:w="9070" w:type="dxa"/>
            <w:gridSpan w:val="5"/>
            <w:vAlign w:val="center"/>
          </w:tcPr>
          <w:p w14:paraId="76601349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Нормативный правовой акт</w:t>
            </w:r>
          </w:p>
        </w:tc>
      </w:tr>
      <w:tr w:rsidR="002C6421" w:rsidRPr="006B04D2" w14:paraId="485713D8" w14:textId="77777777" w:rsidTr="006B04D2">
        <w:tc>
          <w:tcPr>
            <w:tcW w:w="1814" w:type="dxa"/>
            <w:vAlign w:val="center"/>
          </w:tcPr>
          <w:p w14:paraId="0B6117DC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вид</w:t>
            </w:r>
          </w:p>
        </w:tc>
        <w:tc>
          <w:tcPr>
            <w:tcW w:w="1814" w:type="dxa"/>
            <w:vAlign w:val="center"/>
          </w:tcPr>
          <w:p w14:paraId="26DD0354" w14:textId="3E0CAEB1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 xml:space="preserve">принявший </w:t>
            </w:r>
            <w:r w:rsidR="006B04D2">
              <w:rPr>
                <w:color w:val="000000" w:themeColor="text1"/>
              </w:rPr>
              <w:br/>
            </w:r>
            <w:r w:rsidRPr="006B04D2">
              <w:rPr>
                <w:color w:val="000000" w:themeColor="text1"/>
              </w:rPr>
              <w:t>орган</w:t>
            </w:r>
          </w:p>
        </w:tc>
        <w:tc>
          <w:tcPr>
            <w:tcW w:w="1814" w:type="dxa"/>
            <w:vAlign w:val="center"/>
          </w:tcPr>
          <w:p w14:paraId="07D56E08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дата</w:t>
            </w:r>
          </w:p>
        </w:tc>
        <w:tc>
          <w:tcPr>
            <w:tcW w:w="1814" w:type="dxa"/>
            <w:vAlign w:val="center"/>
          </w:tcPr>
          <w:p w14:paraId="21EAEB72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номер</w:t>
            </w:r>
          </w:p>
        </w:tc>
        <w:tc>
          <w:tcPr>
            <w:tcW w:w="1814" w:type="dxa"/>
            <w:vAlign w:val="center"/>
          </w:tcPr>
          <w:p w14:paraId="4C573347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наименование</w:t>
            </w:r>
          </w:p>
        </w:tc>
      </w:tr>
      <w:tr w:rsidR="002C6421" w:rsidRPr="006B04D2" w14:paraId="77FAE54F" w14:textId="77777777" w:rsidTr="006B04D2">
        <w:tc>
          <w:tcPr>
            <w:tcW w:w="1814" w:type="dxa"/>
            <w:vAlign w:val="center"/>
          </w:tcPr>
          <w:p w14:paraId="4FA11245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1</w:t>
            </w:r>
          </w:p>
        </w:tc>
        <w:tc>
          <w:tcPr>
            <w:tcW w:w="1814" w:type="dxa"/>
            <w:vAlign w:val="center"/>
          </w:tcPr>
          <w:p w14:paraId="7146C1DF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2</w:t>
            </w:r>
          </w:p>
        </w:tc>
        <w:tc>
          <w:tcPr>
            <w:tcW w:w="1814" w:type="dxa"/>
            <w:vAlign w:val="center"/>
          </w:tcPr>
          <w:p w14:paraId="42887BED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3</w:t>
            </w:r>
          </w:p>
        </w:tc>
        <w:tc>
          <w:tcPr>
            <w:tcW w:w="1814" w:type="dxa"/>
            <w:vAlign w:val="center"/>
          </w:tcPr>
          <w:p w14:paraId="09070CF1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4</w:t>
            </w:r>
          </w:p>
        </w:tc>
        <w:tc>
          <w:tcPr>
            <w:tcW w:w="1814" w:type="dxa"/>
            <w:vAlign w:val="center"/>
          </w:tcPr>
          <w:p w14:paraId="6E8824DB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5</w:t>
            </w:r>
          </w:p>
        </w:tc>
      </w:tr>
      <w:tr w:rsidR="002C6421" w:rsidRPr="006B04D2" w14:paraId="5E6E3BBB" w14:textId="77777777" w:rsidTr="006B04D2">
        <w:tc>
          <w:tcPr>
            <w:tcW w:w="1814" w:type="dxa"/>
            <w:vAlign w:val="center"/>
          </w:tcPr>
          <w:p w14:paraId="6F3BFC5C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6B4D4E94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0FCC7908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324BE5B9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24B8BE6E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</w:tbl>
    <w:p w14:paraId="45F6507F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157AF0A1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5. Порядок оказания муниципальной услуги</w:t>
      </w:r>
    </w:p>
    <w:p w14:paraId="286E17D2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2294AA22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5.1. Нормативные правовые акты, регулирующие</w:t>
      </w:r>
    </w:p>
    <w:p w14:paraId="3C4FA1D5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  <w:r w:rsidRPr="002C6421">
        <w:rPr>
          <w:color w:val="000000" w:themeColor="text1"/>
          <w:sz w:val="28"/>
          <w:szCs w:val="28"/>
        </w:rPr>
        <w:t>порядок оказания муниципальной услуги</w:t>
      </w:r>
      <w:r w:rsidRPr="002C6421">
        <w:rPr>
          <w:color w:val="000000" w:themeColor="text1"/>
          <w:sz w:val="26"/>
          <w:szCs w:val="26"/>
        </w:rPr>
        <w:t xml:space="preserve">      ______________________________</w:t>
      </w:r>
    </w:p>
    <w:p w14:paraId="56004D28" w14:textId="5A605E40" w:rsidR="005C2818" w:rsidRPr="006B04D2" w:rsidRDefault="006B04D2" w:rsidP="006B04D2">
      <w:pPr>
        <w:widowControl w:val="0"/>
        <w:autoSpaceDE w:val="0"/>
        <w:autoSpaceDN w:val="0"/>
        <w:ind w:left="4956" w:firstLine="708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5C2818" w:rsidRPr="006B04D2">
        <w:rPr>
          <w:color w:val="000000" w:themeColor="text1"/>
        </w:rPr>
        <w:t>(наименование, номер и дата</w:t>
      </w:r>
    </w:p>
    <w:p w14:paraId="649CDD22" w14:textId="5CFC694C" w:rsidR="005C2818" w:rsidRPr="006B04D2" w:rsidRDefault="005C2818" w:rsidP="006B04D2">
      <w:pPr>
        <w:widowControl w:val="0"/>
        <w:autoSpaceDE w:val="0"/>
        <w:autoSpaceDN w:val="0"/>
        <w:ind w:left="5664"/>
        <w:jc w:val="center"/>
        <w:rPr>
          <w:color w:val="000000" w:themeColor="text1"/>
        </w:rPr>
      </w:pPr>
      <w:r w:rsidRPr="006B04D2">
        <w:rPr>
          <w:color w:val="000000" w:themeColor="text1"/>
        </w:rPr>
        <w:t>нормативного правового акта)</w:t>
      </w:r>
    </w:p>
    <w:p w14:paraId="70DC46E0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4D98044C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5.2. Порядок информирования потенциальных потребителей муниципальной</w:t>
      </w:r>
    </w:p>
    <w:p w14:paraId="5BE9BA70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услуги</w:t>
      </w:r>
    </w:p>
    <w:p w14:paraId="30A24AEE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4"/>
        <w:gridCol w:w="3004"/>
        <w:gridCol w:w="3061"/>
      </w:tblGrid>
      <w:tr w:rsidR="002C6421" w:rsidRPr="002C6421" w14:paraId="521F0D3E" w14:textId="77777777" w:rsidTr="006B04D2">
        <w:tc>
          <w:tcPr>
            <w:tcW w:w="3004" w:type="dxa"/>
            <w:vAlign w:val="center"/>
          </w:tcPr>
          <w:p w14:paraId="5D216A0B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Способ информирования</w:t>
            </w:r>
          </w:p>
        </w:tc>
        <w:tc>
          <w:tcPr>
            <w:tcW w:w="3004" w:type="dxa"/>
            <w:vAlign w:val="center"/>
          </w:tcPr>
          <w:p w14:paraId="65EE232D" w14:textId="6A627211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 xml:space="preserve">Состав размещаемой </w:t>
            </w:r>
            <w:r w:rsidR="006B04D2" w:rsidRPr="006B04D2">
              <w:rPr>
                <w:color w:val="000000" w:themeColor="text1"/>
              </w:rPr>
              <w:br/>
            </w:r>
            <w:r w:rsidRPr="006B04D2">
              <w:rPr>
                <w:color w:val="000000" w:themeColor="text1"/>
              </w:rPr>
              <w:t>информации</w:t>
            </w:r>
          </w:p>
        </w:tc>
        <w:tc>
          <w:tcPr>
            <w:tcW w:w="3061" w:type="dxa"/>
            <w:vAlign w:val="center"/>
          </w:tcPr>
          <w:p w14:paraId="7BC866DC" w14:textId="0796964B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 xml:space="preserve">Частота </w:t>
            </w:r>
            <w:r w:rsidR="006B04D2" w:rsidRPr="006B04D2">
              <w:rPr>
                <w:color w:val="000000" w:themeColor="text1"/>
              </w:rPr>
              <w:br/>
            </w:r>
            <w:r w:rsidRPr="006B04D2">
              <w:rPr>
                <w:color w:val="000000" w:themeColor="text1"/>
              </w:rPr>
              <w:t>обновления информации</w:t>
            </w:r>
          </w:p>
        </w:tc>
      </w:tr>
      <w:tr w:rsidR="002C6421" w:rsidRPr="002C6421" w14:paraId="7767BB48" w14:textId="77777777" w:rsidTr="006B04D2">
        <w:tc>
          <w:tcPr>
            <w:tcW w:w="3004" w:type="dxa"/>
            <w:vAlign w:val="center"/>
          </w:tcPr>
          <w:p w14:paraId="0C4BDF2A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1</w:t>
            </w:r>
          </w:p>
        </w:tc>
        <w:tc>
          <w:tcPr>
            <w:tcW w:w="3004" w:type="dxa"/>
            <w:vAlign w:val="center"/>
          </w:tcPr>
          <w:p w14:paraId="55BD075A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2</w:t>
            </w:r>
          </w:p>
        </w:tc>
        <w:tc>
          <w:tcPr>
            <w:tcW w:w="3061" w:type="dxa"/>
            <w:vAlign w:val="center"/>
          </w:tcPr>
          <w:p w14:paraId="4FCFF145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3</w:t>
            </w:r>
          </w:p>
        </w:tc>
      </w:tr>
      <w:tr w:rsidR="002C6421" w:rsidRPr="002C6421" w14:paraId="50B7A914" w14:textId="77777777" w:rsidTr="006B04D2">
        <w:tc>
          <w:tcPr>
            <w:tcW w:w="3004" w:type="dxa"/>
            <w:vAlign w:val="center"/>
          </w:tcPr>
          <w:p w14:paraId="6188A37A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3004" w:type="dxa"/>
            <w:vAlign w:val="center"/>
          </w:tcPr>
          <w:p w14:paraId="51F475EE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3061" w:type="dxa"/>
            <w:vAlign w:val="center"/>
          </w:tcPr>
          <w:p w14:paraId="2A5D19E8" w14:textId="77777777" w:rsidR="005C2818" w:rsidRPr="006B04D2" w:rsidRDefault="005C2818" w:rsidP="006B04D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</w:tbl>
    <w:p w14:paraId="30DE4F44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5B93A5DD" w14:textId="4B4E5C4E" w:rsidR="005C2818" w:rsidRPr="002C6421" w:rsidRDefault="005C2818" w:rsidP="007C076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Часть II. Сведения о выполняемых работах &lt;3&gt;</w:t>
      </w:r>
    </w:p>
    <w:p w14:paraId="528E488F" w14:textId="1632F286" w:rsidR="005C2818" w:rsidRPr="002C6421" w:rsidRDefault="005C2818" w:rsidP="007C0761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2C6421">
        <w:rPr>
          <w:color w:val="000000" w:themeColor="text1"/>
          <w:sz w:val="28"/>
          <w:szCs w:val="28"/>
        </w:rPr>
        <w:t>Раздел ______</w:t>
      </w:r>
    </w:p>
    <w:p w14:paraId="3782873E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3028"/>
        <w:gridCol w:w="1587"/>
        <w:gridCol w:w="985"/>
      </w:tblGrid>
      <w:tr w:rsidR="002C6421" w:rsidRPr="002C6421" w14:paraId="558998BA" w14:textId="77777777" w:rsidTr="00497884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B219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2C6421">
              <w:rPr>
                <w:color w:val="000000" w:themeColor="text1"/>
                <w:sz w:val="28"/>
                <w:szCs w:val="28"/>
              </w:rPr>
              <w:t>1. Наименование работы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93EC4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6DB4A0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2C6421">
              <w:rPr>
                <w:color w:val="000000" w:themeColor="text1"/>
                <w:sz w:val="28"/>
                <w:szCs w:val="28"/>
              </w:rPr>
              <w:t>Код по     региональному перечню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2B1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2C6421" w14:paraId="24F7B59D" w14:textId="77777777" w:rsidTr="00497884">
        <w:tblPrEx>
          <w:tblBorders>
            <w:insideH w:val="single" w:sz="4" w:space="0" w:color="auto"/>
          </w:tblBorders>
        </w:tblPrEx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035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4D1BE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347930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DB1D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</w:p>
        </w:tc>
      </w:tr>
      <w:tr w:rsidR="002C6421" w:rsidRPr="002C6421" w14:paraId="6427B8D9" w14:textId="77777777" w:rsidTr="00497884">
        <w:tblPrEx>
          <w:tblBorders>
            <w:right w:val="none" w:sz="0" w:space="0" w:color="auto"/>
          </w:tblBorders>
        </w:tblPrEx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F1CD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  <w:r w:rsidRPr="002C6421">
              <w:rPr>
                <w:color w:val="000000" w:themeColor="text1"/>
                <w:sz w:val="28"/>
                <w:szCs w:val="28"/>
              </w:rPr>
              <w:t>2. Категории потребителей работы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02C8B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DACF1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46E76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C6421" w:rsidRPr="002C6421" w14:paraId="19EB3B12" w14:textId="77777777" w:rsidTr="00497884">
        <w:tblPrEx>
          <w:tblBorders>
            <w:right w:val="none" w:sz="0" w:space="0" w:color="auto"/>
          </w:tblBorders>
        </w:tblPrEx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B4EA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50CC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7D2E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3EDE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52C42C31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  <w:sectPr w:rsidR="006B04D2" w:rsidSect="002C6421">
          <w:pgSz w:w="11906" w:h="16838"/>
          <w:pgMar w:top="1134" w:right="851" w:bottom="1134" w:left="1701" w:header="709" w:footer="0" w:gutter="0"/>
          <w:cols w:space="720"/>
          <w:docGrid w:linePitch="326"/>
        </w:sectPr>
      </w:pPr>
    </w:p>
    <w:p w14:paraId="4953BC6D" w14:textId="0C5A1379" w:rsidR="005C2818" w:rsidRPr="006B04D2" w:rsidRDefault="005C2818" w:rsidP="006B04D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B04D2">
        <w:rPr>
          <w:color w:val="000000" w:themeColor="text1"/>
          <w:sz w:val="28"/>
          <w:szCs w:val="28"/>
        </w:rPr>
        <w:lastRenderedPageBreak/>
        <w:t>3. Показатели, характеризующие объем и (или) качество работы</w:t>
      </w:r>
    </w:p>
    <w:p w14:paraId="2C70888D" w14:textId="77777777" w:rsidR="005C2818" w:rsidRDefault="005C2818" w:rsidP="006B04D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B04D2">
        <w:rPr>
          <w:color w:val="000000" w:themeColor="text1"/>
          <w:sz w:val="28"/>
          <w:szCs w:val="28"/>
        </w:rPr>
        <w:t>3.1. Показатели, характеризующие качество работы &lt;4&gt;</w:t>
      </w:r>
    </w:p>
    <w:p w14:paraId="76A9AE6B" w14:textId="77777777" w:rsidR="006B04D2" w:rsidRP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tbl>
      <w:tblPr>
        <w:tblW w:w="14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50"/>
        <w:gridCol w:w="850"/>
        <w:gridCol w:w="850"/>
        <w:gridCol w:w="850"/>
        <w:gridCol w:w="850"/>
        <w:gridCol w:w="850"/>
        <w:gridCol w:w="850"/>
        <w:gridCol w:w="851"/>
        <w:gridCol w:w="1194"/>
        <w:gridCol w:w="1134"/>
        <w:gridCol w:w="1276"/>
        <w:gridCol w:w="1417"/>
        <w:gridCol w:w="1843"/>
      </w:tblGrid>
      <w:tr w:rsidR="002C6421" w:rsidRPr="002C6421" w14:paraId="36128E5C" w14:textId="77777777" w:rsidTr="006B04D2">
        <w:tc>
          <w:tcPr>
            <w:tcW w:w="1304" w:type="dxa"/>
            <w:vMerge w:val="restart"/>
          </w:tcPr>
          <w:p w14:paraId="5349F84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Уникальный номер реестровой записи &lt;5&gt;</w:t>
            </w:r>
          </w:p>
        </w:tc>
        <w:tc>
          <w:tcPr>
            <w:tcW w:w="2550" w:type="dxa"/>
            <w:gridSpan w:val="3"/>
          </w:tcPr>
          <w:p w14:paraId="57C65EC9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</w:tcPr>
          <w:p w14:paraId="702F183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2551" w:type="dxa"/>
            <w:gridSpan w:val="3"/>
          </w:tcPr>
          <w:p w14:paraId="59BFDB1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604" w:type="dxa"/>
            <w:gridSpan w:val="3"/>
          </w:tcPr>
          <w:p w14:paraId="3045636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Значение показателя качества работы</w:t>
            </w:r>
          </w:p>
        </w:tc>
        <w:tc>
          <w:tcPr>
            <w:tcW w:w="3260" w:type="dxa"/>
            <w:gridSpan w:val="2"/>
          </w:tcPr>
          <w:p w14:paraId="7103B3B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Допустимые (возможные) отклонения от установленных показателей качества работы &lt;7&gt;</w:t>
            </w:r>
          </w:p>
        </w:tc>
      </w:tr>
      <w:tr w:rsidR="002C6421" w:rsidRPr="002C6421" w14:paraId="5CBADEE0" w14:textId="77777777" w:rsidTr="006B04D2">
        <w:tc>
          <w:tcPr>
            <w:tcW w:w="1304" w:type="dxa"/>
            <w:vMerge/>
          </w:tcPr>
          <w:p w14:paraId="00EC2449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7E38B53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608D281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224804C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3FEB000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356D1B4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35BC73F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1701" w:type="dxa"/>
            <w:gridSpan w:val="2"/>
          </w:tcPr>
          <w:p w14:paraId="19B9D0A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194" w:type="dxa"/>
            <w:vMerge w:val="restart"/>
          </w:tcPr>
          <w:p w14:paraId="08857AA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03BFC53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</w:tcPr>
          <w:p w14:paraId="6EFDB9AD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16C914D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</w:tcPr>
          <w:p w14:paraId="3B32353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1030F53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1417" w:type="dxa"/>
            <w:vMerge w:val="restart"/>
          </w:tcPr>
          <w:p w14:paraId="413B540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процентах</w:t>
            </w:r>
          </w:p>
        </w:tc>
        <w:tc>
          <w:tcPr>
            <w:tcW w:w="1843" w:type="dxa"/>
            <w:vMerge w:val="restart"/>
          </w:tcPr>
          <w:p w14:paraId="1C14959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абсолютных величинах</w:t>
            </w:r>
          </w:p>
        </w:tc>
      </w:tr>
      <w:tr w:rsidR="002C6421" w:rsidRPr="002C6421" w14:paraId="15BAF648" w14:textId="77777777" w:rsidTr="006B04D2">
        <w:tc>
          <w:tcPr>
            <w:tcW w:w="1304" w:type="dxa"/>
            <w:vMerge/>
          </w:tcPr>
          <w:p w14:paraId="0805133E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5BFD929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BFAD71A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11AFF27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3BB34A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FDF3744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15814AE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1E1D0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&lt;5&gt;</w:t>
            </w:r>
          </w:p>
        </w:tc>
        <w:tc>
          <w:tcPr>
            <w:tcW w:w="851" w:type="dxa"/>
          </w:tcPr>
          <w:p w14:paraId="7D4D13E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 xml:space="preserve">код по </w:t>
            </w:r>
            <w:hyperlink r:id="rId17" w:history="1">
              <w:r w:rsidRPr="002C642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2C6421">
              <w:rPr>
                <w:color w:val="000000" w:themeColor="text1"/>
                <w:sz w:val="20"/>
                <w:szCs w:val="20"/>
              </w:rPr>
              <w:t xml:space="preserve"> &lt;6&gt;</w:t>
            </w:r>
          </w:p>
        </w:tc>
        <w:tc>
          <w:tcPr>
            <w:tcW w:w="1194" w:type="dxa"/>
            <w:vMerge/>
          </w:tcPr>
          <w:p w14:paraId="1102385A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D3892AA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E5F3F8E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715DC1D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CAA20D9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7F9BADBD" w14:textId="77777777" w:rsidTr="006B04D2">
        <w:tc>
          <w:tcPr>
            <w:tcW w:w="1304" w:type="dxa"/>
          </w:tcPr>
          <w:p w14:paraId="4086ECA4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13312A2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02B7E3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7F9733C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6AAC4B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404995E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62083DD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713A590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14:paraId="6675F9D1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94" w:type="dxa"/>
          </w:tcPr>
          <w:p w14:paraId="56FDC16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5FF2987D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14:paraId="78D0D31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14:paraId="7E3F17D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14:paraId="5582379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  <w:tr w:rsidR="002C6421" w:rsidRPr="002C6421" w14:paraId="6D7B0754" w14:textId="77777777" w:rsidTr="006B04D2">
        <w:tc>
          <w:tcPr>
            <w:tcW w:w="1304" w:type="dxa"/>
            <w:vMerge w:val="restart"/>
          </w:tcPr>
          <w:p w14:paraId="12651E9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4C53C5F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44DFAF7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545C1EC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6D16C13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1CFF48E7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089C8B6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9BCA5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ADB3F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4" w:type="dxa"/>
          </w:tcPr>
          <w:p w14:paraId="21DCB35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D7D59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29A6F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F6686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0F429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38EE5533" w14:textId="77777777" w:rsidTr="006B04D2">
        <w:tc>
          <w:tcPr>
            <w:tcW w:w="1304" w:type="dxa"/>
            <w:vMerge/>
          </w:tcPr>
          <w:p w14:paraId="23D5053F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E3712BC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1D68FC2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F560108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1727DE7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054D34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39DB6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A3CAD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AACAE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4" w:type="dxa"/>
          </w:tcPr>
          <w:p w14:paraId="4C366CA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F3758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05F4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834F0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7C8B0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5BCD2B47" w14:textId="77777777" w:rsidTr="006B04D2">
        <w:tc>
          <w:tcPr>
            <w:tcW w:w="1304" w:type="dxa"/>
          </w:tcPr>
          <w:p w14:paraId="2A474E3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90287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6C1AB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49CA0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D754F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E26D9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9394C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C0268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921F4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94" w:type="dxa"/>
          </w:tcPr>
          <w:p w14:paraId="3AC57B7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1D89C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3C4F9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C6570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068FF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FE03F95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38F40F05" w14:textId="77777777" w:rsidR="005C2818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41EC5C77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23A41993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975D5CC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897D231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23678EE6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56E1D303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3069028B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479349EA" w14:textId="77777777" w:rsidR="006B04D2" w:rsidRPr="002C6421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05F10F22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0BDE3670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6DB2B2B" w14:textId="77777777" w:rsidR="005C2818" w:rsidRPr="006B04D2" w:rsidRDefault="005C2818" w:rsidP="006B04D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B04D2">
        <w:rPr>
          <w:color w:val="000000" w:themeColor="text1"/>
          <w:sz w:val="28"/>
          <w:szCs w:val="28"/>
        </w:rPr>
        <w:t>3.2. Показатели, характеризующие объем работы</w:t>
      </w:r>
    </w:p>
    <w:p w14:paraId="01141194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15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850"/>
        <w:gridCol w:w="850"/>
        <w:gridCol w:w="850"/>
        <w:gridCol w:w="850"/>
        <w:gridCol w:w="850"/>
        <w:gridCol w:w="850"/>
        <w:gridCol w:w="850"/>
        <w:gridCol w:w="850"/>
        <w:gridCol w:w="709"/>
        <w:gridCol w:w="794"/>
        <w:gridCol w:w="851"/>
        <w:gridCol w:w="852"/>
        <w:gridCol w:w="737"/>
        <w:gridCol w:w="851"/>
        <w:gridCol w:w="852"/>
        <w:gridCol w:w="633"/>
        <w:gridCol w:w="741"/>
      </w:tblGrid>
      <w:tr w:rsidR="002C6421" w:rsidRPr="002C6421" w14:paraId="2C6642AD" w14:textId="77777777" w:rsidTr="006B04D2">
        <w:tc>
          <w:tcPr>
            <w:tcW w:w="1304" w:type="dxa"/>
            <w:vMerge w:val="restart"/>
          </w:tcPr>
          <w:p w14:paraId="79F2FF0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Уникальный номер реестровой записи &lt;5&gt;</w:t>
            </w:r>
          </w:p>
        </w:tc>
        <w:tc>
          <w:tcPr>
            <w:tcW w:w="2550" w:type="dxa"/>
            <w:gridSpan w:val="3"/>
          </w:tcPr>
          <w:p w14:paraId="7A2EAC7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00" w:type="dxa"/>
            <w:gridSpan w:val="2"/>
          </w:tcPr>
          <w:p w14:paraId="6B9A955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3259" w:type="dxa"/>
            <w:gridSpan w:val="4"/>
          </w:tcPr>
          <w:p w14:paraId="2460E5A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497" w:type="dxa"/>
            <w:gridSpan w:val="3"/>
          </w:tcPr>
          <w:p w14:paraId="34581669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Значение показателя объема работы</w:t>
            </w:r>
          </w:p>
        </w:tc>
        <w:tc>
          <w:tcPr>
            <w:tcW w:w="2440" w:type="dxa"/>
            <w:gridSpan w:val="3"/>
          </w:tcPr>
          <w:p w14:paraId="32607796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Размер</w:t>
            </w:r>
          </w:p>
          <w:p w14:paraId="39D88D3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платы (цена, тариф) &lt;8&gt;</w:t>
            </w:r>
          </w:p>
        </w:tc>
        <w:tc>
          <w:tcPr>
            <w:tcW w:w="1374" w:type="dxa"/>
            <w:gridSpan w:val="2"/>
          </w:tcPr>
          <w:p w14:paraId="43AF052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Допустимые (возможные) отклонения от установленных показателей объема работы &lt;7&gt;</w:t>
            </w:r>
          </w:p>
        </w:tc>
      </w:tr>
      <w:tr w:rsidR="002C6421" w:rsidRPr="002C6421" w14:paraId="14CEE3B6" w14:textId="77777777" w:rsidTr="006B04D2">
        <w:tc>
          <w:tcPr>
            <w:tcW w:w="1304" w:type="dxa"/>
            <w:vMerge/>
          </w:tcPr>
          <w:p w14:paraId="6A18AA9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4F54F7C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09B1C15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0352133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7EB8408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7D907E8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850" w:type="dxa"/>
            <w:vMerge w:val="restart"/>
          </w:tcPr>
          <w:p w14:paraId="2B5382D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показателя &lt;5&gt;</w:t>
            </w:r>
          </w:p>
        </w:tc>
        <w:tc>
          <w:tcPr>
            <w:tcW w:w="1700" w:type="dxa"/>
            <w:gridSpan w:val="2"/>
          </w:tcPr>
          <w:p w14:paraId="3DD07FE6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14:paraId="02C7811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описание работы</w:t>
            </w:r>
          </w:p>
        </w:tc>
        <w:tc>
          <w:tcPr>
            <w:tcW w:w="794" w:type="dxa"/>
            <w:vMerge w:val="restart"/>
          </w:tcPr>
          <w:p w14:paraId="3AAEE28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623468B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851" w:type="dxa"/>
            <w:vMerge w:val="restart"/>
          </w:tcPr>
          <w:p w14:paraId="0FA172D9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3FBF9DD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2" w:type="dxa"/>
            <w:vMerge w:val="restart"/>
          </w:tcPr>
          <w:p w14:paraId="35160A2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298F7E7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737" w:type="dxa"/>
            <w:vMerge w:val="restart"/>
          </w:tcPr>
          <w:p w14:paraId="00F352F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11C3200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851" w:type="dxa"/>
            <w:vMerge w:val="restart"/>
          </w:tcPr>
          <w:p w14:paraId="05B18DC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07981433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852" w:type="dxa"/>
            <w:vMerge w:val="restart"/>
          </w:tcPr>
          <w:p w14:paraId="704B93A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20__ год</w:t>
            </w:r>
          </w:p>
          <w:p w14:paraId="1E6C227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(2-й год планового периода)</w:t>
            </w:r>
          </w:p>
        </w:tc>
        <w:tc>
          <w:tcPr>
            <w:tcW w:w="633" w:type="dxa"/>
            <w:vMerge w:val="restart"/>
          </w:tcPr>
          <w:p w14:paraId="3572A7F7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процентах</w:t>
            </w:r>
          </w:p>
        </w:tc>
        <w:tc>
          <w:tcPr>
            <w:tcW w:w="741" w:type="dxa"/>
            <w:vMerge w:val="restart"/>
          </w:tcPr>
          <w:p w14:paraId="0AA270D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в абсолютных величинах</w:t>
            </w:r>
          </w:p>
        </w:tc>
      </w:tr>
      <w:tr w:rsidR="002C6421" w:rsidRPr="002C6421" w14:paraId="7E2509E8" w14:textId="77777777" w:rsidTr="006B04D2">
        <w:tc>
          <w:tcPr>
            <w:tcW w:w="1304" w:type="dxa"/>
            <w:vMerge/>
          </w:tcPr>
          <w:p w14:paraId="6002722A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8E2A62C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A0DDBED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0BAC2D4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7D10D8B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A014EC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F374A5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2B8142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наименование &lt;5&gt;</w:t>
            </w:r>
          </w:p>
        </w:tc>
        <w:tc>
          <w:tcPr>
            <w:tcW w:w="850" w:type="dxa"/>
          </w:tcPr>
          <w:p w14:paraId="6B0AADC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 xml:space="preserve">код по </w:t>
            </w:r>
            <w:hyperlink r:id="rId18" w:history="1">
              <w:r w:rsidRPr="002C642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2C6421">
              <w:rPr>
                <w:color w:val="000000" w:themeColor="text1"/>
                <w:sz w:val="20"/>
                <w:szCs w:val="20"/>
              </w:rPr>
              <w:t xml:space="preserve"> &lt;6&gt;</w:t>
            </w:r>
          </w:p>
        </w:tc>
        <w:tc>
          <w:tcPr>
            <w:tcW w:w="709" w:type="dxa"/>
            <w:vMerge/>
          </w:tcPr>
          <w:p w14:paraId="13B954E2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47FA0E62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F06ACDA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14:paraId="1E220C93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1B493407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25DB51A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vMerge/>
          </w:tcPr>
          <w:p w14:paraId="3FF98801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3" w:type="dxa"/>
            <w:vMerge/>
          </w:tcPr>
          <w:p w14:paraId="62E354DE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  <w:vMerge/>
          </w:tcPr>
          <w:p w14:paraId="463BC5EE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61120066" w14:textId="77777777" w:rsidTr="006B04D2">
        <w:tc>
          <w:tcPr>
            <w:tcW w:w="1304" w:type="dxa"/>
          </w:tcPr>
          <w:p w14:paraId="6DFA104D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2D50401A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AB7EF19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7D5C811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0D289F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0803540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02BC144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04617E1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2B2F23F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4A83322E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94" w:type="dxa"/>
          </w:tcPr>
          <w:p w14:paraId="2628E48B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09D471C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2" w:type="dxa"/>
          </w:tcPr>
          <w:p w14:paraId="361DAB7F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7" w:type="dxa"/>
          </w:tcPr>
          <w:p w14:paraId="2B48F690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2927BA78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2" w:type="dxa"/>
          </w:tcPr>
          <w:p w14:paraId="7429645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33" w:type="dxa"/>
          </w:tcPr>
          <w:p w14:paraId="72FC044C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41" w:type="dxa"/>
          </w:tcPr>
          <w:p w14:paraId="493DC095" w14:textId="77777777" w:rsidR="005C2818" w:rsidRPr="002C6421" w:rsidRDefault="005C2818" w:rsidP="002C642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C6421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2C6421" w:rsidRPr="002C6421" w14:paraId="7050E990" w14:textId="77777777" w:rsidTr="006B04D2">
        <w:tc>
          <w:tcPr>
            <w:tcW w:w="1304" w:type="dxa"/>
            <w:vMerge w:val="restart"/>
          </w:tcPr>
          <w:p w14:paraId="0AA634F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54A3DB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C2DB35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704552F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E8BAE9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3FB56B7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E865D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977FA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0943B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7077D51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</w:tcPr>
          <w:p w14:paraId="4035C43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B65B0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</w:tcPr>
          <w:p w14:paraId="13D034C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dxa"/>
          </w:tcPr>
          <w:p w14:paraId="35867AF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27E4B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</w:tcPr>
          <w:p w14:paraId="2C7E26E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3" w:type="dxa"/>
          </w:tcPr>
          <w:p w14:paraId="7EA777B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</w:tcPr>
          <w:p w14:paraId="79A955E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1C081CCB" w14:textId="77777777" w:rsidTr="006B04D2">
        <w:tc>
          <w:tcPr>
            <w:tcW w:w="1304" w:type="dxa"/>
            <w:vMerge/>
          </w:tcPr>
          <w:p w14:paraId="6B1D1C24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6CD816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24E9E452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BE8F575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31D50E8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6B5D874" w14:textId="77777777" w:rsidR="005C2818" w:rsidRPr="002C6421" w:rsidRDefault="005C2818" w:rsidP="002C6421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3DC3D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8FDA7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6BBDCC4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11427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</w:tcPr>
          <w:p w14:paraId="413095D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F1508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</w:tcPr>
          <w:p w14:paraId="67ABAC80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dxa"/>
          </w:tcPr>
          <w:p w14:paraId="400599C5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E8EA4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</w:tcPr>
          <w:p w14:paraId="4F70FCE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3" w:type="dxa"/>
          </w:tcPr>
          <w:p w14:paraId="3CA3634B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</w:tcPr>
          <w:p w14:paraId="6324F64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2C6421" w:rsidRPr="002C6421" w14:paraId="46B47673" w14:textId="77777777" w:rsidTr="006B04D2">
        <w:tc>
          <w:tcPr>
            <w:tcW w:w="1304" w:type="dxa"/>
          </w:tcPr>
          <w:p w14:paraId="7E4550E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3E118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34217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F4CADE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176B0F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72F212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BD6B4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C9CC0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A5E43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30F57D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</w:tcPr>
          <w:p w14:paraId="2A467848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811AA6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</w:tcPr>
          <w:p w14:paraId="2FE850DC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dxa"/>
          </w:tcPr>
          <w:p w14:paraId="7E72D9D1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1B153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</w:tcPr>
          <w:p w14:paraId="0509ED93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3" w:type="dxa"/>
          </w:tcPr>
          <w:p w14:paraId="68EBC6EA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41" w:type="dxa"/>
          </w:tcPr>
          <w:p w14:paraId="383AE6C9" w14:textId="77777777" w:rsidR="005C2818" w:rsidRPr="002C6421" w:rsidRDefault="005C2818" w:rsidP="002C6421">
            <w:pPr>
              <w:widowControl w:val="0"/>
              <w:autoSpaceDE w:val="0"/>
              <w:autoSpaceDN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430F3EB" w14:textId="77777777" w:rsidR="005C2818" w:rsidRPr="002C6421" w:rsidRDefault="005C2818" w:rsidP="002C6421">
      <w:pPr>
        <w:rPr>
          <w:rFonts w:eastAsiaTheme="minorHAnsi"/>
          <w:color w:val="000000" w:themeColor="text1"/>
          <w:sz w:val="26"/>
          <w:szCs w:val="26"/>
        </w:rPr>
        <w:sectPr w:rsidR="005C2818" w:rsidRPr="002C6421" w:rsidSect="006B04D2">
          <w:pgSz w:w="16838" w:h="11906" w:orient="landscape"/>
          <w:pgMar w:top="1701" w:right="1134" w:bottom="851" w:left="1134" w:header="709" w:footer="0" w:gutter="0"/>
          <w:cols w:space="720"/>
          <w:docGrid w:linePitch="326"/>
        </w:sectPr>
      </w:pPr>
    </w:p>
    <w:p w14:paraId="350A458E" w14:textId="77777777" w:rsidR="005C2818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5D3C1408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4D96F8A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0498EBE9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799EF6E6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272CAAA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8D5D85D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EDA443E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46790445" w14:textId="77777777" w:rsidR="006B04D2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4C9B9407" w14:textId="77777777" w:rsidR="007C0761" w:rsidRDefault="007C0761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  <w:sectPr w:rsidR="007C0761" w:rsidSect="006B04D2">
          <w:type w:val="continuous"/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14:paraId="2BA5ADC0" w14:textId="77106FBD" w:rsidR="006B04D2" w:rsidRPr="002C6421" w:rsidRDefault="006B04D2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39E0AE7F" w14:textId="4D153521" w:rsidR="005C2818" w:rsidRPr="006B04D2" w:rsidRDefault="006B04D2" w:rsidP="006B04D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B04D2">
        <w:rPr>
          <w:color w:val="000000" w:themeColor="text1"/>
          <w:sz w:val="28"/>
          <w:szCs w:val="28"/>
        </w:rPr>
        <w:t xml:space="preserve">4. </w:t>
      </w:r>
      <w:r w:rsidR="005C2818" w:rsidRPr="006B04D2">
        <w:rPr>
          <w:color w:val="000000" w:themeColor="text1"/>
          <w:sz w:val="28"/>
          <w:szCs w:val="28"/>
        </w:rPr>
        <w:t xml:space="preserve">Нормативные </w:t>
      </w:r>
      <w:r w:rsidRPr="006B04D2">
        <w:rPr>
          <w:color w:val="000000" w:themeColor="text1"/>
          <w:sz w:val="28"/>
          <w:szCs w:val="28"/>
        </w:rPr>
        <w:t>правовые</w:t>
      </w:r>
      <w:r w:rsidR="005C2818" w:rsidRPr="006B04D2">
        <w:rPr>
          <w:color w:val="000000" w:themeColor="text1"/>
          <w:sz w:val="28"/>
          <w:szCs w:val="28"/>
        </w:rPr>
        <w:t xml:space="preserve"> акты, устанавливающие размер платы (цену, тариф)</w:t>
      </w:r>
      <w:r w:rsidRPr="006B04D2">
        <w:rPr>
          <w:color w:val="000000" w:themeColor="text1"/>
          <w:sz w:val="28"/>
          <w:szCs w:val="28"/>
        </w:rPr>
        <w:t xml:space="preserve"> </w:t>
      </w:r>
      <w:r w:rsidR="005C2818" w:rsidRPr="006B04D2">
        <w:rPr>
          <w:color w:val="000000" w:themeColor="text1"/>
          <w:sz w:val="28"/>
          <w:szCs w:val="28"/>
        </w:rPr>
        <w:t>либо порядок ее установления &lt;7&gt;</w:t>
      </w:r>
    </w:p>
    <w:p w14:paraId="7B93222A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4"/>
        <w:gridCol w:w="1814"/>
        <w:gridCol w:w="1814"/>
      </w:tblGrid>
      <w:tr w:rsidR="002C6421" w:rsidRPr="006B04D2" w14:paraId="4FF43371" w14:textId="77777777" w:rsidTr="007C0761">
        <w:tc>
          <w:tcPr>
            <w:tcW w:w="9070" w:type="dxa"/>
            <w:gridSpan w:val="5"/>
            <w:vAlign w:val="center"/>
          </w:tcPr>
          <w:p w14:paraId="569291E7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Нормативный правовой акт</w:t>
            </w:r>
          </w:p>
        </w:tc>
      </w:tr>
      <w:tr w:rsidR="002C6421" w:rsidRPr="006B04D2" w14:paraId="475CE89F" w14:textId="77777777" w:rsidTr="007C0761">
        <w:tc>
          <w:tcPr>
            <w:tcW w:w="1814" w:type="dxa"/>
            <w:vAlign w:val="center"/>
          </w:tcPr>
          <w:p w14:paraId="66665ECC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вид</w:t>
            </w:r>
          </w:p>
        </w:tc>
        <w:tc>
          <w:tcPr>
            <w:tcW w:w="1814" w:type="dxa"/>
            <w:vAlign w:val="center"/>
          </w:tcPr>
          <w:p w14:paraId="004FB5C5" w14:textId="26CB5C52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 xml:space="preserve">принявший </w:t>
            </w:r>
            <w:r w:rsidR="006B04D2">
              <w:rPr>
                <w:color w:val="000000" w:themeColor="text1"/>
              </w:rPr>
              <w:br/>
            </w:r>
            <w:r w:rsidRPr="006B04D2">
              <w:rPr>
                <w:color w:val="000000" w:themeColor="text1"/>
              </w:rPr>
              <w:t>орган</w:t>
            </w:r>
          </w:p>
        </w:tc>
        <w:tc>
          <w:tcPr>
            <w:tcW w:w="1814" w:type="dxa"/>
            <w:vAlign w:val="center"/>
          </w:tcPr>
          <w:p w14:paraId="0CFCEB23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дата</w:t>
            </w:r>
          </w:p>
        </w:tc>
        <w:tc>
          <w:tcPr>
            <w:tcW w:w="1814" w:type="dxa"/>
            <w:vAlign w:val="center"/>
          </w:tcPr>
          <w:p w14:paraId="5DD54367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номер</w:t>
            </w:r>
          </w:p>
        </w:tc>
        <w:tc>
          <w:tcPr>
            <w:tcW w:w="1814" w:type="dxa"/>
            <w:vAlign w:val="center"/>
          </w:tcPr>
          <w:p w14:paraId="5987BCA5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наименование</w:t>
            </w:r>
          </w:p>
        </w:tc>
      </w:tr>
      <w:tr w:rsidR="002C6421" w:rsidRPr="006B04D2" w14:paraId="782FF500" w14:textId="77777777" w:rsidTr="007C0761">
        <w:tc>
          <w:tcPr>
            <w:tcW w:w="1814" w:type="dxa"/>
            <w:vAlign w:val="center"/>
          </w:tcPr>
          <w:p w14:paraId="5254FE11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1</w:t>
            </w:r>
          </w:p>
        </w:tc>
        <w:tc>
          <w:tcPr>
            <w:tcW w:w="1814" w:type="dxa"/>
            <w:vAlign w:val="center"/>
          </w:tcPr>
          <w:p w14:paraId="21A3B801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2</w:t>
            </w:r>
          </w:p>
        </w:tc>
        <w:tc>
          <w:tcPr>
            <w:tcW w:w="1814" w:type="dxa"/>
            <w:vAlign w:val="center"/>
          </w:tcPr>
          <w:p w14:paraId="20D6D26F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3</w:t>
            </w:r>
          </w:p>
        </w:tc>
        <w:tc>
          <w:tcPr>
            <w:tcW w:w="1814" w:type="dxa"/>
            <w:vAlign w:val="center"/>
          </w:tcPr>
          <w:p w14:paraId="6C53BE85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4</w:t>
            </w:r>
          </w:p>
        </w:tc>
        <w:tc>
          <w:tcPr>
            <w:tcW w:w="1814" w:type="dxa"/>
            <w:vAlign w:val="center"/>
          </w:tcPr>
          <w:p w14:paraId="63C0D81E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6B04D2">
              <w:rPr>
                <w:color w:val="000000" w:themeColor="text1"/>
              </w:rPr>
              <w:t>5</w:t>
            </w:r>
          </w:p>
        </w:tc>
      </w:tr>
      <w:tr w:rsidR="002C6421" w:rsidRPr="006B04D2" w14:paraId="6D52C7FA" w14:textId="77777777" w:rsidTr="007C0761">
        <w:tc>
          <w:tcPr>
            <w:tcW w:w="1814" w:type="dxa"/>
            <w:vAlign w:val="center"/>
          </w:tcPr>
          <w:p w14:paraId="62D6F5BD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6B9E2D7F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2E44592C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0F1DC687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14" w:type="dxa"/>
            <w:vAlign w:val="center"/>
          </w:tcPr>
          <w:p w14:paraId="0455DED8" w14:textId="77777777" w:rsidR="005C2818" w:rsidRPr="006B04D2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</w:tbl>
    <w:p w14:paraId="1BCEB4EA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63FF287B" w14:textId="689D473F" w:rsidR="005C2818" w:rsidRPr="002C6421" w:rsidRDefault="005C2818" w:rsidP="007C0761">
      <w:pPr>
        <w:widowControl w:val="0"/>
        <w:autoSpaceDE w:val="0"/>
        <w:autoSpaceDN w:val="0"/>
        <w:jc w:val="center"/>
        <w:rPr>
          <w:color w:val="000000" w:themeColor="text1"/>
          <w:sz w:val="26"/>
          <w:szCs w:val="26"/>
        </w:rPr>
      </w:pPr>
      <w:r w:rsidRPr="002C6421">
        <w:rPr>
          <w:color w:val="000000" w:themeColor="text1"/>
          <w:sz w:val="26"/>
          <w:szCs w:val="26"/>
        </w:rPr>
        <w:t>Часть III. Прочие сведения о муниципальном задании &lt;9&gt;</w:t>
      </w:r>
    </w:p>
    <w:p w14:paraId="4EC0EEB8" w14:textId="77777777" w:rsidR="005C2818" w:rsidRPr="002C642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</w:p>
    <w:p w14:paraId="5A6E3FEE" w14:textId="5C39544B" w:rsidR="005C2818" w:rsidRPr="002C6421" w:rsidRDefault="005C2818" w:rsidP="007C0761">
      <w:pPr>
        <w:widowControl w:val="0"/>
        <w:autoSpaceDE w:val="0"/>
        <w:autoSpaceDN w:val="0"/>
        <w:ind w:left="708" w:firstLine="1"/>
        <w:rPr>
          <w:color w:val="000000" w:themeColor="text1"/>
          <w:sz w:val="26"/>
          <w:szCs w:val="26"/>
        </w:rPr>
      </w:pPr>
      <w:r w:rsidRPr="002C6421">
        <w:rPr>
          <w:color w:val="000000" w:themeColor="text1"/>
          <w:sz w:val="26"/>
          <w:szCs w:val="26"/>
        </w:rPr>
        <w:t>1. Основания (условия и порядок)</w:t>
      </w:r>
      <w:r w:rsidR="007C0761">
        <w:rPr>
          <w:color w:val="000000" w:themeColor="text1"/>
          <w:sz w:val="26"/>
          <w:szCs w:val="26"/>
        </w:rPr>
        <w:t xml:space="preserve"> </w:t>
      </w:r>
      <w:r w:rsidR="007C0761">
        <w:rPr>
          <w:color w:val="000000" w:themeColor="text1"/>
          <w:sz w:val="26"/>
          <w:szCs w:val="26"/>
        </w:rPr>
        <w:br/>
      </w:r>
      <w:r w:rsidRPr="002C6421">
        <w:rPr>
          <w:color w:val="000000" w:themeColor="text1"/>
          <w:sz w:val="26"/>
          <w:szCs w:val="26"/>
        </w:rPr>
        <w:t>для досрочного прекращения</w:t>
      </w:r>
      <w:r w:rsidR="007C0761">
        <w:rPr>
          <w:color w:val="000000" w:themeColor="text1"/>
          <w:sz w:val="26"/>
          <w:szCs w:val="26"/>
        </w:rPr>
        <w:t xml:space="preserve"> </w:t>
      </w:r>
      <w:r w:rsidR="007C0761">
        <w:rPr>
          <w:color w:val="000000" w:themeColor="text1"/>
          <w:sz w:val="26"/>
          <w:szCs w:val="26"/>
        </w:rPr>
        <w:br/>
      </w:r>
      <w:r w:rsidRPr="002C6421">
        <w:rPr>
          <w:color w:val="000000" w:themeColor="text1"/>
          <w:sz w:val="26"/>
          <w:szCs w:val="26"/>
        </w:rPr>
        <w:t>выполнения муниципального задания _________________________________</w:t>
      </w:r>
    </w:p>
    <w:p w14:paraId="655CC393" w14:textId="71FBC1BA" w:rsidR="005C2818" w:rsidRPr="002C6421" w:rsidRDefault="005C2818" w:rsidP="007C0761">
      <w:pPr>
        <w:widowControl w:val="0"/>
        <w:autoSpaceDE w:val="0"/>
        <w:autoSpaceDN w:val="0"/>
        <w:ind w:left="708" w:firstLine="1"/>
        <w:rPr>
          <w:color w:val="000000" w:themeColor="text1"/>
          <w:sz w:val="26"/>
          <w:szCs w:val="26"/>
        </w:rPr>
      </w:pPr>
      <w:r w:rsidRPr="002C6421">
        <w:rPr>
          <w:color w:val="000000" w:themeColor="text1"/>
          <w:sz w:val="26"/>
          <w:szCs w:val="26"/>
        </w:rPr>
        <w:t>2. Иная информация, необходимая</w:t>
      </w:r>
      <w:r w:rsidR="007C0761">
        <w:rPr>
          <w:color w:val="000000" w:themeColor="text1"/>
          <w:sz w:val="26"/>
          <w:szCs w:val="26"/>
        </w:rPr>
        <w:t xml:space="preserve"> </w:t>
      </w:r>
      <w:r w:rsidR="007C0761">
        <w:rPr>
          <w:color w:val="000000" w:themeColor="text1"/>
          <w:sz w:val="26"/>
          <w:szCs w:val="26"/>
        </w:rPr>
        <w:br/>
      </w:r>
      <w:r w:rsidRPr="002C6421">
        <w:rPr>
          <w:color w:val="000000" w:themeColor="text1"/>
          <w:sz w:val="26"/>
          <w:szCs w:val="26"/>
        </w:rPr>
        <w:t>для выполнения (контроля за выполнением)</w:t>
      </w:r>
      <w:r w:rsidR="007C0761">
        <w:rPr>
          <w:color w:val="000000" w:themeColor="text1"/>
          <w:sz w:val="26"/>
          <w:szCs w:val="26"/>
        </w:rPr>
        <w:t xml:space="preserve"> </w:t>
      </w:r>
      <w:r w:rsidR="007C0761">
        <w:rPr>
          <w:color w:val="000000" w:themeColor="text1"/>
          <w:sz w:val="26"/>
          <w:szCs w:val="26"/>
        </w:rPr>
        <w:br/>
        <w:t xml:space="preserve">муниципального задания </w:t>
      </w:r>
      <w:r w:rsidRPr="002C6421">
        <w:rPr>
          <w:color w:val="000000" w:themeColor="text1"/>
          <w:sz w:val="26"/>
          <w:szCs w:val="26"/>
        </w:rPr>
        <w:t>_____________________________</w:t>
      </w:r>
      <w:r w:rsidR="007C0761">
        <w:rPr>
          <w:color w:val="000000" w:themeColor="text1"/>
          <w:sz w:val="26"/>
          <w:szCs w:val="26"/>
        </w:rPr>
        <w:t>__________</w:t>
      </w:r>
      <w:r w:rsidRPr="002C6421">
        <w:rPr>
          <w:color w:val="000000" w:themeColor="text1"/>
          <w:sz w:val="26"/>
          <w:szCs w:val="26"/>
        </w:rPr>
        <w:t>_____</w:t>
      </w:r>
    </w:p>
    <w:p w14:paraId="32C7DA69" w14:textId="77777777" w:rsidR="005C2818" w:rsidRPr="002C642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 w:rsidRPr="002C6421">
        <w:rPr>
          <w:color w:val="000000" w:themeColor="text1"/>
          <w:sz w:val="26"/>
          <w:szCs w:val="26"/>
        </w:rPr>
        <w:t>3. Порядок контроля за выполнением муниципального задания</w:t>
      </w:r>
    </w:p>
    <w:p w14:paraId="3812B939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928"/>
        <w:gridCol w:w="5950"/>
      </w:tblGrid>
      <w:tr w:rsidR="002C6421" w:rsidRPr="007C0761" w14:paraId="79DA3BD0" w14:textId="77777777" w:rsidTr="007C0761">
        <w:tc>
          <w:tcPr>
            <w:tcW w:w="1191" w:type="dxa"/>
            <w:vAlign w:val="center"/>
          </w:tcPr>
          <w:p w14:paraId="415899B2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C0761">
              <w:rPr>
                <w:color w:val="000000" w:themeColor="text1"/>
              </w:rPr>
              <w:t>Форма контроля</w:t>
            </w:r>
          </w:p>
        </w:tc>
        <w:tc>
          <w:tcPr>
            <w:tcW w:w="1928" w:type="dxa"/>
            <w:vAlign w:val="center"/>
          </w:tcPr>
          <w:p w14:paraId="7F0D2145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C0761">
              <w:rPr>
                <w:color w:val="000000" w:themeColor="text1"/>
              </w:rPr>
              <w:t>Периодичность</w:t>
            </w:r>
          </w:p>
        </w:tc>
        <w:tc>
          <w:tcPr>
            <w:tcW w:w="5950" w:type="dxa"/>
            <w:vAlign w:val="center"/>
          </w:tcPr>
          <w:p w14:paraId="35C24B94" w14:textId="5E7DE49B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C0761">
              <w:rPr>
                <w:color w:val="000000" w:themeColor="text1"/>
              </w:rPr>
              <w:t>Органы, осуществляющие контроль за выполнением муниципального задания</w:t>
            </w:r>
          </w:p>
        </w:tc>
      </w:tr>
      <w:tr w:rsidR="002C6421" w:rsidRPr="007C0761" w14:paraId="38E3FEE3" w14:textId="77777777" w:rsidTr="007C0761">
        <w:tc>
          <w:tcPr>
            <w:tcW w:w="1191" w:type="dxa"/>
            <w:vAlign w:val="center"/>
          </w:tcPr>
          <w:p w14:paraId="44358C9A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C0761">
              <w:rPr>
                <w:color w:val="000000" w:themeColor="text1"/>
              </w:rPr>
              <w:t>1</w:t>
            </w:r>
          </w:p>
        </w:tc>
        <w:tc>
          <w:tcPr>
            <w:tcW w:w="1928" w:type="dxa"/>
            <w:vAlign w:val="center"/>
          </w:tcPr>
          <w:p w14:paraId="555FDB77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C0761">
              <w:rPr>
                <w:color w:val="000000" w:themeColor="text1"/>
              </w:rPr>
              <w:t>2</w:t>
            </w:r>
          </w:p>
        </w:tc>
        <w:tc>
          <w:tcPr>
            <w:tcW w:w="5950" w:type="dxa"/>
            <w:vAlign w:val="center"/>
          </w:tcPr>
          <w:p w14:paraId="5973572B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7C0761">
              <w:rPr>
                <w:color w:val="000000" w:themeColor="text1"/>
              </w:rPr>
              <w:t>3</w:t>
            </w:r>
          </w:p>
        </w:tc>
      </w:tr>
      <w:tr w:rsidR="002C6421" w:rsidRPr="007C0761" w14:paraId="4EAF317A" w14:textId="77777777" w:rsidTr="007C0761">
        <w:tc>
          <w:tcPr>
            <w:tcW w:w="1191" w:type="dxa"/>
            <w:vAlign w:val="center"/>
          </w:tcPr>
          <w:p w14:paraId="1DB62462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928" w:type="dxa"/>
            <w:vAlign w:val="center"/>
          </w:tcPr>
          <w:p w14:paraId="6F9E75E0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5950" w:type="dxa"/>
            <w:vAlign w:val="center"/>
          </w:tcPr>
          <w:p w14:paraId="2D1D0E02" w14:textId="77777777" w:rsidR="005C2818" w:rsidRPr="007C0761" w:rsidRDefault="005C2818" w:rsidP="007C076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</w:tbl>
    <w:p w14:paraId="3209EB7D" w14:textId="77777777" w:rsidR="005C2818" w:rsidRPr="002C6421" w:rsidRDefault="005C2818" w:rsidP="002C6421">
      <w:pPr>
        <w:widowControl w:val="0"/>
        <w:autoSpaceDE w:val="0"/>
        <w:autoSpaceDN w:val="0"/>
        <w:jc w:val="both"/>
        <w:rPr>
          <w:color w:val="000000" w:themeColor="text1"/>
          <w:sz w:val="26"/>
          <w:szCs w:val="26"/>
        </w:rPr>
      </w:pPr>
    </w:p>
    <w:p w14:paraId="419BEFE7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4. Требования к отчетности</w:t>
      </w:r>
    </w:p>
    <w:p w14:paraId="164F546D" w14:textId="0B70B0BD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о выполнении муниципального задания</w:t>
      </w:r>
      <w:r w:rsidR="007C0761">
        <w:rPr>
          <w:color w:val="000000" w:themeColor="text1"/>
          <w:sz w:val="28"/>
          <w:szCs w:val="28"/>
        </w:rPr>
        <w:t xml:space="preserve"> ___________________________</w:t>
      </w:r>
    </w:p>
    <w:p w14:paraId="7C669576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4.1. Периодичность представления отчетов</w:t>
      </w:r>
    </w:p>
    <w:p w14:paraId="0680D518" w14:textId="21F6D4FB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 xml:space="preserve">о выполнении </w:t>
      </w:r>
      <w:r w:rsidR="007C0761">
        <w:rPr>
          <w:color w:val="000000" w:themeColor="text1"/>
          <w:sz w:val="28"/>
          <w:szCs w:val="28"/>
        </w:rPr>
        <w:t>муниципального задания ___________________________</w:t>
      </w:r>
    </w:p>
    <w:p w14:paraId="177BABB3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4.2. Сроки представления отчетов</w:t>
      </w:r>
    </w:p>
    <w:p w14:paraId="7E76AB6B" w14:textId="31F20DD2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 xml:space="preserve">о выполнении муниципального задания </w:t>
      </w:r>
      <w:r w:rsidR="007C0761">
        <w:rPr>
          <w:color w:val="000000" w:themeColor="text1"/>
          <w:sz w:val="28"/>
          <w:szCs w:val="28"/>
        </w:rPr>
        <w:t>___________________________</w:t>
      </w:r>
    </w:p>
    <w:p w14:paraId="299B2D52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4.2.1. Сроки представления предварительного</w:t>
      </w:r>
    </w:p>
    <w:p w14:paraId="79ADDF01" w14:textId="1FD45C4B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lastRenderedPageBreak/>
        <w:t>отчета о выполнении муниципального</w:t>
      </w:r>
      <w:r w:rsidR="007C0761">
        <w:rPr>
          <w:color w:val="000000" w:themeColor="text1"/>
          <w:sz w:val="28"/>
          <w:szCs w:val="28"/>
        </w:rPr>
        <w:t xml:space="preserve"> задания</w:t>
      </w:r>
      <w:r w:rsidRPr="007C0761">
        <w:rPr>
          <w:color w:val="000000" w:themeColor="text1"/>
          <w:sz w:val="28"/>
          <w:szCs w:val="28"/>
        </w:rPr>
        <w:t>______</w:t>
      </w:r>
      <w:r w:rsidR="007C0761">
        <w:rPr>
          <w:color w:val="000000" w:themeColor="text1"/>
          <w:sz w:val="28"/>
          <w:szCs w:val="28"/>
        </w:rPr>
        <w:t>_</w:t>
      </w:r>
      <w:r w:rsidRPr="007C0761">
        <w:rPr>
          <w:color w:val="000000" w:themeColor="text1"/>
          <w:sz w:val="28"/>
          <w:szCs w:val="28"/>
        </w:rPr>
        <w:t>______________</w:t>
      </w:r>
    </w:p>
    <w:p w14:paraId="1E51340F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4.3. Иные требования к отчетности</w:t>
      </w:r>
    </w:p>
    <w:p w14:paraId="2C46DF52" w14:textId="29F1F224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 xml:space="preserve">о выполнении муниципального задания </w:t>
      </w:r>
      <w:r w:rsidR="007C0761">
        <w:rPr>
          <w:color w:val="000000" w:themeColor="text1"/>
          <w:sz w:val="28"/>
          <w:szCs w:val="28"/>
        </w:rPr>
        <w:t>_</w:t>
      </w:r>
      <w:r w:rsidRPr="007C0761">
        <w:rPr>
          <w:color w:val="000000" w:themeColor="text1"/>
          <w:sz w:val="28"/>
          <w:szCs w:val="28"/>
        </w:rPr>
        <w:t>__________________________</w:t>
      </w:r>
    </w:p>
    <w:p w14:paraId="35F20549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5. Иные показатели, связанные</w:t>
      </w:r>
    </w:p>
    <w:p w14:paraId="3E32ACF0" w14:textId="008DBA35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с выполнением муниципального</w:t>
      </w:r>
      <w:r w:rsidR="007C0761">
        <w:rPr>
          <w:color w:val="000000" w:themeColor="text1"/>
          <w:sz w:val="28"/>
          <w:szCs w:val="28"/>
        </w:rPr>
        <w:t xml:space="preserve"> </w:t>
      </w:r>
      <w:r w:rsidRPr="007C0761">
        <w:rPr>
          <w:color w:val="000000" w:themeColor="text1"/>
          <w:sz w:val="28"/>
          <w:szCs w:val="28"/>
        </w:rPr>
        <w:t>задания &lt;10</w:t>
      </w:r>
      <w:r w:rsidR="007C0761">
        <w:rPr>
          <w:color w:val="000000" w:themeColor="text1"/>
          <w:sz w:val="28"/>
          <w:szCs w:val="28"/>
        </w:rPr>
        <w:t>&gt;</w:t>
      </w:r>
      <w:r w:rsidRPr="007C0761">
        <w:rPr>
          <w:color w:val="000000" w:themeColor="text1"/>
          <w:sz w:val="28"/>
          <w:szCs w:val="28"/>
        </w:rPr>
        <w:t>______</w:t>
      </w:r>
      <w:r w:rsidR="00202057">
        <w:rPr>
          <w:color w:val="000000" w:themeColor="text1"/>
          <w:sz w:val="28"/>
          <w:szCs w:val="28"/>
        </w:rPr>
        <w:t>______</w:t>
      </w:r>
      <w:r w:rsidRPr="007C0761">
        <w:rPr>
          <w:color w:val="000000" w:themeColor="text1"/>
          <w:sz w:val="28"/>
          <w:szCs w:val="28"/>
        </w:rPr>
        <w:t>__________</w:t>
      </w:r>
    </w:p>
    <w:p w14:paraId="39215A84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</w:p>
    <w:p w14:paraId="4F9A3FEF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--------------------------------</w:t>
      </w:r>
    </w:p>
    <w:p w14:paraId="6B93A6B0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&lt;1&gt; Номер муниципального задания.</w:t>
      </w:r>
    </w:p>
    <w:p w14:paraId="1A6E993D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&lt;2&gt; Заполняется в случае досрочного прекращения выполнения муниципального задания.</w:t>
      </w:r>
    </w:p>
    <w:p w14:paraId="1FF970D6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&lt;3&gt;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14:paraId="3F6A73A5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&lt;4&gt; 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а при их отсутствии или в дополнение к ним - показателями, характеризующими качество услуг (работ), установленными при необходимости органом, осуществляющим функции и полномочия учредителя муниципальных бюджетных или автономных учреждений, главным распорядителем средств бюджета, в ведении которого находятся муниципальные казенные учреждения, и единицы их измерения.</w:t>
      </w:r>
    </w:p>
    <w:p w14:paraId="71E359BB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&lt;5&gt; Заполняется в соответствии с общероссийскими базовыми перечнями или региональными перечнями.</w:t>
      </w:r>
    </w:p>
    <w:p w14:paraId="39F63E24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&lt;6&gt; Заполняется в соответствии с кодом, указанным в общероссийском базовом перечне или региональном перечне (при наличии).</w:t>
      </w:r>
    </w:p>
    <w:p w14:paraId="36BAB170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lastRenderedPageBreak/>
        <w:t>&lt;7&gt; 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14:paraId="3335DEAB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14:paraId="34AC1CD0" w14:textId="77777777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&lt;9&gt; Заполняется в целом по муниципальному заданию.</w:t>
      </w:r>
    </w:p>
    <w:p w14:paraId="49DA3778" w14:textId="3D47FCEF" w:rsidR="005C2818" w:rsidRPr="007C0761" w:rsidRDefault="005C2818" w:rsidP="007C076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C0761">
        <w:rPr>
          <w:color w:val="000000" w:themeColor="text1"/>
          <w:sz w:val="28"/>
          <w:szCs w:val="28"/>
        </w:rPr>
        <w:t>&lt;10&gt;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выполненным, при принятии органом, осуществляющим функции и полномочия учредителя муниципальных бюджетных или автономных учреждений, главным распорядителем средств бюджета,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подпунктами 3.1 и 3.2 частей I и II настоящего муницип</w:t>
      </w:r>
      <w:r w:rsidR="007C0761">
        <w:rPr>
          <w:color w:val="000000" w:themeColor="text1"/>
          <w:sz w:val="28"/>
          <w:szCs w:val="28"/>
        </w:rPr>
        <w:t>ального задания, не заполняются.».</w:t>
      </w:r>
    </w:p>
    <w:p w14:paraId="36EB16DE" w14:textId="77777777" w:rsidR="00765FB3" w:rsidRPr="002C6421" w:rsidRDefault="00765FB3" w:rsidP="007C0761">
      <w:pPr>
        <w:rPr>
          <w:color w:val="000000" w:themeColor="text1"/>
        </w:rPr>
      </w:pPr>
    </w:p>
    <w:sectPr w:rsidR="00765FB3" w:rsidRPr="002C6421" w:rsidSect="007C0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0574531"/>
      <w:docPartObj>
        <w:docPartGallery w:val="Page Numbers (Top of Page)"/>
        <w:docPartUnique/>
      </w:docPartObj>
    </w:sdtPr>
    <w:sdtEndPr/>
    <w:sdtContent>
      <w:p w14:paraId="2F9BEE1B" w14:textId="59EC2363" w:rsidR="00765FB3" w:rsidRDefault="006B04D2" w:rsidP="006B04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98C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C34D1"/>
    <w:rsid w:val="000E3C1B"/>
    <w:rsid w:val="000F61C5"/>
    <w:rsid w:val="001067EA"/>
    <w:rsid w:val="001067F4"/>
    <w:rsid w:val="00142859"/>
    <w:rsid w:val="0017704D"/>
    <w:rsid w:val="00202057"/>
    <w:rsid w:val="00206CA4"/>
    <w:rsid w:val="00291232"/>
    <w:rsid w:val="002B0491"/>
    <w:rsid w:val="002C6421"/>
    <w:rsid w:val="00333F0B"/>
    <w:rsid w:val="00337D5D"/>
    <w:rsid w:val="003911E3"/>
    <w:rsid w:val="003C3E4D"/>
    <w:rsid w:val="00435DAE"/>
    <w:rsid w:val="00453A25"/>
    <w:rsid w:val="00494CC4"/>
    <w:rsid w:val="00497884"/>
    <w:rsid w:val="004E5AE2"/>
    <w:rsid w:val="00502266"/>
    <w:rsid w:val="005036B2"/>
    <w:rsid w:val="005300B2"/>
    <w:rsid w:val="00566BB5"/>
    <w:rsid w:val="005800C3"/>
    <w:rsid w:val="00584E7D"/>
    <w:rsid w:val="005C2818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04D2"/>
    <w:rsid w:val="006B3C38"/>
    <w:rsid w:val="006B6EBB"/>
    <w:rsid w:val="007057EC"/>
    <w:rsid w:val="00763452"/>
    <w:rsid w:val="00765FB3"/>
    <w:rsid w:val="0077121E"/>
    <w:rsid w:val="007853E2"/>
    <w:rsid w:val="007C0761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B098C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  <w:rsid w:val="00FD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6070E13A16FE8CEEB0DF4793820C541174BF86C494ABDF73598F55EC2EE82D6C066394C20396E04B1AC93C13F1w6R5A" TargetMode="External"/><Relationship Id="rId18" Type="http://schemas.openxmlformats.org/officeDocument/2006/relationships/hyperlink" Target="consultantplus://offline/ref=6070E13A16FE8CEEB0DF4793820C541174BB82C596A7DF73598F55EC2EE82D6C066394C20396E04B1AC93C13F1w6R5A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6070E13A16FE8CEEB0DF4793820C541174BF86C494ABDF73598F55EC2EE82D6C066394C20396E04B1AC93C13F1w6R5A" TargetMode="External"/><Relationship Id="rId17" Type="http://schemas.openxmlformats.org/officeDocument/2006/relationships/hyperlink" Target="consultantplus://offline/ref=6070E13A16FE8CEEB0DF4793820C541174BB82C596A7DF73598F55EC2EE82D6C066394C20396E04B1AC93C13F1w6R5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070E13A16FE8CEEB0DF4793820C541174BB82C596A7DF73598F55EC2EE82D6C066394C20396E04B1AC93C13F1w6R5A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6070E13A16FE8CEEB0DF4793820C541174B885C795A6DF73598F55EC2EE82D6C066394C20396E04B1AC93C13F1w6R5A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6070E13A16FE8CEEB0DF4793820C541174BB82C596A7DF73598F55EC2EE82D6C066394C20396E04B1AC93C13F1w6R5A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6070E13A16FE8CEEB0DF4793820C541174BF86C494ABDF73598F55EC2EE82D6C066394C20396E04B1AC93C13F1w6R5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00ae519a-a787-4cb6-a9f3-e0d2ce624f96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D7192FFF-C2B2-4F10-B7A4-C791C93B1729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5F2D2E-FB79-447A-91FA-83D34CF3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17</cp:revision>
  <cp:lastPrinted>2008-03-14T00:47:00Z</cp:lastPrinted>
  <dcterms:created xsi:type="dcterms:W3CDTF">2016-04-18T22:59:00Z</dcterms:created>
  <dcterms:modified xsi:type="dcterms:W3CDTF">2020-06-15T05:35:00Z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