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CF8418C" w14:textId="77777777" w:rsidTr="00987DB5">
        <w:tc>
          <w:tcPr>
            <w:tcW w:w="9498" w:type="dxa"/>
          </w:tcPr>
          <w:p w14:paraId="1CF8418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CF841A3" wp14:editId="1CF841A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F8418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CF8418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CF8418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CF8418D" w14:textId="37B732B3" w:rsidR="0033636C" w:rsidRPr="00DF3E9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F3E9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8571A">
            <w:rPr>
              <w:rFonts w:ascii="Times New Roman" w:hAnsi="Times New Roman"/>
              <w:sz w:val="28"/>
              <w:szCs w:val="28"/>
            </w:rPr>
            <w:t>15 июля 2022 года</w:t>
          </w:r>
        </w:sdtContent>
      </w:sdt>
      <w:r w:rsidRPr="00DF3E9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8571A" w:rsidRPr="0008571A">
            <w:rPr>
              <w:rFonts w:ascii="Times New Roman" w:hAnsi="Times New Roman"/>
              <w:sz w:val="28"/>
              <w:szCs w:val="28"/>
            </w:rPr>
            <w:t>362</w:t>
          </w:r>
        </w:sdtContent>
      </w:sdt>
    </w:p>
    <w:p w14:paraId="1CF8418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CF8418F" w14:textId="15A41C17" w:rsidR="0033636C" w:rsidRPr="000E702F" w:rsidRDefault="0033636C" w:rsidP="00DF3E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02F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DF3E97">
        <w:rPr>
          <w:rFonts w:ascii="Times New Roman" w:hAnsi="Times New Roman"/>
          <w:b/>
          <w:sz w:val="28"/>
          <w:szCs w:val="28"/>
        </w:rPr>
        <w:br/>
      </w:r>
      <w:r w:rsidRPr="000E702F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«Предоставление жилых помещений по договорам социального найма гражданам, </w:t>
      </w:r>
      <w:r w:rsidR="00DF3E97">
        <w:rPr>
          <w:rFonts w:ascii="Times New Roman" w:hAnsi="Times New Roman"/>
          <w:b/>
          <w:sz w:val="28"/>
          <w:szCs w:val="28"/>
        </w:rPr>
        <w:br/>
      </w:r>
      <w:r w:rsidRPr="000E702F">
        <w:rPr>
          <w:rFonts w:ascii="Times New Roman" w:hAnsi="Times New Roman"/>
          <w:b/>
          <w:sz w:val="28"/>
          <w:szCs w:val="28"/>
        </w:rPr>
        <w:t>состоящим на учёте в качестве нуждающихся в жилых помещениях»</w:t>
      </w:r>
    </w:p>
    <w:p w14:paraId="1CF84190" w14:textId="77777777" w:rsidR="00185FEC" w:rsidRDefault="00185FEC" w:rsidP="00DF3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00750E" w14:textId="4AF8C95B" w:rsidR="000E702F" w:rsidRPr="0054790D" w:rsidRDefault="000E702F" w:rsidP="00DF3E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 w:rsidR="00DF3E97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DF3E9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3897915F" w14:textId="745EBB24" w:rsidR="000E702F" w:rsidRPr="0054790D" w:rsidRDefault="000E702F" w:rsidP="0008571A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5C4E2C">
        <w:rPr>
          <w:rFonts w:ascii="Times New Roman" w:hAnsi="Times New Roman"/>
          <w:sz w:val="28"/>
          <w:szCs w:val="28"/>
        </w:rPr>
        <w:t>Предоставление жилых помещений по договорам социального найма гражданам, состоящим на учёте в качестве нуждающихся в жилых помещениях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29B0C9F2" w14:textId="73F27580" w:rsidR="000E702F" w:rsidRPr="0054790D" w:rsidRDefault="000E702F" w:rsidP="00DF3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</w:t>
      </w:r>
      <w:r w:rsidR="0027404E">
        <w:rPr>
          <w:rFonts w:ascii="Times New Roman" w:hAnsi="Times New Roman"/>
          <w:sz w:val="28"/>
          <w:szCs w:val="28"/>
        </w:rPr>
        <w:t>ть утратившими силу постановления</w:t>
      </w:r>
      <w:r w:rsidRPr="00547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Ногликский»:</w:t>
      </w:r>
    </w:p>
    <w:p w14:paraId="7E4019FC" w14:textId="6F7E2ECC" w:rsidR="000E702F" w:rsidRPr="0054790D" w:rsidRDefault="00DF3E97" w:rsidP="00DF3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E702F" w:rsidRPr="0054790D">
        <w:rPr>
          <w:rFonts w:ascii="Times New Roman" w:hAnsi="Times New Roman"/>
          <w:sz w:val="28"/>
          <w:szCs w:val="28"/>
        </w:rPr>
        <w:t xml:space="preserve">от </w:t>
      </w:r>
      <w:r w:rsidR="000E702F">
        <w:rPr>
          <w:rFonts w:ascii="Times New Roman" w:hAnsi="Times New Roman"/>
          <w:sz w:val="28"/>
          <w:szCs w:val="28"/>
        </w:rPr>
        <w:t>17</w:t>
      </w:r>
      <w:r w:rsidR="000E702F" w:rsidRPr="0054790D">
        <w:rPr>
          <w:rFonts w:ascii="Times New Roman" w:hAnsi="Times New Roman"/>
          <w:sz w:val="28"/>
          <w:szCs w:val="28"/>
        </w:rPr>
        <w:t>.0</w:t>
      </w:r>
      <w:r w:rsidR="000E702F">
        <w:rPr>
          <w:rFonts w:ascii="Times New Roman" w:hAnsi="Times New Roman"/>
          <w:sz w:val="28"/>
          <w:szCs w:val="28"/>
        </w:rPr>
        <w:t>7</w:t>
      </w:r>
      <w:r w:rsidR="000E702F" w:rsidRPr="0054790D">
        <w:rPr>
          <w:rFonts w:ascii="Times New Roman" w:hAnsi="Times New Roman"/>
          <w:sz w:val="28"/>
          <w:szCs w:val="28"/>
        </w:rPr>
        <w:t>.2018 № 6</w:t>
      </w:r>
      <w:r w:rsidR="000E702F">
        <w:rPr>
          <w:rFonts w:ascii="Times New Roman" w:hAnsi="Times New Roman"/>
          <w:sz w:val="28"/>
          <w:szCs w:val="28"/>
        </w:rPr>
        <w:t>84</w:t>
      </w:r>
      <w:r w:rsidR="000E702F" w:rsidRPr="0054790D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0E702F" w:rsidRPr="005C4E2C">
        <w:rPr>
          <w:rFonts w:ascii="Times New Roman" w:hAnsi="Times New Roman"/>
          <w:sz w:val="28"/>
          <w:szCs w:val="28"/>
        </w:rPr>
        <w:t>Предоставление жилых помещений по договорам социального найма гражданам, состоящим на учёте в качестве нуждающихся в жилых помещениях</w:t>
      </w:r>
      <w:r w:rsidR="000E702F" w:rsidRPr="0054790D">
        <w:rPr>
          <w:rFonts w:ascii="Times New Roman" w:hAnsi="Times New Roman"/>
          <w:sz w:val="28"/>
          <w:szCs w:val="28"/>
        </w:rPr>
        <w:t>», за исключением пункта 2;</w:t>
      </w:r>
    </w:p>
    <w:p w14:paraId="7C31C6EA" w14:textId="7B1EE8B8" w:rsidR="000E702F" w:rsidRDefault="000E702F" w:rsidP="00DF3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- от 2</w:t>
      </w:r>
      <w:r>
        <w:rPr>
          <w:rFonts w:ascii="Times New Roman" w:hAnsi="Times New Roman"/>
          <w:sz w:val="28"/>
          <w:szCs w:val="28"/>
        </w:rPr>
        <w:t>6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54790D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908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</w:t>
      </w:r>
      <w:r>
        <w:rPr>
          <w:rFonts w:ascii="Times New Roman" w:hAnsi="Times New Roman"/>
          <w:sz w:val="28"/>
          <w:szCs w:val="28"/>
        </w:rPr>
        <w:t>84</w:t>
      </w:r>
      <w:r w:rsidR="002740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1CA8EE47" w14:textId="6CC5B7CA" w:rsidR="000E702F" w:rsidRDefault="000E702F" w:rsidP="00DF3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08.</w:t>
      </w:r>
      <w:r w:rsidRPr="0054790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633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</w:t>
      </w:r>
      <w:r>
        <w:rPr>
          <w:rFonts w:ascii="Times New Roman" w:hAnsi="Times New Roman"/>
          <w:sz w:val="28"/>
          <w:szCs w:val="28"/>
        </w:rPr>
        <w:t>84</w:t>
      </w:r>
      <w:r w:rsidR="002740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17C9E998" w14:textId="588FA002" w:rsidR="000E702F" w:rsidRDefault="000E702F" w:rsidP="00DF3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242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</w:t>
      </w:r>
      <w:r>
        <w:rPr>
          <w:rFonts w:ascii="Times New Roman" w:hAnsi="Times New Roman"/>
          <w:sz w:val="28"/>
          <w:szCs w:val="28"/>
        </w:rPr>
        <w:t>84</w:t>
      </w:r>
      <w:r w:rsidR="002740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381330DB" w14:textId="36D98022" w:rsidR="000E702F" w:rsidRPr="0054790D" w:rsidRDefault="000E702F" w:rsidP="00DF3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08</w:t>
      </w:r>
      <w:r w:rsidRPr="005479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611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684</w:t>
      </w:r>
      <w:r w:rsidR="002740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534603B8" w14:textId="4B2BB776" w:rsidR="000E702F" w:rsidRPr="0054790D" w:rsidRDefault="000E702F" w:rsidP="00DF3E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DF3E97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0099298" w14:textId="672A0EF2" w:rsidR="000E702F" w:rsidRPr="0054790D" w:rsidRDefault="000E702F" w:rsidP="00DF3E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DF3E97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09476734" w14:textId="61787E94" w:rsidR="000E702F" w:rsidRDefault="00DF3E97" w:rsidP="00DF3E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E702F"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3A2BE245" w14:textId="77777777" w:rsidR="000E702F" w:rsidRPr="000E702F" w:rsidRDefault="000E702F" w:rsidP="000E7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F8419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CF8419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CF8419D" w14:textId="50972DA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0E702F">
        <w:rPr>
          <w:rFonts w:ascii="Times New Roman" w:hAnsi="Times New Roman"/>
          <w:sz w:val="28"/>
          <w:szCs w:val="28"/>
        </w:rPr>
        <w:t>й округ Ногликский»</w:t>
      </w:r>
      <w:r w:rsidR="000E702F">
        <w:rPr>
          <w:rFonts w:ascii="Times New Roman" w:hAnsi="Times New Roman"/>
          <w:sz w:val="28"/>
          <w:szCs w:val="28"/>
        </w:rPr>
        <w:tab/>
      </w:r>
      <w:r w:rsidR="000E702F">
        <w:rPr>
          <w:rFonts w:ascii="Times New Roman" w:hAnsi="Times New Roman"/>
          <w:sz w:val="28"/>
          <w:szCs w:val="28"/>
        </w:rPr>
        <w:tab/>
      </w:r>
      <w:r w:rsidR="000E702F">
        <w:rPr>
          <w:rFonts w:ascii="Times New Roman" w:hAnsi="Times New Roman"/>
          <w:sz w:val="28"/>
          <w:szCs w:val="28"/>
        </w:rPr>
        <w:tab/>
      </w:r>
      <w:r w:rsidR="000E702F">
        <w:rPr>
          <w:rFonts w:ascii="Times New Roman" w:hAnsi="Times New Roman"/>
          <w:sz w:val="28"/>
          <w:szCs w:val="28"/>
        </w:rPr>
        <w:tab/>
      </w:r>
      <w:r w:rsidR="000E702F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E70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F3E9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841A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CF841A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841A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CF841A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9732801"/>
      <w:docPartObj>
        <w:docPartGallery w:val="Page Numbers (Top of Page)"/>
        <w:docPartUnique/>
      </w:docPartObj>
    </w:sdtPr>
    <w:sdtEndPr/>
    <w:sdtContent>
      <w:p w14:paraId="143B370A" w14:textId="2FB0A527" w:rsidR="00DF3E97" w:rsidRDefault="00DF3E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3AC">
          <w:rPr>
            <w:noProof/>
          </w:rPr>
          <w:t>2</w:t>
        </w:r>
        <w:r>
          <w:fldChar w:fldCharType="end"/>
        </w:r>
      </w:p>
    </w:sdtContent>
  </w:sdt>
  <w:p w14:paraId="3DB37CC0" w14:textId="77777777" w:rsidR="00DF3E97" w:rsidRDefault="00DF3E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571A"/>
    <w:rsid w:val="000E702F"/>
    <w:rsid w:val="00185FEC"/>
    <w:rsid w:val="001E1F9F"/>
    <w:rsid w:val="002003DC"/>
    <w:rsid w:val="0027404E"/>
    <w:rsid w:val="0033636C"/>
    <w:rsid w:val="003E4257"/>
    <w:rsid w:val="00520CBF"/>
    <w:rsid w:val="008629FA"/>
    <w:rsid w:val="00987DB5"/>
    <w:rsid w:val="00AC72C8"/>
    <w:rsid w:val="00B10ED9"/>
    <w:rsid w:val="00B25688"/>
    <w:rsid w:val="00C02849"/>
    <w:rsid w:val="00D12794"/>
    <w:rsid w:val="00D563AC"/>
    <w:rsid w:val="00D67BD8"/>
    <w:rsid w:val="00DF3E97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8418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0E702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0E702F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96E9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96E9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96E9B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DAC63-DCFF-4DDE-A4D6-9EBC2F69C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2023-01-25T04:01:00Z</dcterms:created>
  <dcterms:modified xsi:type="dcterms:W3CDTF">2023-01-25T04:01:00Z</dcterms:modified>
</cp:coreProperties>
</file>