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854651" w14:textId="77777777" w:rsidTr="00987DB5">
        <w:tc>
          <w:tcPr>
            <w:tcW w:w="9498" w:type="dxa"/>
          </w:tcPr>
          <w:p w14:paraId="1D85464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854668" wp14:editId="1D85466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85464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85464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85465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854652" w14:textId="483A5D9F" w:rsidR="0033636C" w:rsidRPr="00F8276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827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51454">
            <w:rPr>
              <w:rFonts w:ascii="Times New Roman" w:hAnsi="Times New Roman"/>
              <w:sz w:val="28"/>
              <w:szCs w:val="28"/>
            </w:rPr>
            <w:t>28 июля 2022 года</w:t>
          </w:r>
        </w:sdtContent>
      </w:sdt>
      <w:r w:rsidRPr="00F8276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51454" w:rsidRPr="00351454">
            <w:rPr>
              <w:rFonts w:ascii="Times New Roman" w:hAnsi="Times New Roman"/>
              <w:sz w:val="28"/>
              <w:szCs w:val="28"/>
            </w:rPr>
            <w:t>390</w:t>
          </w:r>
        </w:sdtContent>
      </w:sdt>
    </w:p>
    <w:p w14:paraId="1D854653" w14:textId="77777777" w:rsidR="0033636C" w:rsidRPr="00053BD0" w:rsidRDefault="0033636C" w:rsidP="00F82763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D854654" w14:textId="2DDE670F" w:rsidR="0033636C" w:rsidRPr="00C50C21" w:rsidRDefault="0033636C" w:rsidP="00F827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0C21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 xml:space="preserve">«Предоставление информации об очередности предоставления </w:t>
      </w:r>
      <w:r w:rsidR="00F82763">
        <w:rPr>
          <w:rFonts w:ascii="Times New Roman" w:hAnsi="Times New Roman"/>
          <w:b/>
          <w:sz w:val="28"/>
          <w:szCs w:val="28"/>
        </w:rPr>
        <w:br/>
      </w:r>
      <w:r w:rsidRPr="00C50C21">
        <w:rPr>
          <w:rFonts w:ascii="Times New Roman" w:hAnsi="Times New Roman"/>
          <w:b/>
          <w:sz w:val="28"/>
          <w:szCs w:val="28"/>
        </w:rPr>
        <w:t>жилых помещений на условиях социального найма»</w:t>
      </w:r>
    </w:p>
    <w:p w14:paraId="1D854655" w14:textId="77777777" w:rsidR="00185FEC" w:rsidRDefault="00185FEC" w:rsidP="00F82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FFF29E" w14:textId="2D57B3E3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 w:rsidR="00351454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827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D0B4FF9" w14:textId="19703A02" w:rsidR="00C50C21" w:rsidRPr="0054790D" w:rsidRDefault="00C50C21" w:rsidP="005B6D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532972">
        <w:rPr>
          <w:rFonts w:ascii="Times New Roman" w:hAnsi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0607BC42" w14:textId="4578A3C3" w:rsidR="00C50C21" w:rsidRPr="0054790D" w:rsidRDefault="00C50C21" w:rsidP="00F827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01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 w:rsidR="00F82763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174</w:t>
      </w:r>
      <w:r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532972">
        <w:rPr>
          <w:rFonts w:ascii="Times New Roman" w:hAnsi="Times New Roman"/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  <w:r w:rsidRPr="0054790D">
        <w:rPr>
          <w:rFonts w:ascii="Times New Roman" w:hAnsi="Times New Roman"/>
          <w:sz w:val="28"/>
          <w:szCs w:val="28"/>
        </w:rPr>
        <w:t xml:space="preserve">», </w:t>
      </w:r>
      <w:r w:rsidR="00F82763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>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71CDD750" w14:textId="402F5093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F827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0C9FFC4" w14:textId="7232DDFB" w:rsidR="00C50C21" w:rsidRPr="0054790D" w:rsidRDefault="00C50C21" w:rsidP="00F82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</w:t>
      </w:r>
      <w:r w:rsidR="00F82763"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6065C4AA" w14:textId="5478E070" w:rsidR="00C50C21" w:rsidRPr="0054790D" w:rsidRDefault="00F82763" w:rsidP="00F82763">
      <w:pPr>
        <w:pStyle w:val="ConsPlusNormal"/>
        <w:spacing w:after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50C21"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1D85466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854662" w14:textId="13B87E7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C50C21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</w:r>
      <w:r w:rsidR="00C50C21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50C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82763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5466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D85466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85466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D85466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51454"/>
    <w:rsid w:val="003E4257"/>
    <w:rsid w:val="004574D1"/>
    <w:rsid w:val="00520CBF"/>
    <w:rsid w:val="005B6D52"/>
    <w:rsid w:val="008629FA"/>
    <w:rsid w:val="00987DB5"/>
    <w:rsid w:val="00AC72C8"/>
    <w:rsid w:val="00B10ED9"/>
    <w:rsid w:val="00B25688"/>
    <w:rsid w:val="00C02849"/>
    <w:rsid w:val="00C50C21"/>
    <w:rsid w:val="00D12794"/>
    <w:rsid w:val="00D67BD8"/>
    <w:rsid w:val="00DF7897"/>
    <w:rsid w:val="00E37B8A"/>
    <w:rsid w:val="00E609BC"/>
    <w:rsid w:val="00F82763"/>
    <w:rsid w:val="00FA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5464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C50C21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C50C21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3528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3528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3528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2023-01-25T04:33:00Z</dcterms:created>
  <dcterms:modified xsi:type="dcterms:W3CDTF">2023-01-25T04:33:00Z</dcterms:modified>
</cp:coreProperties>
</file>