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C44C80" w14:textId="77777777" w:rsidTr="00987DB5">
        <w:tc>
          <w:tcPr>
            <w:tcW w:w="9498" w:type="dxa"/>
          </w:tcPr>
          <w:p w14:paraId="42C44C7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C44C97" wp14:editId="42C44C9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C44C7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C44C7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2C44C7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C44C81" w14:textId="2E5DE652" w:rsidR="0033636C" w:rsidRPr="009C2FB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C2FB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C2FB7" w:rsidRPr="009C2FB7">
            <w:rPr>
              <w:rFonts w:ascii="Times New Roman" w:hAnsi="Times New Roman"/>
              <w:sz w:val="28"/>
              <w:szCs w:val="28"/>
            </w:rPr>
            <w:t>07 декабря 2021 года</w:t>
          </w:r>
        </w:sdtContent>
      </w:sdt>
      <w:r w:rsidRPr="009C2FB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C2FB7" w:rsidRPr="009C2FB7">
            <w:rPr>
              <w:rFonts w:ascii="Times New Roman" w:hAnsi="Times New Roman"/>
              <w:sz w:val="28"/>
              <w:szCs w:val="28"/>
            </w:rPr>
            <w:t>674</w:t>
          </w:r>
        </w:sdtContent>
      </w:sdt>
    </w:p>
    <w:p w14:paraId="42C44C8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C44C83" w14:textId="2816C147" w:rsidR="0033636C" w:rsidRPr="00EF060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F060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 xml:space="preserve">«Выдача согласия на обмен жилыми помещениями,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>предоставленными по договорам социального найма»</w:t>
      </w:r>
    </w:p>
    <w:p w14:paraId="42C44C8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BA2749" w14:textId="73D70798" w:rsidR="00EF060E" w:rsidRPr="004C1272" w:rsidRDefault="00EF060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4438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481E852" w14:textId="1B4B3653" w:rsidR="00EF060E" w:rsidRPr="00411C44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согласия на обмен </w:t>
      </w:r>
      <w:r>
        <w:rPr>
          <w:rFonts w:ascii="Times New Roman" w:hAnsi="Times New Roman"/>
          <w:sz w:val="28"/>
          <w:szCs w:val="28"/>
        </w:rPr>
        <w:lastRenderedPageBreak/>
        <w:t>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 (прилагается).</w:t>
      </w:r>
    </w:p>
    <w:p w14:paraId="46BA7299" w14:textId="3AF24ADD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ED50C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79CB2521" w14:textId="3D741AD7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26.12.2018 № 1272 «Об утверждении административного регламента предоставления муниципальной услуги «Оформление документов по обмену жилыми помещениями»</w:t>
      </w:r>
      <w:r w:rsidR="004438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исключением пункта 2;</w:t>
      </w:r>
    </w:p>
    <w:p w14:paraId="5D522665" w14:textId="32572464" w:rsidR="00F25F04" w:rsidRDefault="004438E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5F04">
        <w:rPr>
          <w:rFonts w:ascii="Times New Roman" w:hAnsi="Times New Roman"/>
          <w:sz w:val="28"/>
          <w:szCs w:val="28"/>
        </w:rPr>
        <w:t xml:space="preserve"> от 26.05.2020 № 246 «О внесении изменений в постановление администрации муниципального образования «Городской округ Ногликский» от 26.12.2018 № 1272</w:t>
      </w:r>
      <w:r>
        <w:rPr>
          <w:rFonts w:ascii="Times New Roman" w:hAnsi="Times New Roman"/>
          <w:sz w:val="28"/>
          <w:szCs w:val="28"/>
        </w:rPr>
        <w:t>»;</w:t>
      </w:r>
    </w:p>
    <w:p w14:paraId="015C631F" w14:textId="538B73B9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19.08.2021 № 460 «О внесении изменений в постановление администрации муниципального образования «Городской округ Ногликский» от 26.12.2018 № 1272</w:t>
      </w:r>
      <w:r w:rsidR="004438E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05340C0" w14:textId="22B50F21" w:rsidR="00EF060E" w:rsidRDefault="00EF060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0AA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640D0DA" w14:textId="1F4B7867" w:rsidR="004438EE" w:rsidRPr="007F10AA" w:rsidRDefault="004438E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24E7F133" w14:textId="767190A6" w:rsidR="00EF060E" w:rsidRPr="007F10AA" w:rsidRDefault="004438E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060E" w:rsidRPr="007F10A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42C44C8F" w14:textId="77777777" w:rsid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D05500" w14:textId="77777777" w:rsidR="004438EE" w:rsidRPr="00D12794" w:rsidRDefault="004438EE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0" w14:textId="77777777" w:rsid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2C44C91" w14:textId="354701CF" w:rsidR="008629FA" w:rsidRP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EF060E">
        <w:rPr>
          <w:rFonts w:ascii="Times New Roman" w:hAnsi="Times New Roman"/>
          <w:sz w:val="28"/>
          <w:szCs w:val="28"/>
        </w:rPr>
        <w:t>кой округ Ногликский»</w:t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F06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2C44C92" w14:textId="77777777" w:rsidR="008629FA" w:rsidRPr="00D12794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3" w14:textId="77777777" w:rsidR="008629FA" w:rsidRPr="00D12794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2C44C9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2C44C9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438E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44C9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2C44C9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44C9D" w14:textId="64353F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44C9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2C44C9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974737"/>
      <w:docPartObj>
        <w:docPartGallery w:val="Page Numbers (Top of Page)"/>
        <w:docPartUnique/>
      </w:docPartObj>
    </w:sdtPr>
    <w:sdtEndPr/>
    <w:sdtContent>
      <w:p w14:paraId="406413F8" w14:textId="08788CB4" w:rsidR="004438EE" w:rsidRDefault="004438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69E">
          <w:rPr>
            <w:noProof/>
          </w:rPr>
          <w:t>2</w:t>
        </w:r>
        <w:r>
          <w:fldChar w:fldCharType="end"/>
        </w:r>
      </w:p>
    </w:sdtContent>
  </w:sdt>
  <w:p w14:paraId="63B7FEE8" w14:textId="77777777" w:rsidR="004438EE" w:rsidRDefault="004438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438EE"/>
    <w:rsid w:val="00520CBF"/>
    <w:rsid w:val="008629FA"/>
    <w:rsid w:val="00987DB5"/>
    <w:rsid w:val="009C2FB7"/>
    <w:rsid w:val="00AC72C8"/>
    <w:rsid w:val="00B10ED9"/>
    <w:rsid w:val="00B25688"/>
    <w:rsid w:val="00C02849"/>
    <w:rsid w:val="00CC35E3"/>
    <w:rsid w:val="00D12794"/>
    <w:rsid w:val="00D67BD8"/>
    <w:rsid w:val="00D9469E"/>
    <w:rsid w:val="00DF7897"/>
    <w:rsid w:val="00E37B8A"/>
    <w:rsid w:val="00E609BC"/>
    <w:rsid w:val="00ED50C3"/>
    <w:rsid w:val="00EF060E"/>
    <w:rsid w:val="00F2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4C7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F06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EF060E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D5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50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16D0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16D0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6D0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290</Words>
  <Characters>1654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2021-12-07T04:19:00Z</cp:lastPrinted>
  <dcterms:created xsi:type="dcterms:W3CDTF">2023-01-25T01:14:00Z</dcterms:created>
  <dcterms:modified xsi:type="dcterms:W3CDTF">2023-01-25T01:14:00Z</dcterms:modified>
</cp:coreProperties>
</file>