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EB898F3" w14:textId="77777777" w:rsidTr="00987DB5">
        <w:tc>
          <w:tcPr>
            <w:tcW w:w="9498" w:type="dxa"/>
          </w:tcPr>
          <w:p w14:paraId="5EB898E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B8990A" wp14:editId="5EB8990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B898F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EB898F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EB898F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EB898F4" w14:textId="272EDAB8" w:rsidR="0033636C" w:rsidRPr="0060654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065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0654C" w:rsidRPr="0060654C">
            <w:rPr>
              <w:rFonts w:ascii="Times New Roman" w:hAnsi="Times New Roman"/>
              <w:sz w:val="28"/>
              <w:szCs w:val="28"/>
            </w:rPr>
            <w:t>07 декабря 2021 года</w:t>
          </w:r>
        </w:sdtContent>
      </w:sdt>
      <w:r w:rsidRPr="0060654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0654C" w:rsidRPr="0060654C">
            <w:rPr>
              <w:rFonts w:ascii="Times New Roman" w:hAnsi="Times New Roman"/>
              <w:sz w:val="28"/>
              <w:szCs w:val="28"/>
            </w:rPr>
            <w:t>675</w:t>
          </w:r>
        </w:sdtContent>
      </w:sdt>
    </w:p>
    <w:p w14:paraId="5EB898F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EB898F6" w14:textId="77777777" w:rsidR="0033636C" w:rsidRPr="00653FD5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53FD5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граждан (приватизация)»</w:t>
      </w:r>
    </w:p>
    <w:p w14:paraId="5EB898F7" w14:textId="77777777" w:rsidR="00185FEC" w:rsidRPr="00653FD5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13C4C99" w14:textId="1C832D7B" w:rsidR="00653FD5" w:rsidRPr="0054790D" w:rsidRDefault="00653FD5" w:rsidP="00653F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B102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61536DAF" w14:textId="1053CA04" w:rsidR="00653FD5" w:rsidRPr="0054790D" w:rsidRDefault="00653FD5" w:rsidP="0060654C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lastRenderedPageBreak/>
        <w:t>1. Утвердить административный регламент предоставления муниципальной услуги «Передача жилых помещений муниципального жилищного фонда в собственность граждан (приватизация)» (прилагается).</w:t>
      </w:r>
    </w:p>
    <w:p w14:paraId="58A3C630" w14:textId="6A083581" w:rsidR="00653FD5" w:rsidRPr="0054790D" w:rsidRDefault="00653FD5" w:rsidP="0060654C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</w:t>
      </w:r>
      <w:r w:rsidR="0060654C">
        <w:rPr>
          <w:rFonts w:ascii="Times New Roman" w:hAnsi="Times New Roman"/>
          <w:sz w:val="28"/>
          <w:szCs w:val="28"/>
        </w:rPr>
        <w:t>и</w:t>
      </w:r>
      <w:r w:rsidRPr="0054790D">
        <w:rPr>
          <w:rFonts w:ascii="Times New Roman" w:hAnsi="Times New Roman"/>
          <w:sz w:val="28"/>
          <w:szCs w:val="28"/>
        </w:rPr>
        <w:t xml:space="preserve"> силу постановления администрации муниципального образования «Городской округ Ногликский»:</w:t>
      </w:r>
    </w:p>
    <w:p w14:paraId="1DF703B2" w14:textId="26EBC736" w:rsidR="00653FD5" w:rsidRPr="0054790D" w:rsidRDefault="007B1024" w:rsidP="005E3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53FD5" w:rsidRPr="0054790D">
        <w:rPr>
          <w:rFonts w:ascii="Times New Roman" w:hAnsi="Times New Roman"/>
          <w:sz w:val="28"/>
          <w:szCs w:val="28"/>
        </w:rPr>
        <w:t>от 17.07.2018 № 692 «Об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граждан (приватизация)», за исключением пункта 2;</w:t>
      </w:r>
    </w:p>
    <w:p w14:paraId="2855787E" w14:textId="7C4AA18E" w:rsidR="00653FD5" w:rsidRPr="0054790D" w:rsidRDefault="00653FD5" w:rsidP="005E3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- от 26.09.2018 № 910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692</w:t>
      </w:r>
      <w:r w:rsidR="007B1024">
        <w:rPr>
          <w:rFonts w:ascii="Times New Roman" w:hAnsi="Times New Roman"/>
          <w:sz w:val="28"/>
          <w:szCs w:val="28"/>
        </w:rPr>
        <w:t>»</w:t>
      </w:r>
      <w:r w:rsidRPr="0054790D">
        <w:rPr>
          <w:rFonts w:ascii="Times New Roman" w:hAnsi="Times New Roman"/>
          <w:sz w:val="28"/>
          <w:szCs w:val="28"/>
        </w:rPr>
        <w:t>.</w:t>
      </w:r>
    </w:p>
    <w:p w14:paraId="71FC2F6B" w14:textId="32067E80" w:rsidR="00653FD5" w:rsidRDefault="00653FD5" w:rsidP="00653F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16DF2C0" w14:textId="78C24BBC" w:rsidR="007B1024" w:rsidRPr="0054790D" w:rsidRDefault="007B1024" w:rsidP="00653F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B41E2B" w14:textId="4DC7F0F7" w:rsidR="00653FD5" w:rsidRPr="0054790D" w:rsidRDefault="007B1024" w:rsidP="00653F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53FD5" w:rsidRPr="0054790D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5EB89902" w14:textId="3789965D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66B064" w14:textId="77777777" w:rsidR="00653FD5" w:rsidRPr="00D12794" w:rsidRDefault="00653FD5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B8990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EB89904" w14:textId="7D52FA7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653FD5">
        <w:rPr>
          <w:rFonts w:ascii="Times New Roman" w:hAnsi="Times New Roman"/>
          <w:sz w:val="28"/>
          <w:szCs w:val="28"/>
        </w:rPr>
        <w:t>й округ Ногликский»</w:t>
      </w:r>
      <w:r w:rsidR="00653FD5">
        <w:rPr>
          <w:rFonts w:ascii="Times New Roman" w:hAnsi="Times New Roman"/>
          <w:sz w:val="28"/>
          <w:szCs w:val="28"/>
        </w:rPr>
        <w:tab/>
      </w:r>
      <w:r w:rsidR="00653FD5">
        <w:rPr>
          <w:rFonts w:ascii="Times New Roman" w:hAnsi="Times New Roman"/>
          <w:sz w:val="28"/>
          <w:szCs w:val="28"/>
        </w:rPr>
        <w:tab/>
      </w:r>
      <w:r w:rsidR="00653FD5">
        <w:rPr>
          <w:rFonts w:ascii="Times New Roman" w:hAnsi="Times New Roman"/>
          <w:sz w:val="28"/>
          <w:szCs w:val="28"/>
        </w:rPr>
        <w:tab/>
      </w:r>
      <w:r w:rsidR="00653FD5">
        <w:rPr>
          <w:rFonts w:ascii="Times New Roman" w:hAnsi="Times New Roman"/>
          <w:sz w:val="28"/>
          <w:szCs w:val="28"/>
        </w:rPr>
        <w:tab/>
      </w:r>
      <w:r w:rsidR="00653FD5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53F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EB8990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B8990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B8990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B8990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B8990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B1024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8990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EB8990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89910" w14:textId="3069C94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8990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EB8990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454675"/>
      <w:docPartObj>
        <w:docPartGallery w:val="Page Numbers (Top of Page)"/>
        <w:docPartUnique/>
      </w:docPartObj>
    </w:sdtPr>
    <w:sdtEndPr/>
    <w:sdtContent>
      <w:p w14:paraId="7BAD04A5" w14:textId="6143B4D0" w:rsidR="007B1024" w:rsidRDefault="007B10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C2F">
          <w:rPr>
            <w:noProof/>
          </w:rPr>
          <w:t>2</w:t>
        </w:r>
        <w:r>
          <w:fldChar w:fldCharType="end"/>
        </w:r>
      </w:p>
    </w:sdtContent>
  </w:sdt>
  <w:p w14:paraId="52CB75B8" w14:textId="77777777" w:rsidR="007B1024" w:rsidRDefault="007B10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5E3973"/>
    <w:rsid w:val="0060654C"/>
    <w:rsid w:val="00653FD5"/>
    <w:rsid w:val="007B1024"/>
    <w:rsid w:val="008629FA"/>
    <w:rsid w:val="00987DB5"/>
    <w:rsid w:val="00AC72C8"/>
    <w:rsid w:val="00AD4C2F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98E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53FD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53FD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1758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1758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1758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2</Pages>
  <Words>273</Words>
  <Characters>1561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2023-01-25T01:28:00Z</dcterms:created>
  <dcterms:modified xsi:type="dcterms:W3CDTF">2023-01-25T01:28:00Z</dcterms:modified>
</cp:coreProperties>
</file>