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33784BE4" w14:textId="77777777" w:rsidTr="00987DB5">
        <w:tc>
          <w:tcPr>
            <w:tcW w:w="9498" w:type="dxa"/>
          </w:tcPr>
          <w:p w14:paraId="33784BE0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33784BFB" wp14:editId="33784BFC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3784BE1" w14:textId="77777777" w:rsidR="00053BD0" w:rsidRPr="00053BD0" w:rsidRDefault="00EA0EFF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МЭР</w:t>
            </w:r>
            <w:r w:rsidR="00053BD0"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 МУНИЦИПАЛЬНОГО ОБРАЗОВАНИЯ </w:t>
            </w:r>
          </w:p>
          <w:p w14:paraId="33784BE2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33784BE3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33784BE5" w14:textId="17659A63" w:rsidR="00AE5C63" w:rsidRPr="00B637F3" w:rsidRDefault="00AE5C63" w:rsidP="00AE5C63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B637F3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7B9C25B60CD3406D938350073C2B2D7B"/>
          </w:placeholder>
        </w:sdtPr>
        <w:sdtEndPr/>
        <w:sdtContent>
          <w:r w:rsidR="00B637F3" w:rsidRPr="00B637F3">
            <w:rPr>
              <w:rFonts w:ascii="Times New Roman" w:hAnsi="Times New Roman"/>
              <w:sz w:val="28"/>
              <w:szCs w:val="28"/>
            </w:rPr>
            <w:t>06 декабря 2021 года</w:t>
          </w:r>
        </w:sdtContent>
      </w:sdt>
      <w:r w:rsidRPr="00B637F3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u w:val="single"/>
            <w:lang w:val="en-US"/>
          </w:rPr>
          <w:alias w:val="{RegNumber}"/>
          <w:tag w:val="{RegNumber}"/>
          <w:id w:val="1461379670"/>
          <w:placeholder>
            <w:docPart w:val="C27CA7C5837D4C6997F84EE248ACE465"/>
          </w:placeholder>
        </w:sdtPr>
        <w:sdtEndPr/>
        <w:sdtContent>
          <w:r w:rsidR="00B637F3" w:rsidRPr="00B637F3">
            <w:rPr>
              <w:rFonts w:ascii="Times New Roman" w:hAnsi="Times New Roman"/>
              <w:sz w:val="28"/>
              <w:szCs w:val="28"/>
            </w:rPr>
            <w:t>202</w:t>
          </w:r>
        </w:sdtContent>
      </w:sdt>
    </w:p>
    <w:p w14:paraId="33784BE6" w14:textId="77777777" w:rsidR="00AE5C63" w:rsidRPr="00053BD0" w:rsidRDefault="00AE5C63" w:rsidP="00AE5C63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пгт. Ноглики</w:t>
      </w:r>
    </w:p>
    <w:p w14:paraId="44564009" w14:textId="37C62DF0" w:rsidR="00952C91" w:rsidRPr="00960180" w:rsidRDefault="00952C91" w:rsidP="00952C91">
      <w:pPr>
        <w:jc w:val="center"/>
        <w:rPr>
          <w:rFonts w:ascii="Times New Roman" w:hAnsi="Times New Roman"/>
          <w:b/>
          <w:sz w:val="28"/>
          <w:szCs w:val="28"/>
        </w:rPr>
      </w:pPr>
      <w:r w:rsidRPr="00960180">
        <w:rPr>
          <w:rFonts w:ascii="Times New Roman" w:hAnsi="Times New Roman"/>
          <w:b/>
          <w:sz w:val="28"/>
          <w:szCs w:val="28"/>
        </w:rPr>
        <w:t xml:space="preserve">Об утверждении административного регламента </w:t>
      </w:r>
      <w:r w:rsidR="00960180">
        <w:rPr>
          <w:rFonts w:ascii="Times New Roman" w:hAnsi="Times New Roman"/>
          <w:b/>
          <w:sz w:val="28"/>
          <w:szCs w:val="28"/>
        </w:rPr>
        <w:br/>
      </w:r>
      <w:r w:rsidRPr="00960180">
        <w:rPr>
          <w:rFonts w:ascii="Times New Roman" w:hAnsi="Times New Roman"/>
          <w:b/>
          <w:sz w:val="28"/>
          <w:szCs w:val="28"/>
        </w:rPr>
        <w:t xml:space="preserve">«Выдача разрешений на вселение граждан в качестве членов семьи нанимателя в занимаемое им жилое помещение </w:t>
      </w:r>
      <w:r w:rsidR="00960180">
        <w:rPr>
          <w:rFonts w:ascii="Times New Roman" w:hAnsi="Times New Roman"/>
          <w:b/>
          <w:sz w:val="28"/>
          <w:szCs w:val="28"/>
        </w:rPr>
        <w:br/>
      </w:r>
      <w:r w:rsidRPr="00960180">
        <w:rPr>
          <w:rFonts w:ascii="Times New Roman" w:hAnsi="Times New Roman"/>
          <w:b/>
          <w:sz w:val="28"/>
          <w:szCs w:val="28"/>
        </w:rPr>
        <w:t>по договору социального найма»</w:t>
      </w:r>
    </w:p>
    <w:p w14:paraId="3BE37B6D" w14:textId="77777777" w:rsidR="00952C91" w:rsidRPr="0062427A" w:rsidRDefault="00952C91" w:rsidP="00952C91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0559E48B" w14:textId="77777777" w:rsidR="00952C91" w:rsidRPr="0034432B" w:rsidRDefault="00952C91" w:rsidP="00952C9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4432B">
        <w:rPr>
          <w:rFonts w:ascii="Times New Roman" w:eastAsia="Times New Roman" w:hAnsi="Times New Roman"/>
          <w:sz w:val="28"/>
          <w:szCs w:val="28"/>
          <w:lang w:eastAsia="ru-RU"/>
        </w:rPr>
        <w:t xml:space="preserve">На основании Федерального закона от 06.10.2003 № 131 – ФЗ «Об общих принципах организации местного самоуправления в Российской Федерации», Федерального закона от 27.07.2010 № 210-ФЗ «Об организации предоставления государственных и муниципальных услуг», </w:t>
      </w:r>
      <w:r>
        <w:rPr>
          <w:rFonts w:ascii="Times New Roman" w:hAnsi="Times New Roman"/>
          <w:sz w:val="28"/>
          <w:szCs w:val="28"/>
        </w:rPr>
        <w:t xml:space="preserve">постановления мэра муниципального образования «Городской округ Ногликский» от 28.07.2021 № 141 «Об утверждении </w:t>
      </w:r>
      <w:r>
        <w:rPr>
          <w:rFonts w:ascii="Times New Roman" w:hAnsi="Times New Roman"/>
          <w:sz w:val="28"/>
          <w:szCs w:val="28"/>
        </w:rPr>
        <w:lastRenderedPageBreak/>
        <w:t>Перечня муниципальных услуг органов местного самоуправления муниципального образования «Городской округ Ногликский» и государственных услуг, предоставляемых органами местного самоуправления при осуществлении отдельных государственных полномочий, переданных Федеральными законами и законами Сахалинской области»</w:t>
      </w:r>
      <w:r w:rsidRPr="0034432B">
        <w:rPr>
          <w:rFonts w:ascii="Times New Roman" w:eastAsia="Times New Roman" w:hAnsi="Times New Roman"/>
          <w:sz w:val="28"/>
          <w:szCs w:val="28"/>
          <w:lang w:eastAsia="ru-RU"/>
        </w:rPr>
        <w:t xml:space="preserve">, руководствуясь ст. 28 Устава муниципального образования «Городской округ Ногликский», </w:t>
      </w:r>
      <w:r w:rsidRPr="00952C91">
        <w:rPr>
          <w:rFonts w:ascii="Times New Roman" w:eastAsia="Times New Roman" w:hAnsi="Times New Roman"/>
          <w:b/>
          <w:sz w:val="28"/>
          <w:szCs w:val="28"/>
          <w:lang w:eastAsia="ru-RU"/>
        </w:rPr>
        <w:t>ПОСТАНОВЛЯЮ</w:t>
      </w:r>
      <w:r w:rsidRPr="0034432B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14:paraId="05D183BA" w14:textId="77777777" w:rsidR="00952C91" w:rsidRDefault="00952C91" w:rsidP="00960180">
      <w:pPr>
        <w:pStyle w:val="a8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6608E">
        <w:rPr>
          <w:rFonts w:ascii="Times New Roman" w:hAnsi="Times New Roman"/>
          <w:sz w:val="28"/>
          <w:szCs w:val="28"/>
        </w:rPr>
        <w:t xml:space="preserve">Утвердить </w:t>
      </w:r>
      <w:r>
        <w:rPr>
          <w:rFonts w:ascii="Times New Roman" w:hAnsi="Times New Roman"/>
          <w:sz w:val="28"/>
          <w:szCs w:val="28"/>
        </w:rPr>
        <w:t>административный</w:t>
      </w:r>
      <w:r w:rsidRPr="00E6608E">
        <w:rPr>
          <w:rFonts w:ascii="Times New Roman" w:hAnsi="Times New Roman"/>
          <w:sz w:val="28"/>
          <w:szCs w:val="28"/>
        </w:rPr>
        <w:t xml:space="preserve"> регламент «Выдача разрешений на вселение граждан в качестве членов семьи нанимателя в занимаемое им жилое помещение по договору социального найма»</w:t>
      </w:r>
      <w:r>
        <w:rPr>
          <w:rFonts w:ascii="Times New Roman" w:hAnsi="Times New Roman"/>
          <w:sz w:val="28"/>
          <w:szCs w:val="28"/>
        </w:rPr>
        <w:t xml:space="preserve"> (прилагается).</w:t>
      </w:r>
    </w:p>
    <w:p w14:paraId="51B721A7" w14:textId="09688FE4" w:rsidR="00952C91" w:rsidRPr="00153338" w:rsidRDefault="00952C91" w:rsidP="00960180">
      <w:pPr>
        <w:pStyle w:val="a8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Считать утратившим силу постановление мэра муниципального образования «</w:t>
      </w:r>
      <w:r w:rsidR="004343D8">
        <w:rPr>
          <w:rFonts w:ascii="Times New Roman" w:hAnsi="Times New Roman"/>
          <w:sz w:val="28"/>
          <w:szCs w:val="28"/>
        </w:rPr>
        <w:t>Г</w:t>
      </w:r>
      <w:r>
        <w:rPr>
          <w:rFonts w:ascii="Times New Roman" w:hAnsi="Times New Roman"/>
          <w:sz w:val="28"/>
          <w:szCs w:val="28"/>
        </w:rPr>
        <w:t xml:space="preserve">ородской округ Ногликский» от </w:t>
      </w:r>
      <w:r w:rsidR="007B75DC">
        <w:rPr>
          <w:rFonts w:ascii="Times New Roman" w:hAnsi="Times New Roman"/>
          <w:sz w:val="28"/>
          <w:szCs w:val="28"/>
        </w:rPr>
        <w:t>26.01.2021 № 8</w:t>
      </w:r>
      <w:r>
        <w:rPr>
          <w:rFonts w:ascii="Times New Roman" w:hAnsi="Times New Roman"/>
          <w:sz w:val="28"/>
          <w:szCs w:val="28"/>
        </w:rPr>
        <w:t xml:space="preserve"> </w:t>
      </w:r>
      <w:r w:rsidRPr="008A0FD0">
        <w:rPr>
          <w:rFonts w:ascii="Times New Roman" w:hAnsi="Times New Roman"/>
          <w:sz w:val="28"/>
          <w:szCs w:val="28"/>
        </w:rPr>
        <w:t xml:space="preserve">«Об утверждении административного регламента </w:t>
      </w:r>
      <w:r>
        <w:rPr>
          <w:rFonts w:ascii="Times New Roman" w:hAnsi="Times New Roman"/>
          <w:sz w:val="28"/>
          <w:szCs w:val="28"/>
        </w:rPr>
        <w:t>«</w:t>
      </w:r>
      <w:r w:rsidRPr="008A0FD0">
        <w:rPr>
          <w:rFonts w:ascii="Times New Roman" w:hAnsi="Times New Roman"/>
          <w:sz w:val="28"/>
          <w:szCs w:val="28"/>
        </w:rPr>
        <w:t>Выдача разрешений на вселение граждан</w:t>
      </w:r>
      <w:r w:rsidR="007B75DC" w:rsidRPr="007B75DC">
        <w:rPr>
          <w:rFonts w:ascii="Times New Roman" w:hAnsi="Times New Roman"/>
          <w:sz w:val="28"/>
          <w:szCs w:val="28"/>
        </w:rPr>
        <w:t xml:space="preserve"> </w:t>
      </w:r>
      <w:r w:rsidR="007B75DC">
        <w:rPr>
          <w:rFonts w:ascii="Times New Roman" w:hAnsi="Times New Roman"/>
          <w:sz w:val="28"/>
          <w:szCs w:val="28"/>
        </w:rPr>
        <w:t xml:space="preserve">в качестве </w:t>
      </w:r>
      <w:r w:rsidR="007B75DC" w:rsidRPr="008A0FD0">
        <w:rPr>
          <w:rFonts w:ascii="Times New Roman" w:hAnsi="Times New Roman"/>
          <w:sz w:val="28"/>
          <w:szCs w:val="28"/>
        </w:rPr>
        <w:t xml:space="preserve">членов семьи нанимателя </w:t>
      </w:r>
      <w:r w:rsidRPr="008A0FD0">
        <w:rPr>
          <w:rFonts w:ascii="Times New Roman" w:hAnsi="Times New Roman"/>
          <w:sz w:val="28"/>
          <w:szCs w:val="28"/>
        </w:rPr>
        <w:t xml:space="preserve">в </w:t>
      </w:r>
      <w:r w:rsidR="007B75DC">
        <w:rPr>
          <w:rFonts w:ascii="Times New Roman" w:hAnsi="Times New Roman"/>
          <w:sz w:val="28"/>
          <w:szCs w:val="28"/>
        </w:rPr>
        <w:t>занимаемое им жилое помещение по договору социального найма</w:t>
      </w:r>
      <w:r>
        <w:rPr>
          <w:rFonts w:ascii="Times New Roman" w:hAnsi="Times New Roman"/>
          <w:bCs/>
          <w:sz w:val="28"/>
          <w:szCs w:val="28"/>
        </w:rPr>
        <w:t>»</w:t>
      </w:r>
      <w:r w:rsidR="00960180">
        <w:rPr>
          <w:rFonts w:ascii="Times New Roman" w:hAnsi="Times New Roman"/>
          <w:bCs/>
          <w:sz w:val="28"/>
          <w:szCs w:val="28"/>
        </w:rPr>
        <w:t>,</w:t>
      </w:r>
      <w:r>
        <w:rPr>
          <w:rFonts w:ascii="Times New Roman" w:hAnsi="Times New Roman"/>
          <w:bCs/>
          <w:sz w:val="28"/>
          <w:szCs w:val="28"/>
        </w:rPr>
        <w:t xml:space="preserve"> за исключением пункта 2.</w:t>
      </w:r>
    </w:p>
    <w:p w14:paraId="7992EE83" w14:textId="77777777" w:rsidR="00952C91" w:rsidRDefault="00952C91" w:rsidP="00960180">
      <w:pPr>
        <w:pStyle w:val="a8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53338">
        <w:rPr>
          <w:rFonts w:ascii="Times New Roman" w:hAnsi="Times New Roman"/>
          <w:sz w:val="28"/>
          <w:szCs w:val="28"/>
        </w:rPr>
        <w:lastRenderedPageBreak/>
        <w:t xml:space="preserve">Опубликовать настоящее постановление в газете «Знамя труда» и разместить на официальном сайте муниципального образования «Городской округ Ногликский» в </w:t>
      </w:r>
      <w:r>
        <w:rPr>
          <w:rFonts w:ascii="Times New Roman" w:hAnsi="Times New Roman"/>
          <w:sz w:val="28"/>
          <w:szCs w:val="28"/>
        </w:rPr>
        <w:t xml:space="preserve">информационно-телекоммуникационной </w:t>
      </w:r>
      <w:r w:rsidRPr="00153338">
        <w:rPr>
          <w:rFonts w:ascii="Times New Roman" w:hAnsi="Times New Roman"/>
          <w:sz w:val="28"/>
          <w:szCs w:val="28"/>
        </w:rPr>
        <w:t>сети «Интернет».</w:t>
      </w:r>
    </w:p>
    <w:p w14:paraId="33784BF2" w14:textId="3E32B198" w:rsidR="008629FA" w:rsidRPr="00952C91" w:rsidRDefault="00952C91" w:rsidP="00960180">
      <w:pPr>
        <w:pStyle w:val="a8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52C91">
        <w:rPr>
          <w:rFonts w:ascii="Times New Roman" w:hAnsi="Times New Roman"/>
          <w:sz w:val="28"/>
          <w:szCs w:val="28"/>
        </w:rPr>
        <w:t xml:space="preserve">Контроль за исполнением настоящего постановления возложить на председателя комитета по управлению муниципальным имуществом муниципального образования «Городской округ Ногликский» </w:t>
      </w:r>
      <w:r w:rsidR="00B637F3">
        <w:rPr>
          <w:rFonts w:ascii="Times New Roman" w:hAnsi="Times New Roman"/>
          <w:sz w:val="28"/>
          <w:szCs w:val="28"/>
        </w:rPr>
        <w:br/>
      </w:r>
      <w:r w:rsidRPr="00952C91">
        <w:rPr>
          <w:rFonts w:ascii="Times New Roman" w:hAnsi="Times New Roman"/>
          <w:sz w:val="28"/>
          <w:szCs w:val="28"/>
        </w:rPr>
        <w:t>Рахматулину Л.В.</w:t>
      </w:r>
    </w:p>
    <w:p w14:paraId="33784BF3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33784BF4" w14:textId="77777777" w:rsid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33784BF5" w14:textId="427873CC" w:rsidR="008629FA" w:rsidRP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«Городской</w:t>
      </w:r>
      <w:r w:rsidR="007B75DC">
        <w:rPr>
          <w:rFonts w:ascii="Times New Roman" w:hAnsi="Times New Roman"/>
          <w:sz w:val="28"/>
          <w:szCs w:val="28"/>
        </w:rPr>
        <w:t xml:space="preserve"> округ Ногликский»</w:t>
      </w:r>
      <w:r w:rsidR="007B75DC">
        <w:rPr>
          <w:rFonts w:ascii="Times New Roman" w:hAnsi="Times New Roman"/>
          <w:sz w:val="28"/>
          <w:szCs w:val="28"/>
        </w:rPr>
        <w:tab/>
      </w:r>
      <w:r w:rsidR="007B75DC">
        <w:rPr>
          <w:rFonts w:ascii="Times New Roman" w:hAnsi="Times New Roman"/>
          <w:sz w:val="28"/>
          <w:szCs w:val="28"/>
        </w:rPr>
        <w:tab/>
      </w:r>
      <w:r w:rsidR="007B75DC">
        <w:rPr>
          <w:rFonts w:ascii="Times New Roman" w:hAnsi="Times New Roman"/>
          <w:sz w:val="28"/>
          <w:szCs w:val="28"/>
        </w:rPr>
        <w:tab/>
      </w:r>
      <w:r w:rsidR="007B75DC">
        <w:rPr>
          <w:rFonts w:ascii="Times New Roman" w:hAnsi="Times New Roman"/>
          <w:sz w:val="28"/>
          <w:szCs w:val="28"/>
        </w:rPr>
        <w:tab/>
      </w:r>
      <w:r w:rsidR="007B75DC">
        <w:rPr>
          <w:rFonts w:ascii="Times New Roman" w:hAnsi="Times New Roman"/>
          <w:sz w:val="28"/>
          <w:szCs w:val="28"/>
        </w:rPr>
        <w:tab/>
        <w:t xml:space="preserve">        </w:t>
      </w:r>
      <w:r w:rsidR="00B10ED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С.В.</w:t>
      </w:r>
      <w:r w:rsidR="007B75D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Камелин</w:t>
      </w:r>
    </w:p>
    <w:p w14:paraId="33784BF6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33784BF7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33784BF8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33784BF9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33784BFA" w14:textId="77777777" w:rsidR="008629FA" w:rsidRPr="008629FA" w:rsidRDefault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8629FA" w:rsidRPr="008629FA" w:rsidSect="00960180">
      <w:headerReference w:type="default" r:id="rId8"/>
      <w:footerReference w:type="default" r:id="rId9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3784BFF" w14:textId="77777777" w:rsidR="00364F8F" w:rsidRDefault="00364F8F" w:rsidP="00AE5C63">
      <w:pPr>
        <w:spacing w:after="0" w:line="240" w:lineRule="auto"/>
      </w:pPr>
      <w:r>
        <w:separator/>
      </w:r>
    </w:p>
  </w:endnote>
  <w:endnote w:type="continuationSeparator" w:id="0">
    <w:p w14:paraId="33784C00" w14:textId="77777777" w:rsidR="00364F8F" w:rsidRDefault="00364F8F" w:rsidP="00AE5C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3784C01" w14:textId="7A0ABFAF" w:rsidR="00AE5C63" w:rsidRDefault="00AE5C63" w:rsidP="00AE5C63">
    <w:pPr>
      <w:tabs>
        <w:tab w:val="center" w:pos="4536"/>
        <w:tab w:val="right" w:pos="9072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3784BFD" w14:textId="77777777" w:rsidR="00364F8F" w:rsidRDefault="00364F8F" w:rsidP="00AE5C63">
      <w:pPr>
        <w:spacing w:after="0" w:line="240" w:lineRule="auto"/>
      </w:pPr>
      <w:r>
        <w:separator/>
      </w:r>
    </w:p>
  </w:footnote>
  <w:footnote w:type="continuationSeparator" w:id="0">
    <w:p w14:paraId="33784BFE" w14:textId="77777777" w:rsidR="00364F8F" w:rsidRDefault="00364F8F" w:rsidP="00AE5C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17803634"/>
      <w:docPartObj>
        <w:docPartGallery w:val="Page Numbers (Top of Page)"/>
        <w:docPartUnique/>
      </w:docPartObj>
    </w:sdtPr>
    <w:sdtEndPr/>
    <w:sdtContent>
      <w:p w14:paraId="5656B5BB" w14:textId="62FADBCA" w:rsidR="00960180" w:rsidRDefault="00960180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D7F76">
          <w:rPr>
            <w:noProof/>
          </w:rPr>
          <w:t>2</w:t>
        </w:r>
        <w:r>
          <w:fldChar w:fldCharType="end"/>
        </w:r>
      </w:p>
    </w:sdtContent>
  </w:sdt>
  <w:p w14:paraId="145881E7" w14:textId="77777777" w:rsidR="00960180" w:rsidRDefault="00960180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34B4B74"/>
    <w:multiLevelType w:val="hybridMultilevel"/>
    <w:tmpl w:val="4BF457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185FEC"/>
    <w:rsid w:val="001E1F9F"/>
    <w:rsid w:val="002E5832"/>
    <w:rsid w:val="00364F8F"/>
    <w:rsid w:val="004343D8"/>
    <w:rsid w:val="00520CBF"/>
    <w:rsid w:val="007B75DC"/>
    <w:rsid w:val="008629FA"/>
    <w:rsid w:val="00952C91"/>
    <w:rsid w:val="00960180"/>
    <w:rsid w:val="00987DB5"/>
    <w:rsid w:val="00AC72C8"/>
    <w:rsid w:val="00AE5C63"/>
    <w:rsid w:val="00B10ED9"/>
    <w:rsid w:val="00B25688"/>
    <w:rsid w:val="00B637F3"/>
    <w:rsid w:val="00C02849"/>
    <w:rsid w:val="00D12794"/>
    <w:rsid w:val="00D67BD8"/>
    <w:rsid w:val="00DD7F76"/>
    <w:rsid w:val="00DF7897"/>
    <w:rsid w:val="00E37B8A"/>
    <w:rsid w:val="00E609BC"/>
    <w:rsid w:val="00EA0E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784BE0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AE5C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E5C63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AE5C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E5C63"/>
    <w:rPr>
      <w:sz w:val="22"/>
      <w:szCs w:val="22"/>
      <w:lang w:eastAsia="en-US"/>
    </w:rPr>
  </w:style>
  <w:style w:type="paragraph" w:styleId="a8">
    <w:name w:val="List Paragraph"/>
    <w:basedOn w:val="a"/>
    <w:uiPriority w:val="34"/>
    <w:qFormat/>
    <w:rsid w:val="00952C9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7B9C25B60CD3406D938350073C2B2D7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1A3AA3A-AF73-4BC5-91A4-4866B53219FD}"/>
      </w:docPartPr>
      <w:docPartBody>
        <w:p w:rsidR="005966F5" w:rsidRDefault="005966F5" w:rsidP="005966F5">
          <w:pPr>
            <w:pStyle w:val="7B9C25B60CD3406D938350073C2B2D7B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C27CA7C5837D4C6997F84EE248ACE46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F3CCB9B-CF89-4D8C-B955-189996163608}"/>
      </w:docPartPr>
      <w:docPartBody>
        <w:p w:rsidR="005966F5" w:rsidRDefault="005966F5" w:rsidP="005966F5">
          <w:pPr>
            <w:pStyle w:val="C27CA7C5837D4C6997F84EE248ACE465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4B4044"/>
    <w:rsid w:val="005966F5"/>
    <w:rsid w:val="008C678B"/>
    <w:rsid w:val="00C95804"/>
    <w:rsid w:val="00CF73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5966F5"/>
    <w:rPr>
      <w:color w:val="808080"/>
    </w:rPr>
  </w:style>
  <w:style w:type="paragraph" w:customStyle="1" w:styleId="AEB4338F73834664BF71086DD92EE414">
    <w:name w:val="AEB4338F73834664BF71086DD92EE414"/>
    <w:rsid w:val="004B4044"/>
  </w:style>
  <w:style w:type="paragraph" w:customStyle="1" w:styleId="7B9C25B60CD3406D938350073C2B2D7B">
    <w:name w:val="7B9C25B60CD3406D938350073C2B2D7B"/>
    <w:rsid w:val="004B4044"/>
  </w:style>
  <w:style w:type="paragraph" w:customStyle="1" w:styleId="C27CA7C5837D4C6997F84EE248ACE465">
    <w:name w:val="C27CA7C5837D4C6997F84EE248ACE465"/>
    <w:rsid w:val="004B4044"/>
  </w:style>
  <w:style w:type="paragraph" w:customStyle="1" w:styleId="C2DD70048AD34CF4AD6BEF08B52446E6">
    <w:name w:val="C2DD70048AD34CF4AD6BEF08B52446E6"/>
    <w:rsid w:val="004B4044"/>
  </w:style>
  <w:style w:type="paragraph" w:customStyle="1" w:styleId="7B9C25B60CD3406D938350073C2B2D7B1">
    <w:name w:val="7B9C25B60CD3406D938350073C2B2D7B1"/>
    <w:rsid w:val="005966F5"/>
    <w:rPr>
      <w:rFonts w:ascii="Calibri" w:eastAsia="Calibri" w:hAnsi="Calibri" w:cs="Times New Roman"/>
      <w:lang w:eastAsia="en-US"/>
    </w:rPr>
  </w:style>
  <w:style w:type="paragraph" w:customStyle="1" w:styleId="C27CA7C5837D4C6997F84EE248ACE4651">
    <w:name w:val="C27CA7C5837D4C6997F84EE248ACE4651"/>
    <w:rsid w:val="005966F5"/>
    <w:rPr>
      <w:rFonts w:ascii="Calibri" w:eastAsia="Calibri" w:hAnsi="Calibri" w:cs="Times New Roman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1</TotalTime>
  <Pages>2</Pages>
  <Words>313</Words>
  <Characters>1790</Characters>
  <Application>Microsoft Office Word</Application>
  <DocSecurity>4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Елена П. Низова</cp:lastModifiedBy>
  <cp:revision>2</cp:revision>
  <dcterms:created xsi:type="dcterms:W3CDTF">2023-01-25T01:01:00Z</dcterms:created>
  <dcterms:modified xsi:type="dcterms:W3CDTF">2023-01-25T01:01:00Z</dcterms:modified>
</cp:coreProperties>
</file>