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4286FC3" w14:textId="77777777" w:rsidTr="00987DB5">
        <w:tc>
          <w:tcPr>
            <w:tcW w:w="9498" w:type="dxa"/>
          </w:tcPr>
          <w:p w14:paraId="54286FB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4286FDA" wp14:editId="54286FD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286FC0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4286FC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4286FC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4286FC4" w14:textId="00DC1E68" w:rsidR="00AE5C63" w:rsidRPr="00DE30EA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E30E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DE30EA" w:rsidRPr="00DE30EA">
            <w:rPr>
              <w:rFonts w:ascii="Times New Roman" w:hAnsi="Times New Roman"/>
              <w:sz w:val="28"/>
              <w:szCs w:val="28"/>
            </w:rPr>
            <w:t>27 декабря 2021 года</w:t>
          </w:r>
        </w:sdtContent>
      </w:sdt>
      <w:r w:rsidRPr="00DE30E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DE30EA" w:rsidRPr="00DE30EA">
            <w:rPr>
              <w:rFonts w:ascii="Times New Roman" w:hAnsi="Times New Roman"/>
              <w:sz w:val="28"/>
              <w:szCs w:val="28"/>
            </w:rPr>
            <w:t>217</w:t>
          </w:r>
        </w:sdtContent>
      </w:sdt>
    </w:p>
    <w:p w14:paraId="54286FC5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38AD6A2" w14:textId="77777777" w:rsidR="00C139A4" w:rsidRPr="00C139A4" w:rsidRDefault="004420A7" w:rsidP="00C139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20A7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C139A4" w:rsidRPr="00C139A4">
        <w:rPr>
          <w:rFonts w:ascii="Times New Roman" w:hAnsi="Times New Roman"/>
          <w:b/>
          <w:sz w:val="28"/>
          <w:szCs w:val="28"/>
        </w:rPr>
        <w:t>«Установление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комитете по управлению муниципальным имуществом муниципального образования «Городской округ Ногликский»</w:t>
      </w:r>
    </w:p>
    <w:p w14:paraId="54286FC7" w14:textId="3B89E108" w:rsidR="00185FEC" w:rsidRDefault="00185FEC" w:rsidP="00C139A4">
      <w:pPr>
        <w:jc w:val="center"/>
        <w:rPr>
          <w:rFonts w:ascii="Times New Roman" w:hAnsi="Times New Roman"/>
          <w:sz w:val="28"/>
          <w:szCs w:val="28"/>
        </w:rPr>
      </w:pPr>
    </w:p>
    <w:p w14:paraId="00371924" w14:textId="77777777" w:rsidR="004420A7" w:rsidRPr="00DC021C" w:rsidRDefault="004420A7" w:rsidP="004420A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>На основании Федерально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закона от 06.10.2003 № 131-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>ФЗ «Об общих принципах организации местного самоуправления в Российской Федерации», Федерального закона от 27.07.2010 № 210-ФЗ «Об организации предостав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ления государственных и муниципальных услуг», </w:t>
      </w:r>
      <w:r>
        <w:rPr>
          <w:rFonts w:ascii="Times New Roman" w:hAnsi="Times New Roman"/>
          <w:sz w:val="28"/>
          <w:szCs w:val="28"/>
        </w:rPr>
        <w:t>постановления мэра муниципального образования «Городской округ Ногликский» от 28.07.2021 № 141 «Об утверждении Перечня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области»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ст. 28 Устава муниципального образования «Городской округ Ногликский», </w:t>
      </w:r>
      <w:r w:rsidRPr="00DC021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3AAE3754" w14:textId="6484D6E6" w:rsidR="004420A7" w:rsidRPr="00C139A4" w:rsidRDefault="004420A7" w:rsidP="00C139A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39A4">
        <w:rPr>
          <w:rFonts w:ascii="Times New Roman" w:hAnsi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="00C139A4" w:rsidRPr="00C139A4">
        <w:rPr>
          <w:rFonts w:ascii="Times New Roman" w:hAnsi="Times New Roman"/>
          <w:sz w:val="28"/>
          <w:szCs w:val="28"/>
        </w:rPr>
        <w:t xml:space="preserve">«Установление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комитете по управлению муниципальным имуществом муниципального образования «Городской округ Ногликский» </w:t>
      </w:r>
      <w:r w:rsidRPr="00C139A4">
        <w:rPr>
          <w:rFonts w:ascii="Times New Roman" w:hAnsi="Times New Roman"/>
          <w:sz w:val="28"/>
          <w:szCs w:val="28"/>
        </w:rPr>
        <w:t>(прилагается).</w:t>
      </w:r>
    </w:p>
    <w:p w14:paraId="1ACF2B93" w14:textId="77777777" w:rsidR="0095024A" w:rsidRDefault="004420A7" w:rsidP="004420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Считать утратившим</w:t>
      </w:r>
      <w:r w:rsidR="0095024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 мэра муниципального образован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ия </w:t>
      </w:r>
      <w:r w:rsidR="0095024A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Ногликский»:</w:t>
      </w:r>
    </w:p>
    <w:p w14:paraId="488D655C" w14:textId="56196E60" w:rsidR="004420A7" w:rsidRDefault="0095024A" w:rsidP="004420A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 16.10.2018 № 207</w:t>
      </w:r>
      <w:r w:rsidR="004420A7"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420A7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административного регламента предоставления муниципальной услуги </w:t>
      </w:r>
      <w:r w:rsidRPr="004420A7">
        <w:rPr>
          <w:rFonts w:ascii="Times New Roman" w:hAnsi="Times New Roman"/>
          <w:sz w:val="28"/>
          <w:szCs w:val="28"/>
        </w:rPr>
        <w:lastRenderedPageBreak/>
        <w:t>«Установление и выплата пенсии за выслугу лет лицам, замещавшим муниципальные должности и должности муниципальной службы в комитете по управлению муниципальным имуществом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;</w:t>
      </w:r>
    </w:p>
    <w:p w14:paraId="28AC4BD1" w14:textId="60348056" w:rsidR="0095024A" w:rsidRPr="0034432B" w:rsidRDefault="0095024A" w:rsidP="004420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 от 26.12.2018 № 253 «О внесении изменений в постановление мэра муниципального образования «Городской о</w:t>
      </w:r>
      <w:r w:rsidR="00B0290A">
        <w:rPr>
          <w:rFonts w:ascii="Times New Roman" w:hAnsi="Times New Roman"/>
          <w:sz w:val="28"/>
          <w:szCs w:val="28"/>
        </w:rPr>
        <w:t xml:space="preserve">круг Ногликский» от 16.10.2018 </w:t>
      </w:r>
      <w:r w:rsidR="00DE30E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207».</w:t>
      </w:r>
    </w:p>
    <w:p w14:paraId="73765E13" w14:textId="77777777" w:rsidR="004420A7" w:rsidRPr="0034432B" w:rsidRDefault="004420A7" w:rsidP="004420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1F03EF13" w14:textId="485EDA83" w:rsidR="004420A7" w:rsidRPr="00334811" w:rsidRDefault="004420A7" w:rsidP="004420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Pr="00334811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</w:t>
      </w:r>
      <w:r w:rsidR="00182F4C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исполняющего обязанности </w:t>
      </w:r>
      <w:r w:rsidRPr="00334811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председателя комитета по управлению муниципальным имуществом муниципального образования «Городской округ Ногликский» </w:t>
      </w:r>
      <w:r w:rsidR="00182F4C">
        <w:rPr>
          <w:rFonts w:ascii="Times New Roman" w:eastAsia="Times New Roman" w:hAnsi="Times New Roman"/>
          <w:sz w:val="28"/>
          <w:szCs w:val="28"/>
          <w:lang w:eastAsia="ru-RU"/>
        </w:rPr>
        <w:t>Харитонову К.И</w:t>
      </w:r>
      <w:r w:rsidRPr="0033481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4286FD2" w14:textId="14E2F176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4286FD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4286FD4" w14:textId="616937E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4420A7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4420A7">
        <w:rPr>
          <w:rFonts w:ascii="Times New Roman" w:hAnsi="Times New Roman"/>
          <w:sz w:val="28"/>
          <w:szCs w:val="28"/>
        </w:rPr>
        <w:tab/>
      </w:r>
      <w:r w:rsidR="004420A7">
        <w:rPr>
          <w:rFonts w:ascii="Times New Roman" w:hAnsi="Times New Roman"/>
          <w:sz w:val="28"/>
          <w:szCs w:val="28"/>
        </w:rPr>
        <w:tab/>
      </w:r>
      <w:r w:rsidR="004420A7">
        <w:rPr>
          <w:rFonts w:ascii="Times New Roman" w:hAnsi="Times New Roman"/>
          <w:sz w:val="28"/>
          <w:szCs w:val="28"/>
        </w:rPr>
        <w:tab/>
      </w:r>
      <w:r w:rsidR="004420A7">
        <w:rPr>
          <w:rFonts w:ascii="Times New Roman" w:hAnsi="Times New Roman"/>
          <w:sz w:val="28"/>
          <w:szCs w:val="28"/>
        </w:rPr>
        <w:tab/>
      </w:r>
      <w:r w:rsidR="004420A7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4420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DE30EA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86FDE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4286FDF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286FE0" w14:textId="73D0FC12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286FDC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4286FDD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5496927"/>
      <w:docPartObj>
        <w:docPartGallery w:val="Page Numbers (Top of Page)"/>
        <w:docPartUnique/>
      </w:docPartObj>
    </w:sdtPr>
    <w:sdtEndPr/>
    <w:sdtContent>
      <w:p w14:paraId="3847A217" w14:textId="4A17D53E" w:rsidR="00DE30EA" w:rsidRDefault="00DE30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35CC">
          <w:rPr>
            <w:noProof/>
          </w:rPr>
          <w:t>2</w:t>
        </w:r>
        <w:r>
          <w:fldChar w:fldCharType="end"/>
        </w:r>
      </w:p>
    </w:sdtContent>
  </w:sdt>
  <w:p w14:paraId="63442AA9" w14:textId="77777777" w:rsidR="00DE30EA" w:rsidRDefault="00DE30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2F4C"/>
    <w:rsid w:val="001835CC"/>
    <w:rsid w:val="00185FEC"/>
    <w:rsid w:val="001E1F9F"/>
    <w:rsid w:val="002E5832"/>
    <w:rsid w:val="00364F8F"/>
    <w:rsid w:val="004420A7"/>
    <w:rsid w:val="00520CBF"/>
    <w:rsid w:val="008629FA"/>
    <w:rsid w:val="0095024A"/>
    <w:rsid w:val="00987DB5"/>
    <w:rsid w:val="00AC72C8"/>
    <w:rsid w:val="00AE5C63"/>
    <w:rsid w:val="00B0290A"/>
    <w:rsid w:val="00B10ED9"/>
    <w:rsid w:val="00B25688"/>
    <w:rsid w:val="00B85CF4"/>
    <w:rsid w:val="00C02849"/>
    <w:rsid w:val="00C139A4"/>
    <w:rsid w:val="00D12794"/>
    <w:rsid w:val="00D67BD8"/>
    <w:rsid w:val="00DE30EA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86FB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4420A7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link w:val="ConsPlusNormal"/>
    <w:locked/>
    <w:rsid w:val="004420A7"/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642F11" w:rsidRDefault="00642F11" w:rsidP="00642F11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642F11" w:rsidRDefault="00642F11" w:rsidP="00642F11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642F11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42F11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642F11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642F11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403</Words>
  <Characters>2303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2023-01-26T01:32:00Z</dcterms:created>
  <dcterms:modified xsi:type="dcterms:W3CDTF">2023-01-26T01:32:00Z</dcterms:modified>
</cp:coreProperties>
</file>