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1F5326F" w:rsidR="0033636C" w:rsidRPr="00F2306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2306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23069" w:rsidRPr="00F23069">
            <w:rPr>
              <w:rFonts w:ascii="Times New Roman" w:hAnsi="Times New Roman"/>
              <w:sz w:val="28"/>
              <w:szCs w:val="28"/>
            </w:rPr>
            <w:t>01 августа 2025 года</w:t>
          </w:r>
        </w:sdtContent>
      </w:sdt>
      <w:r w:rsidRPr="00F2306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23069" w:rsidRPr="00F23069">
            <w:rPr>
              <w:rFonts w:ascii="Times New Roman" w:hAnsi="Times New Roman"/>
              <w:sz w:val="28"/>
              <w:szCs w:val="28"/>
            </w:rPr>
            <w:t>507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7C242A" w14:textId="77777777" w:rsidR="001B4E41" w:rsidRDefault="00307BC0" w:rsidP="001B4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4A4">
        <w:rPr>
          <w:rFonts w:ascii="Times New Roman" w:hAnsi="Times New Roman"/>
          <w:b/>
          <w:sz w:val="28"/>
          <w:szCs w:val="28"/>
        </w:rPr>
        <w:t>О внесении изменени</w:t>
      </w:r>
      <w:r w:rsidR="001B4E41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7CBA39FD" w14:textId="77777777" w:rsidR="001B4E41" w:rsidRDefault="00307BC0" w:rsidP="001B4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4A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B4E41">
        <w:rPr>
          <w:rFonts w:ascii="Times New Roman" w:hAnsi="Times New Roman"/>
          <w:b/>
          <w:sz w:val="28"/>
          <w:szCs w:val="28"/>
        </w:rPr>
        <w:t>«</w:t>
      </w:r>
      <w:r w:rsidRPr="008634A4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B4E41">
        <w:rPr>
          <w:rFonts w:ascii="Times New Roman" w:hAnsi="Times New Roman"/>
          <w:b/>
          <w:sz w:val="28"/>
          <w:szCs w:val="28"/>
        </w:rPr>
        <w:t>»</w:t>
      </w:r>
    </w:p>
    <w:p w14:paraId="7C167CCE" w14:textId="77777777" w:rsidR="001B4E41" w:rsidRDefault="00307BC0" w:rsidP="001B4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4A4">
        <w:rPr>
          <w:rFonts w:ascii="Times New Roman" w:hAnsi="Times New Roman"/>
          <w:b/>
          <w:sz w:val="28"/>
          <w:szCs w:val="28"/>
        </w:rPr>
        <w:t xml:space="preserve">от 19 декабря 2024 года № 821 </w:t>
      </w:r>
      <w:r w:rsidR="001B4E41">
        <w:rPr>
          <w:rFonts w:ascii="Times New Roman" w:hAnsi="Times New Roman"/>
          <w:b/>
          <w:sz w:val="28"/>
          <w:szCs w:val="28"/>
        </w:rPr>
        <w:t>«Об утверждении норм, выраженных</w:t>
      </w:r>
    </w:p>
    <w:p w14:paraId="2F8D6A3D" w14:textId="05BEF6E2" w:rsidR="00307BC0" w:rsidRPr="008634A4" w:rsidRDefault="00307BC0" w:rsidP="001B4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4A4">
        <w:rPr>
          <w:rFonts w:ascii="Times New Roman" w:hAnsi="Times New Roman"/>
          <w:b/>
          <w:sz w:val="28"/>
          <w:szCs w:val="28"/>
        </w:rPr>
        <w:t>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</w:t>
      </w:r>
    </w:p>
    <w:p w14:paraId="2BBD973E" w14:textId="77777777" w:rsidR="00307BC0" w:rsidRDefault="00307BC0" w:rsidP="001B4E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FA83E5" w14:textId="12BE1E33" w:rsidR="00B32309" w:rsidRPr="001E73DA" w:rsidRDefault="00B32309" w:rsidP="001B4E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2358CD">
        <w:rPr>
          <w:rFonts w:ascii="Times New Roman" w:hAnsi="Times New Roman"/>
          <w:sz w:val="28"/>
          <w:szCs w:val="28"/>
        </w:rPr>
        <w:t>Собрания муниципального образования «Городской округ Ногликский</w:t>
      </w:r>
      <w:r>
        <w:rPr>
          <w:rFonts w:ascii="Times New Roman" w:hAnsi="Times New Roman"/>
          <w:sz w:val="28"/>
          <w:szCs w:val="28"/>
        </w:rPr>
        <w:t>» от 13</w:t>
      </w:r>
      <w:r w:rsidRPr="002358CD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 № 36</w:t>
      </w:r>
      <w:r w:rsidRPr="002358CD">
        <w:rPr>
          <w:rFonts w:ascii="Times New Roman" w:hAnsi="Times New Roman"/>
          <w:sz w:val="28"/>
          <w:szCs w:val="28"/>
        </w:rPr>
        <w:t xml:space="preserve"> </w:t>
      </w:r>
      <w:r w:rsidR="00A21563" w:rsidRPr="002358CD">
        <w:rPr>
          <w:rFonts w:ascii="Times New Roman" w:hAnsi="Times New Roman"/>
          <w:sz w:val="28"/>
          <w:szCs w:val="28"/>
        </w:rPr>
        <w:t xml:space="preserve">(в редакции от </w:t>
      </w:r>
      <w:r w:rsidR="00A21563">
        <w:rPr>
          <w:rFonts w:ascii="Times New Roman" w:hAnsi="Times New Roman"/>
          <w:sz w:val="28"/>
          <w:szCs w:val="28"/>
        </w:rPr>
        <w:t xml:space="preserve">14.07.2025 </w:t>
      </w:r>
      <w:r w:rsidR="00A21563" w:rsidRPr="002358CD">
        <w:rPr>
          <w:rFonts w:ascii="Times New Roman" w:hAnsi="Times New Roman"/>
          <w:sz w:val="28"/>
          <w:szCs w:val="28"/>
        </w:rPr>
        <w:t>№</w:t>
      </w:r>
      <w:r w:rsidR="00A21563">
        <w:rPr>
          <w:rFonts w:ascii="Times New Roman" w:hAnsi="Times New Roman"/>
          <w:sz w:val="28"/>
          <w:szCs w:val="28"/>
        </w:rPr>
        <w:t xml:space="preserve"> 90</w:t>
      </w:r>
      <w:r w:rsidR="00A21563" w:rsidRPr="002358CD">
        <w:rPr>
          <w:rFonts w:ascii="Times New Roman" w:hAnsi="Times New Roman"/>
          <w:sz w:val="28"/>
          <w:szCs w:val="28"/>
        </w:rPr>
        <w:t xml:space="preserve">) </w:t>
      </w:r>
      <w:r w:rsidRPr="002358CD">
        <w:rPr>
          <w:rFonts w:ascii="Times New Roman" w:hAnsi="Times New Roman"/>
          <w:sz w:val="28"/>
          <w:szCs w:val="28"/>
        </w:rPr>
        <w:t>«О бюджете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</w:t>
      </w:r>
      <w:r w:rsidRPr="002358CD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2358C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2358C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2358CD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="00A2156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E73DA">
        <w:rPr>
          <w:rFonts w:ascii="Times New Roman" w:hAnsi="Times New Roman"/>
          <w:sz w:val="28"/>
          <w:szCs w:val="28"/>
        </w:rPr>
        <w:t xml:space="preserve">, администрация </w:t>
      </w:r>
      <w:r w:rsidR="00A21563" w:rsidRPr="00A21563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A21563" w:rsidRPr="00A21563">
        <w:rPr>
          <w:rFonts w:ascii="Times New Roman" w:hAnsi="Times New Roman"/>
          <w:b/>
          <w:sz w:val="28"/>
          <w:szCs w:val="28"/>
        </w:rPr>
        <w:t xml:space="preserve"> </w:t>
      </w:r>
      <w:r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7BA2D283" w14:textId="1F59D960" w:rsidR="00B32309" w:rsidRDefault="00B32309" w:rsidP="001B4E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 постановление администрации муниципального образования «Городской округ Ногликский» от 19.12.2024 № 821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3072E221" w14:textId="1E2569A1" w:rsidR="00B32309" w:rsidRPr="00491E7C" w:rsidRDefault="00B32309" w:rsidP="001B4E4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Приложение 2 изложить в новой редакции</w:t>
      </w:r>
      <w:r w:rsidR="00FD121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приложению 1 к настоящему постановлению.</w:t>
      </w:r>
    </w:p>
    <w:p w14:paraId="4259CD40" w14:textId="43F9B539" w:rsidR="00B32309" w:rsidRPr="00491E7C" w:rsidRDefault="00B32309" w:rsidP="001B4E4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изложить в новой редакции</w:t>
      </w:r>
      <w:r w:rsidR="00FD121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0A23F21C" w14:textId="21041564" w:rsidR="00B32309" w:rsidRDefault="00B32309" w:rsidP="001B4E4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 Разместить настоящее постановление на официальном сайте муниципального образования </w:t>
      </w:r>
      <w:r w:rsidR="00E9692F">
        <w:rPr>
          <w:rFonts w:ascii="Times New Roman" w:eastAsia="Times New Roman" w:hAnsi="Times New Roman"/>
          <w:sz w:val="28"/>
          <w:szCs w:val="28"/>
          <w:shd w:val="clear" w:color="auto" w:fill="FFFFFF"/>
        </w:rPr>
        <w:t>Н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огликский</w:t>
      </w:r>
      <w:r w:rsidR="00E9692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0DCF5582" w14:textId="65A38BF2" w:rsidR="00E609BC" w:rsidRPr="00D12794" w:rsidRDefault="00B32309" w:rsidP="001B4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Ногликский</w:t>
      </w:r>
      <w:r w:rsidR="00E9692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Авдеева И.Ю</w:t>
      </w:r>
      <w:r w:rsidR="006024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CF5583" w14:textId="77777777" w:rsidR="00E609BC" w:rsidRDefault="00E609BC" w:rsidP="001B4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C0584A" w14:textId="0BEF8902" w:rsidR="001B4E41" w:rsidRDefault="001B4E41" w:rsidP="001B4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2F5C2A" w14:textId="77777777" w:rsidR="001B4E41" w:rsidRPr="00D12794" w:rsidRDefault="001B4E41" w:rsidP="001B4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1B4E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2BE48F01" w:rsidR="008629FA" w:rsidRPr="008629FA" w:rsidRDefault="008629FA" w:rsidP="001B4E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 xml:space="preserve">       </w:t>
      </w:r>
      <w:r w:rsidR="001B4E41">
        <w:rPr>
          <w:rFonts w:ascii="Times New Roman" w:hAnsi="Times New Roman"/>
          <w:sz w:val="28"/>
          <w:szCs w:val="28"/>
        </w:rPr>
        <w:t xml:space="preserve">         </w:t>
      </w:r>
      <w:r w:rsidR="00EA01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С.В.</w:t>
      </w:r>
      <w:r w:rsidR="006024A6">
        <w:rPr>
          <w:rFonts w:ascii="Times New Roman" w:hAnsi="Times New Roman"/>
          <w:sz w:val="28"/>
          <w:szCs w:val="28"/>
        </w:rPr>
        <w:t xml:space="preserve"> </w:t>
      </w:r>
      <w:r w:rsidR="00EA01ED">
        <w:rPr>
          <w:rFonts w:ascii="Times New Roman" w:hAnsi="Times New Roman"/>
          <w:sz w:val="28"/>
          <w:szCs w:val="28"/>
        </w:rPr>
        <w:t>Гурьянов</w:t>
      </w:r>
    </w:p>
    <w:p w14:paraId="0DCF558E" w14:textId="37275BEE" w:rsidR="008629FA" w:rsidRPr="00D12794" w:rsidRDefault="00093B08" w:rsidP="001B4E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sectPr w:rsidR="008629FA" w:rsidRPr="00D12794" w:rsidSect="001B4E4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312498"/>
      <w:docPartObj>
        <w:docPartGallery w:val="Page Numbers (Top of Page)"/>
        <w:docPartUnique/>
      </w:docPartObj>
    </w:sdtPr>
    <w:sdtEndPr/>
    <w:sdtContent>
      <w:p w14:paraId="73E602FC" w14:textId="085E1218" w:rsidR="001B4E41" w:rsidRDefault="001B4E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06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E20"/>
    <w:rsid w:val="00093B08"/>
    <w:rsid w:val="000D02CF"/>
    <w:rsid w:val="00185FEC"/>
    <w:rsid w:val="001B4E41"/>
    <w:rsid w:val="001D1747"/>
    <w:rsid w:val="001E1F9F"/>
    <w:rsid w:val="001E35AC"/>
    <w:rsid w:val="002003DC"/>
    <w:rsid w:val="002B5CAC"/>
    <w:rsid w:val="00307BC0"/>
    <w:rsid w:val="0033636C"/>
    <w:rsid w:val="003E4257"/>
    <w:rsid w:val="00520CBF"/>
    <w:rsid w:val="006024A6"/>
    <w:rsid w:val="007C7D1D"/>
    <w:rsid w:val="008629FA"/>
    <w:rsid w:val="00987DB5"/>
    <w:rsid w:val="00A21563"/>
    <w:rsid w:val="00A30AF1"/>
    <w:rsid w:val="00AC72C8"/>
    <w:rsid w:val="00B10ED9"/>
    <w:rsid w:val="00B25688"/>
    <w:rsid w:val="00B32309"/>
    <w:rsid w:val="00C02849"/>
    <w:rsid w:val="00D12794"/>
    <w:rsid w:val="00D67BD8"/>
    <w:rsid w:val="00DF7897"/>
    <w:rsid w:val="00E37B8A"/>
    <w:rsid w:val="00E609BC"/>
    <w:rsid w:val="00E9692F"/>
    <w:rsid w:val="00EA01ED"/>
    <w:rsid w:val="00F146B1"/>
    <w:rsid w:val="00F23069"/>
    <w:rsid w:val="00FD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3230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1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46B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2025-07-27T22:42:00Z</cp:lastPrinted>
  <dcterms:created xsi:type="dcterms:W3CDTF">2025-08-01T06:54:00Z</dcterms:created>
  <dcterms:modified xsi:type="dcterms:W3CDTF">2025-08-01T06:56:00Z</dcterms:modified>
</cp:coreProperties>
</file>