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13F2FB4" w:rsidR="0033636C" w:rsidRPr="0084607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607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46072" w:rsidRPr="00846072">
            <w:rPr>
              <w:rFonts w:ascii="Times New Roman" w:hAnsi="Times New Roman"/>
              <w:sz w:val="28"/>
              <w:szCs w:val="28"/>
            </w:rPr>
            <w:t>01 августа 2025 года</w:t>
          </w:r>
        </w:sdtContent>
      </w:sdt>
      <w:r w:rsidRPr="0084607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46072" w:rsidRPr="00846072">
            <w:rPr>
              <w:rFonts w:ascii="Times New Roman" w:hAnsi="Times New Roman"/>
              <w:sz w:val="28"/>
              <w:szCs w:val="28"/>
            </w:rPr>
            <w:t>508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43FAB1B" w14:textId="77777777" w:rsidR="0089178F" w:rsidRDefault="00093B08" w:rsidP="008917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78F">
        <w:rPr>
          <w:rFonts w:ascii="Times New Roman" w:hAnsi="Times New Roman"/>
          <w:b/>
          <w:sz w:val="28"/>
          <w:szCs w:val="28"/>
        </w:rPr>
        <w:t>Об утвержден</w:t>
      </w:r>
      <w:r w:rsidR="0089178F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57E54786" w14:textId="77777777" w:rsidR="0089178F" w:rsidRDefault="00093B08" w:rsidP="008917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78F">
        <w:rPr>
          <w:rFonts w:ascii="Times New Roman" w:hAnsi="Times New Roman"/>
          <w:b/>
          <w:sz w:val="28"/>
          <w:szCs w:val="28"/>
        </w:rPr>
        <w:t>по предос</w:t>
      </w:r>
      <w:r w:rsidR="0089178F">
        <w:rPr>
          <w:rFonts w:ascii="Times New Roman" w:hAnsi="Times New Roman"/>
          <w:b/>
          <w:sz w:val="28"/>
          <w:szCs w:val="28"/>
        </w:rPr>
        <w:t>тавлению государственной услуги</w:t>
      </w:r>
    </w:p>
    <w:p w14:paraId="061D3FB7" w14:textId="77777777" w:rsidR="0089178F" w:rsidRDefault="00093B08" w:rsidP="008917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78F">
        <w:rPr>
          <w:rFonts w:ascii="Times New Roman" w:hAnsi="Times New Roman"/>
          <w:b/>
          <w:sz w:val="28"/>
          <w:szCs w:val="28"/>
        </w:rPr>
        <w:t xml:space="preserve">«Выдача разрешения на изменение фамилии и имени несовершеннолетним» </w:t>
      </w:r>
      <w:r w:rsidR="00A01BA5" w:rsidRPr="0089178F">
        <w:rPr>
          <w:rFonts w:ascii="Times New Roman" w:hAnsi="Times New Roman"/>
          <w:b/>
          <w:sz w:val="28"/>
          <w:szCs w:val="28"/>
        </w:rPr>
        <w:t xml:space="preserve">в </w:t>
      </w:r>
      <w:r w:rsidRPr="0089178F">
        <w:rPr>
          <w:rFonts w:ascii="Times New Roman" w:hAnsi="Times New Roman"/>
          <w:b/>
          <w:sz w:val="28"/>
          <w:szCs w:val="28"/>
        </w:rPr>
        <w:t>муниципальном образовани</w:t>
      </w:r>
      <w:r w:rsidR="00A9682E" w:rsidRPr="0089178F">
        <w:rPr>
          <w:rFonts w:ascii="Times New Roman" w:hAnsi="Times New Roman"/>
          <w:b/>
          <w:sz w:val="28"/>
          <w:szCs w:val="28"/>
        </w:rPr>
        <w:t>и</w:t>
      </w:r>
    </w:p>
    <w:p w14:paraId="0DCF5580" w14:textId="56D817B9" w:rsidR="0033636C" w:rsidRPr="0089178F" w:rsidRDefault="00093B08" w:rsidP="0089178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78F">
        <w:rPr>
          <w:rFonts w:ascii="Times New Roman" w:hAnsi="Times New Roman"/>
          <w:b/>
          <w:sz w:val="28"/>
          <w:szCs w:val="28"/>
        </w:rPr>
        <w:t>Ногликский муниципал</w:t>
      </w:r>
      <w:r w:rsidR="002E4DA3">
        <w:rPr>
          <w:rFonts w:ascii="Times New Roman" w:hAnsi="Times New Roman"/>
          <w:b/>
          <w:sz w:val="28"/>
          <w:szCs w:val="28"/>
        </w:rPr>
        <w:t>ьный округ Сахалинской области</w:t>
      </w:r>
    </w:p>
    <w:p w14:paraId="0DCF5581" w14:textId="77777777" w:rsidR="00185FEC" w:rsidRDefault="00185FEC" w:rsidP="00891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8FECAC" w14:textId="601BBDB4" w:rsidR="00BA7DA4" w:rsidRPr="00716E4D" w:rsidRDefault="00BA7DA4" w:rsidP="008917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</w:t>
      </w:r>
      <w:r w:rsidR="0089178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 w:rsidR="002E4DA3">
        <w:rPr>
          <w:rFonts w:ascii="Times New Roman" w:eastAsia="Times New Roman" w:hAnsi="Times New Roman"/>
          <w:sz w:val="28"/>
          <w:szCs w:val="28"/>
          <w:lang w:eastAsia="ru-RU"/>
        </w:rPr>
        <w:t>распоряжением</w:t>
      </w:r>
      <w:r w:rsidR="00D1750F" w:rsidRPr="00D1750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№ 756-р </w:t>
      </w:r>
      <w:r w:rsidR="0089178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1750F" w:rsidRPr="00D1750F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 w:rsidR="008917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ст. 36</w:t>
      </w:r>
      <w:r w:rsidR="00453450">
        <w:rPr>
          <w:rFonts w:ascii="Times New Roman" w:eastAsia="Times New Roman" w:hAnsi="Times New Roman"/>
          <w:sz w:val="28"/>
          <w:szCs w:val="28"/>
          <w:lang w:eastAsia="ru-RU"/>
        </w:rPr>
        <w:t>, 45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716E4D">
        <w:rPr>
          <w:rFonts w:ascii="Times New Roman" w:eastAsia="Times New Roman" w:hAnsi="Times New Roman"/>
          <w:sz w:val="28"/>
          <w:szCs w:val="28"/>
          <w:lang w:eastAsia="ru-RU"/>
        </w:rPr>
        <w:t>, администрация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Ногликский муниципальный округ Сахалинской области </w:t>
      </w:r>
      <w:r w:rsidRPr="00BD5D9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9774758" w14:textId="5580317C" w:rsidR="00BA7DA4" w:rsidRPr="00055F88" w:rsidRDefault="0089178F" w:rsidP="0089178F">
      <w:pPr>
        <w:pStyle w:val="a8"/>
        <w:widowControl w:val="0"/>
        <w:tabs>
          <w:tab w:val="left" w:pos="70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BA7DA4" w:rsidRPr="00C91863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предоставлени</w:t>
      </w:r>
      <w:r w:rsidR="00A9682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A7DA4" w:rsidRPr="00C91863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</w:t>
      </w:r>
      <w:r w:rsidR="00BA7DA4" w:rsidRPr="00C91863">
        <w:rPr>
          <w:rFonts w:ascii="Times New Roman" w:hAnsi="Times New Roman"/>
          <w:sz w:val="28"/>
          <w:szCs w:val="28"/>
          <w:lang w:eastAsia="ru-RU"/>
        </w:rPr>
        <w:t>«</w:t>
      </w:r>
      <w:r w:rsidR="00BA7DA4" w:rsidRPr="00055F88">
        <w:rPr>
          <w:rFonts w:ascii="Times New Roman" w:hAnsi="Times New Roman"/>
          <w:sz w:val="28"/>
          <w:szCs w:val="28"/>
        </w:rPr>
        <w:t>Выдача разрешения на изменение фамилии и имени несовершеннолетним</w:t>
      </w:r>
      <w:r w:rsidR="00BA7DA4" w:rsidRPr="00055F88">
        <w:rPr>
          <w:rFonts w:ascii="Times New Roman" w:eastAsia="Times New Roman" w:hAnsi="Times New Roman"/>
          <w:sz w:val="28"/>
          <w:szCs w:val="28"/>
          <w:lang w:eastAsia="ru-RU"/>
        </w:rPr>
        <w:t>» в муниципальном образовании Ногликский муниципал</w:t>
      </w:r>
      <w:r w:rsidR="002E4DA3">
        <w:rPr>
          <w:rFonts w:ascii="Times New Roman" w:eastAsia="Times New Roman" w:hAnsi="Times New Roman"/>
          <w:sz w:val="28"/>
          <w:szCs w:val="28"/>
          <w:lang w:eastAsia="ru-RU"/>
        </w:rPr>
        <w:t>ьный округ Сахалинской области</w:t>
      </w:r>
      <w:r w:rsidR="00A968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7DA4" w:rsidRPr="00055F88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7FF8D208" w14:textId="17BF77B1" w:rsidR="00BA7DA4" w:rsidRPr="0089178F" w:rsidRDefault="0089178F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78F">
        <w:rPr>
          <w:rFonts w:ascii="Times New Roman" w:hAnsi="Times New Roman"/>
          <w:sz w:val="28"/>
          <w:szCs w:val="28"/>
        </w:rPr>
        <w:t xml:space="preserve">2. </w:t>
      </w:r>
      <w:r w:rsidR="00BA7DA4" w:rsidRPr="0089178F">
        <w:rPr>
          <w:rFonts w:ascii="Times New Roman" w:hAnsi="Times New Roman"/>
          <w:sz w:val="28"/>
          <w:szCs w:val="28"/>
        </w:rPr>
        <w:t>Признать утратившими силу:</w:t>
      </w:r>
    </w:p>
    <w:p w14:paraId="079E7FA9" w14:textId="5C9FA16D" w:rsidR="00BA7DA4" w:rsidRDefault="0089178F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BA7DA4" w:rsidRPr="00EA3551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</w:t>
      </w:r>
      <w:r w:rsidR="00BA7DA4">
        <w:rPr>
          <w:rFonts w:ascii="Times New Roman" w:hAnsi="Times New Roman"/>
          <w:sz w:val="28"/>
          <w:szCs w:val="28"/>
        </w:rPr>
        <w:t>«Городской округ Ногликский» от 01 октября 2020 года №</w:t>
      </w:r>
      <w:r w:rsidR="00A9682E">
        <w:rPr>
          <w:rFonts w:ascii="Times New Roman" w:hAnsi="Times New Roman"/>
          <w:sz w:val="28"/>
          <w:szCs w:val="28"/>
        </w:rPr>
        <w:t xml:space="preserve"> </w:t>
      </w:r>
      <w:r w:rsidR="00BA7DA4">
        <w:rPr>
          <w:rFonts w:ascii="Times New Roman" w:hAnsi="Times New Roman"/>
          <w:sz w:val="28"/>
          <w:szCs w:val="28"/>
        </w:rPr>
        <w:t xml:space="preserve">487 </w:t>
      </w:r>
      <w:r>
        <w:rPr>
          <w:rFonts w:ascii="Times New Roman" w:hAnsi="Times New Roman"/>
          <w:sz w:val="28"/>
          <w:szCs w:val="28"/>
        </w:rPr>
        <w:br/>
      </w:r>
      <w:r w:rsidR="00BA7DA4" w:rsidRPr="00224A02">
        <w:rPr>
          <w:rFonts w:ascii="Times New Roman" w:hAnsi="Times New Roman"/>
          <w:sz w:val="28"/>
          <w:szCs w:val="28"/>
        </w:rPr>
        <w:t>«</w:t>
      </w:r>
      <w:r w:rsidR="00BA7DA4" w:rsidRPr="00224A02">
        <w:rPr>
          <w:rFonts w:ascii="Times New Roman" w:hAnsi="Times New Roman"/>
          <w:bCs/>
          <w:sz w:val="28"/>
          <w:szCs w:val="28"/>
          <w:lang w:eastAsia="ru-RU"/>
        </w:rPr>
        <w:t>Об утверждении административного регламента по предоставлению государственной услуги</w:t>
      </w:r>
      <w:r w:rsidR="00BA7DA4" w:rsidRPr="00224A02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A7DA4" w:rsidRPr="00224A02">
        <w:rPr>
          <w:rFonts w:ascii="Times New Roman" w:hAnsi="Times New Roman"/>
          <w:sz w:val="28"/>
          <w:szCs w:val="28"/>
          <w:lang w:eastAsia="ru-RU"/>
        </w:rPr>
        <w:t>«</w:t>
      </w:r>
      <w:r w:rsidR="00BA7DA4" w:rsidRPr="009707F5">
        <w:rPr>
          <w:rFonts w:ascii="Times New Roman" w:hAnsi="Times New Roman"/>
          <w:sz w:val="28"/>
          <w:szCs w:val="28"/>
        </w:rPr>
        <w:t>Выдача разрешения на изменение фамилии и имени несовершеннолетним</w:t>
      </w:r>
      <w:r w:rsidR="00BA7DA4" w:rsidRPr="00224A0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A7DA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6942885" w14:textId="5A6F9534" w:rsidR="00BA7DA4" w:rsidRDefault="00BA7DA4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EA3551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EA3551">
        <w:rPr>
          <w:rFonts w:ascii="Times New Roman" w:hAnsi="Times New Roman"/>
          <w:sz w:val="28"/>
          <w:szCs w:val="28"/>
        </w:rPr>
        <w:t>о</w:t>
      </w:r>
      <w:r w:rsidR="00D1750F">
        <w:rPr>
          <w:rFonts w:ascii="Times New Roman" w:hAnsi="Times New Roman"/>
          <w:sz w:val="28"/>
          <w:szCs w:val="28"/>
        </w:rPr>
        <w:t>т 24 мая 2021 года № 281</w:t>
      </w:r>
      <w:r>
        <w:rPr>
          <w:rFonts w:ascii="Times New Roman" w:hAnsi="Times New Roman"/>
          <w:sz w:val="28"/>
          <w:szCs w:val="28"/>
        </w:rPr>
        <w:t xml:space="preserve"> «О внесении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муниципального образования «Городской округ Ногликский» от 01.10.2020 года № 487»;</w:t>
      </w:r>
    </w:p>
    <w:p w14:paraId="5CE36403" w14:textId="77777777" w:rsidR="00BA7DA4" w:rsidRDefault="00BA7DA4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A3551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EA355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 28 июля 2022 года № 388 «О внесении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муниципального образования «Городской округ Ногликский» от 01.10.2020 года № 487»;</w:t>
      </w:r>
    </w:p>
    <w:p w14:paraId="1A809DEF" w14:textId="78849652" w:rsidR="00BA7DA4" w:rsidRDefault="00BA7DA4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A3551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EA355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т 11 сентября 2023 года № 588 «О внесении изменений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муниципального образования «Городской округ Ноглик</w:t>
      </w:r>
      <w:r w:rsidR="003D0BD2">
        <w:rPr>
          <w:rFonts w:ascii="Times New Roman" w:eastAsia="Times New Roman" w:hAnsi="Times New Roman"/>
          <w:sz w:val="28"/>
          <w:szCs w:val="28"/>
          <w:lang w:eastAsia="ru-RU"/>
        </w:rPr>
        <w:t>ский» от 01.10.2020 года № 487»;</w:t>
      </w:r>
    </w:p>
    <w:p w14:paraId="1187CBBE" w14:textId="7AF59E35" w:rsidR="003D0BD2" w:rsidRPr="003D0BD2" w:rsidRDefault="003D0BD2" w:rsidP="0089178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A3551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09 февраля 2024 № 81 </w:t>
      </w:r>
      <w:r w:rsidRPr="003D0BD2">
        <w:rPr>
          <w:rFonts w:ascii="Times New Roman" w:hAnsi="Times New Roman"/>
          <w:sz w:val="28"/>
          <w:szCs w:val="28"/>
        </w:rPr>
        <w:t>«</w:t>
      </w:r>
      <w:r w:rsidRPr="003D0BD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01.10.2020 № 487</w:t>
      </w:r>
      <w:r>
        <w:rPr>
          <w:rFonts w:ascii="Times New Roman" w:hAnsi="Times New Roman"/>
          <w:sz w:val="28"/>
          <w:szCs w:val="28"/>
        </w:rPr>
        <w:t>».</w:t>
      </w:r>
    </w:p>
    <w:bookmarkEnd w:id="0"/>
    <w:p w14:paraId="5337A14E" w14:textId="1865F1F6" w:rsidR="00BA7DA4" w:rsidRPr="00716E4D" w:rsidRDefault="0089178F" w:rsidP="008917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BA7DA4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BA7DA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BA7DA4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BA7DA4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 муниципальный округ Сахалинской области в</w:t>
      </w:r>
      <w:r w:rsidR="00BA7DA4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информационно-</w:t>
      </w:r>
      <w:r w:rsidR="00BA7DA4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BA7DA4" w:rsidRPr="007B6F99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</w:t>
      </w:r>
      <w:r w:rsidR="00BA7DA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1834121E" w14:textId="5981D598" w:rsidR="00BA7DA4" w:rsidRDefault="0089178F" w:rsidP="0089178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BA7DA4"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BA7DA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A7DA4" w:rsidRPr="00716E4D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</w:t>
      </w:r>
      <w:r w:rsidR="00BA7DA4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="00BA7DA4" w:rsidRPr="00716E4D"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0DCF558B" w14:textId="77777777" w:rsidR="008629FA" w:rsidRDefault="008629FA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A0A9D2" w14:textId="3503034D" w:rsidR="0089178F" w:rsidRDefault="0089178F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4931AA" w14:textId="77777777" w:rsidR="0089178F" w:rsidRPr="00D12794" w:rsidRDefault="0089178F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0ED161B3" w:rsidR="008629FA" w:rsidRPr="008629FA" w:rsidRDefault="008629FA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5F6C900B" w:rsidR="008629FA" w:rsidRPr="00D12794" w:rsidRDefault="00093B08" w:rsidP="00891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A7D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С.В. Гурьянов</w:t>
      </w:r>
    </w:p>
    <w:sectPr w:rsidR="008629FA" w:rsidRPr="00D12794" w:rsidSect="0089178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6544142"/>
      <w:docPartObj>
        <w:docPartGallery w:val="Page Numbers (Top of Page)"/>
        <w:docPartUnique/>
      </w:docPartObj>
    </w:sdtPr>
    <w:sdtEndPr/>
    <w:sdtContent>
      <w:p w14:paraId="0797C716" w14:textId="31EC5C68" w:rsidR="0089178F" w:rsidRDefault="008917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BD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A0E75"/>
    <w:multiLevelType w:val="hybridMultilevel"/>
    <w:tmpl w:val="CDFAAA56"/>
    <w:lvl w:ilvl="0" w:tplc="4866D44A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2E4DA3"/>
    <w:rsid w:val="0033636C"/>
    <w:rsid w:val="003D0BD2"/>
    <w:rsid w:val="003E4257"/>
    <w:rsid w:val="00453450"/>
    <w:rsid w:val="00520CBF"/>
    <w:rsid w:val="00846072"/>
    <w:rsid w:val="008629FA"/>
    <w:rsid w:val="0089178F"/>
    <w:rsid w:val="00974423"/>
    <w:rsid w:val="00987DB5"/>
    <w:rsid w:val="00A01BA5"/>
    <w:rsid w:val="00A30AF1"/>
    <w:rsid w:val="00A9682E"/>
    <w:rsid w:val="00AC72C8"/>
    <w:rsid w:val="00B10ED9"/>
    <w:rsid w:val="00B25688"/>
    <w:rsid w:val="00BA7DA4"/>
    <w:rsid w:val="00C02849"/>
    <w:rsid w:val="00D12794"/>
    <w:rsid w:val="00D1750F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A7DA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A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7D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4</cp:revision>
  <cp:lastPrinted>2025-08-04T07:11:00Z</cp:lastPrinted>
  <dcterms:created xsi:type="dcterms:W3CDTF">2025-08-01T07:14:00Z</dcterms:created>
  <dcterms:modified xsi:type="dcterms:W3CDTF">2025-08-04T07:13:00Z</dcterms:modified>
</cp:coreProperties>
</file>