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8F037E9" w14:textId="77777777" w:rsidTr="00987DB5">
        <w:tc>
          <w:tcPr>
            <w:tcW w:w="9498" w:type="dxa"/>
          </w:tcPr>
          <w:p w14:paraId="28F037E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8F037FF" wp14:editId="28F0380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F037E5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8F037E6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28F037E7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28F037E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8F037EA" w14:textId="0D12584D" w:rsidR="0033636C" w:rsidRPr="001911A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11A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911AD" w:rsidRPr="001911AD">
            <w:rPr>
              <w:rFonts w:ascii="Times New Roman" w:hAnsi="Times New Roman"/>
              <w:sz w:val="28"/>
              <w:szCs w:val="28"/>
            </w:rPr>
            <w:t>04 августа 2025 года</w:t>
          </w:r>
        </w:sdtContent>
      </w:sdt>
      <w:r w:rsidRPr="001911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911AD" w:rsidRPr="001911AD">
            <w:rPr>
              <w:rFonts w:ascii="Times New Roman" w:hAnsi="Times New Roman"/>
              <w:sz w:val="28"/>
              <w:szCs w:val="28"/>
            </w:rPr>
            <w:t>510</w:t>
          </w:r>
        </w:sdtContent>
      </w:sdt>
    </w:p>
    <w:p w14:paraId="28F037E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8957E91" w14:textId="77777777" w:rsidR="00574953" w:rsidRDefault="002B5CAC" w:rsidP="005749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4953">
        <w:rPr>
          <w:rFonts w:ascii="Times New Roman" w:hAnsi="Times New Roman"/>
          <w:b/>
          <w:sz w:val="28"/>
          <w:szCs w:val="28"/>
        </w:rPr>
        <w:t>Об утве</w:t>
      </w:r>
      <w:r w:rsidR="00574953">
        <w:rPr>
          <w:rFonts w:ascii="Times New Roman" w:hAnsi="Times New Roman"/>
          <w:b/>
          <w:sz w:val="28"/>
          <w:szCs w:val="28"/>
        </w:rPr>
        <w:t>рждении муниципальной программы</w:t>
      </w:r>
    </w:p>
    <w:p w14:paraId="1C5010CA" w14:textId="77777777" w:rsidR="00574953" w:rsidRDefault="00F94CE6" w:rsidP="005749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4953">
        <w:rPr>
          <w:rFonts w:ascii="Times New Roman" w:hAnsi="Times New Roman"/>
          <w:b/>
          <w:sz w:val="28"/>
          <w:szCs w:val="28"/>
        </w:rPr>
        <w:t>«</w:t>
      </w:r>
      <w:r w:rsidR="002B5CAC" w:rsidRPr="00574953">
        <w:rPr>
          <w:rFonts w:ascii="Times New Roman" w:hAnsi="Times New Roman"/>
          <w:b/>
          <w:sz w:val="28"/>
          <w:szCs w:val="28"/>
        </w:rPr>
        <w:t>Обеспечение насел</w:t>
      </w:r>
      <w:r w:rsidR="00574953">
        <w:rPr>
          <w:rFonts w:ascii="Times New Roman" w:hAnsi="Times New Roman"/>
          <w:b/>
          <w:sz w:val="28"/>
          <w:szCs w:val="28"/>
        </w:rPr>
        <w:t>ения муниципального образования</w:t>
      </w:r>
    </w:p>
    <w:p w14:paraId="7AD65F99" w14:textId="77777777" w:rsidR="00574953" w:rsidRDefault="001F4396" w:rsidP="005749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4953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</w:p>
    <w:p w14:paraId="28F037EC" w14:textId="0D1E5D02" w:rsidR="0033636C" w:rsidRPr="00574953" w:rsidRDefault="00F94CE6" w:rsidP="005749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4953">
        <w:rPr>
          <w:rFonts w:ascii="Times New Roman" w:hAnsi="Times New Roman"/>
          <w:b/>
          <w:sz w:val="28"/>
          <w:szCs w:val="28"/>
        </w:rPr>
        <w:t>качественным жильем»</w:t>
      </w:r>
    </w:p>
    <w:p w14:paraId="28F037ED" w14:textId="77777777" w:rsidR="00185FEC" w:rsidRDefault="00185FEC" w:rsidP="00574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14BECD" w14:textId="78895136" w:rsidR="000F658C" w:rsidRPr="0080462D" w:rsidRDefault="000F658C" w:rsidP="00574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Pr="00D15AC4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ом</w:t>
      </w:r>
      <w:r w:rsidRPr="00D15AC4">
        <w:rPr>
          <w:rFonts w:ascii="Times New Roman" w:hAnsi="Times New Roman"/>
          <w:sz w:val="28"/>
          <w:szCs w:val="28"/>
        </w:rPr>
        <w:t xml:space="preserve"> разработки, реализации и </w:t>
      </w:r>
      <w:r>
        <w:rPr>
          <w:rFonts w:ascii="Times New Roman" w:hAnsi="Times New Roman"/>
          <w:sz w:val="28"/>
          <w:szCs w:val="28"/>
        </w:rPr>
        <w:t>мониторинга</w:t>
      </w:r>
      <w:r w:rsidRPr="00D15AC4">
        <w:rPr>
          <w:rFonts w:ascii="Times New Roman" w:hAnsi="Times New Roman"/>
          <w:sz w:val="28"/>
          <w:szCs w:val="28"/>
        </w:rPr>
        <w:t xml:space="preserve"> муниципальных программ муниципального образования </w:t>
      </w:r>
      <w:r w:rsidR="00D216A0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D15AC4">
        <w:rPr>
          <w:rFonts w:ascii="Times New Roman" w:hAnsi="Times New Roman"/>
          <w:sz w:val="28"/>
          <w:szCs w:val="28"/>
        </w:rPr>
        <w:t>, утвержденного постановлением администрации муни</w:t>
      </w:r>
      <w:r w:rsidRPr="00A945B6">
        <w:rPr>
          <w:rFonts w:ascii="Times New Roman" w:hAnsi="Times New Roman"/>
          <w:sz w:val="28"/>
          <w:szCs w:val="28"/>
        </w:rPr>
        <w:t xml:space="preserve">ципального образования </w:t>
      </w:r>
      <w:r w:rsidR="00D216A0" w:rsidRPr="00D216A0">
        <w:rPr>
          <w:rFonts w:ascii="Times New Roman" w:hAnsi="Times New Roman"/>
          <w:sz w:val="28"/>
          <w:szCs w:val="28"/>
        </w:rPr>
        <w:t>мун</w:t>
      </w:r>
      <w:bookmarkStart w:id="0" w:name="_GoBack"/>
      <w:bookmarkEnd w:id="0"/>
      <w:r w:rsidR="00D216A0" w:rsidRPr="00D216A0">
        <w:rPr>
          <w:rFonts w:ascii="Times New Roman" w:hAnsi="Times New Roman"/>
          <w:sz w:val="28"/>
          <w:szCs w:val="28"/>
        </w:rPr>
        <w:t>иципальный округ Сахалинской области</w:t>
      </w:r>
      <w:r w:rsidRPr="00A945B6">
        <w:rPr>
          <w:rFonts w:ascii="Times New Roman" w:hAnsi="Times New Roman"/>
          <w:sz w:val="28"/>
          <w:szCs w:val="28"/>
        </w:rPr>
        <w:t xml:space="preserve"> </w:t>
      </w:r>
      <w:r w:rsidR="00574953">
        <w:rPr>
          <w:rFonts w:ascii="Times New Roman" w:hAnsi="Times New Roman"/>
          <w:sz w:val="28"/>
          <w:szCs w:val="28"/>
        </w:rPr>
        <w:br/>
      </w:r>
      <w:r w:rsidRPr="00A945B6">
        <w:rPr>
          <w:rFonts w:ascii="Times New Roman" w:hAnsi="Times New Roman"/>
          <w:sz w:val="28"/>
          <w:szCs w:val="28"/>
        </w:rPr>
        <w:t xml:space="preserve">от </w:t>
      </w:r>
      <w:r w:rsidR="00D216A0">
        <w:rPr>
          <w:rFonts w:ascii="Times New Roman" w:hAnsi="Times New Roman"/>
          <w:sz w:val="28"/>
          <w:szCs w:val="28"/>
        </w:rPr>
        <w:t>05</w:t>
      </w:r>
      <w:r w:rsidRPr="00A945B6">
        <w:rPr>
          <w:rFonts w:ascii="Times New Roman" w:hAnsi="Times New Roman"/>
          <w:sz w:val="28"/>
          <w:szCs w:val="28"/>
        </w:rPr>
        <w:t>.0</w:t>
      </w:r>
      <w:r w:rsidR="00D216A0">
        <w:rPr>
          <w:rFonts w:ascii="Times New Roman" w:hAnsi="Times New Roman"/>
          <w:sz w:val="28"/>
          <w:szCs w:val="28"/>
        </w:rPr>
        <w:t>2</w:t>
      </w:r>
      <w:r w:rsidRPr="00A945B6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</w:t>
      </w:r>
      <w:r w:rsidR="00D216A0">
        <w:rPr>
          <w:rFonts w:ascii="Times New Roman" w:hAnsi="Times New Roman"/>
          <w:sz w:val="28"/>
          <w:szCs w:val="28"/>
        </w:rPr>
        <w:t>5</w:t>
      </w:r>
      <w:r w:rsidRPr="00A945B6">
        <w:rPr>
          <w:rFonts w:ascii="Times New Roman" w:hAnsi="Times New Roman"/>
          <w:sz w:val="28"/>
          <w:szCs w:val="28"/>
        </w:rPr>
        <w:t xml:space="preserve"> № </w:t>
      </w:r>
      <w:r w:rsidR="00D216A0">
        <w:rPr>
          <w:rFonts w:ascii="Times New Roman" w:hAnsi="Times New Roman"/>
          <w:sz w:val="28"/>
          <w:szCs w:val="28"/>
        </w:rPr>
        <w:t xml:space="preserve">39 «Об утверждении </w:t>
      </w:r>
      <w:r w:rsidR="00D216A0" w:rsidRPr="00D216A0">
        <w:rPr>
          <w:rFonts w:ascii="Times New Roman" w:hAnsi="Times New Roman"/>
          <w:sz w:val="28"/>
          <w:szCs w:val="28"/>
        </w:rPr>
        <w:t>Порядк</w:t>
      </w:r>
      <w:r w:rsidR="00D216A0">
        <w:rPr>
          <w:rFonts w:ascii="Times New Roman" w:hAnsi="Times New Roman"/>
          <w:sz w:val="28"/>
          <w:szCs w:val="28"/>
        </w:rPr>
        <w:t>а</w:t>
      </w:r>
      <w:r w:rsidR="00D216A0" w:rsidRPr="00D216A0">
        <w:rPr>
          <w:rFonts w:ascii="Times New Roman" w:hAnsi="Times New Roman"/>
          <w:sz w:val="28"/>
          <w:szCs w:val="28"/>
        </w:rPr>
        <w:t xml:space="preserve"> разработки, реализации </w:t>
      </w:r>
      <w:r w:rsidR="00574953">
        <w:rPr>
          <w:rFonts w:ascii="Times New Roman" w:hAnsi="Times New Roman"/>
          <w:sz w:val="28"/>
          <w:szCs w:val="28"/>
        </w:rPr>
        <w:br/>
      </w:r>
      <w:r w:rsidR="00D216A0" w:rsidRPr="00D216A0">
        <w:rPr>
          <w:rFonts w:ascii="Times New Roman" w:hAnsi="Times New Roman"/>
          <w:sz w:val="28"/>
          <w:szCs w:val="28"/>
        </w:rPr>
        <w:t>и мониторинга муниципальных программ муниципального образования Ногликский муниципальный округ Сахалинской области</w:t>
      </w:r>
      <w:r w:rsidR="00D216A0">
        <w:rPr>
          <w:rFonts w:ascii="Times New Roman" w:hAnsi="Times New Roman"/>
          <w:sz w:val="28"/>
          <w:szCs w:val="28"/>
        </w:rPr>
        <w:t>»</w:t>
      </w:r>
      <w:r w:rsidRPr="00B838D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руководствуясь </w:t>
      </w:r>
      <w:r w:rsidR="00D216A0">
        <w:rPr>
          <w:rFonts w:ascii="Times New Roman" w:hAnsi="Times New Roman"/>
          <w:sz w:val="28"/>
          <w:szCs w:val="28"/>
        </w:rPr>
        <w:t>ст</w:t>
      </w:r>
      <w:r w:rsidR="00FF405D">
        <w:rPr>
          <w:rFonts w:ascii="Times New Roman" w:hAnsi="Times New Roman"/>
          <w:sz w:val="28"/>
          <w:szCs w:val="28"/>
        </w:rPr>
        <w:t>атьями</w:t>
      </w:r>
      <w:r w:rsidRPr="00D15AC4">
        <w:rPr>
          <w:rFonts w:ascii="Times New Roman" w:hAnsi="Times New Roman"/>
          <w:sz w:val="28"/>
          <w:szCs w:val="28"/>
        </w:rPr>
        <w:t xml:space="preserve"> 36</w:t>
      </w:r>
      <w:r w:rsidR="00D216A0">
        <w:rPr>
          <w:rFonts w:ascii="Times New Roman" w:hAnsi="Times New Roman"/>
          <w:sz w:val="28"/>
          <w:szCs w:val="28"/>
        </w:rPr>
        <w:t>, 45</w:t>
      </w:r>
      <w:r w:rsidRPr="00D15AC4">
        <w:rPr>
          <w:rFonts w:ascii="Times New Roman" w:hAnsi="Times New Roman"/>
          <w:sz w:val="28"/>
          <w:szCs w:val="28"/>
        </w:rPr>
        <w:t xml:space="preserve"> Устава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5AC4">
        <w:rPr>
          <w:rFonts w:ascii="Times New Roman" w:hAnsi="Times New Roman"/>
          <w:sz w:val="28"/>
          <w:szCs w:val="28"/>
        </w:rPr>
        <w:t>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D15AC4">
        <w:rPr>
          <w:rFonts w:ascii="Times New Roman" w:hAnsi="Times New Roman"/>
          <w:sz w:val="28"/>
          <w:szCs w:val="28"/>
        </w:rPr>
        <w:t>, администрация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D15AC4">
        <w:rPr>
          <w:rFonts w:ascii="Times New Roman" w:hAnsi="Times New Roman"/>
          <w:sz w:val="28"/>
          <w:szCs w:val="28"/>
        </w:rPr>
        <w:t xml:space="preserve"> </w:t>
      </w:r>
      <w:r w:rsidRPr="0080462D">
        <w:rPr>
          <w:rFonts w:ascii="Times New Roman" w:hAnsi="Times New Roman"/>
          <w:b/>
          <w:sz w:val="28"/>
          <w:szCs w:val="28"/>
        </w:rPr>
        <w:t>ПОСТАНОВЛЯЕТ:</w:t>
      </w:r>
    </w:p>
    <w:p w14:paraId="1DE876F9" w14:textId="45397E88" w:rsidR="000F658C" w:rsidRPr="00FD70D1" w:rsidRDefault="000F658C" w:rsidP="005749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AC4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Утвердить м</w:t>
      </w:r>
      <w:r w:rsidRPr="00FD70D1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ую</w:t>
      </w:r>
      <w:r w:rsidRPr="00FD70D1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 «</w:t>
      </w:r>
      <w:r w:rsidR="00F665E7">
        <w:rPr>
          <w:rFonts w:ascii="Times New Roman" w:hAnsi="Times New Roman"/>
          <w:sz w:val="28"/>
          <w:szCs w:val="28"/>
        </w:rPr>
        <w:t>Обеспечение населения муниципального образования Ногликский муниципальный округ Сахалинской области качественным жильем</w:t>
      </w:r>
      <w:r>
        <w:rPr>
          <w:rFonts w:ascii="Times New Roman" w:hAnsi="Times New Roman"/>
          <w:sz w:val="28"/>
          <w:szCs w:val="28"/>
        </w:rPr>
        <w:t>»</w:t>
      </w:r>
      <w:r w:rsidRPr="00FD70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(прилагается).</w:t>
      </w:r>
    </w:p>
    <w:p w14:paraId="7A28E048" w14:textId="39538FFB" w:rsidR="000F658C" w:rsidRDefault="000F658C" w:rsidP="00574953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B5B">
        <w:rPr>
          <w:rFonts w:ascii="Times New Roman" w:hAnsi="Times New Roman"/>
          <w:sz w:val="28"/>
          <w:szCs w:val="28"/>
          <w:shd w:val="clear" w:color="auto" w:fill="FFFFFF"/>
        </w:rPr>
        <w:t>2. Признать утратившим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3C6B5B">
        <w:rPr>
          <w:rFonts w:ascii="Times New Roman" w:hAnsi="Times New Roman"/>
          <w:sz w:val="28"/>
          <w:szCs w:val="28"/>
          <w:shd w:val="clear" w:color="auto" w:fill="FFFFFF"/>
        </w:rPr>
        <w:t xml:space="preserve"> силу постановления администрации муниципального образования «</w:t>
      </w:r>
      <w:r w:rsidRPr="003C6B5B">
        <w:rPr>
          <w:rFonts w:ascii="Times New Roman" w:hAnsi="Times New Roman"/>
          <w:sz w:val="28"/>
          <w:szCs w:val="28"/>
        </w:rPr>
        <w:t>Городской округ Ногликский»:</w:t>
      </w:r>
    </w:p>
    <w:p w14:paraId="604E64B1" w14:textId="2CFC82EB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30.07.2014 № 503 «Об утверждении муниципальной программы «Обеспечение населения муниципального образования «Городской округ Ногликский» качественным жильем»;</w:t>
      </w:r>
    </w:p>
    <w:p w14:paraId="3A79BDCE" w14:textId="463CC7A8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05.03.2015 № 165 «</w:t>
      </w:r>
      <w:r w:rsidR="004225E2">
        <w:rPr>
          <w:rFonts w:ascii="Times New Roman" w:hAnsi="Times New Roman"/>
          <w:bCs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</w:t>
      </w:r>
      <w:r w:rsidR="004225E2">
        <w:rPr>
          <w:rFonts w:ascii="Times New Roman" w:hAnsi="Times New Roman"/>
          <w:sz w:val="28"/>
          <w:szCs w:val="28"/>
        </w:rPr>
        <w:t>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B736A11" w14:textId="3083F6D2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08.04.2015 № 246 «</w:t>
      </w:r>
      <w:r w:rsidR="004225E2">
        <w:rPr>
          <w:rFonts w:ascii="Times New Roman" w:hAnsi="Times New Roman"/>
          <w:bCs/>
          <w:sz w:val="28"/>
          <w:szCs w:val="28"/>
        </w:rPr>
        <w:t xml:space="preserve">О внесении изменений в постановление </w:t>
      </w:r>
      <w:r w:rsidR="004225E2">
        <w:rPr>
          <w:rFonts w:ascii="Times New Roman" w:hAnsi="Times New Roman"/>
          <w:bCs/>
          <w:sz w:val="28"/>
          <w:szCs w:val="28"/>
        </w:rPr>
        <w:lastRenderedPageBreak/>
        <w:t>администрации муниципального образования «Городской округ Ногликский</w:t>
      </w:r>
      <w:r w:rsidR="004225E2">
        <w:rPr>
          <w:rFonts w:ascii="Times New Roman" w:hAnsi="Times New Roman"/>
          <w:sz w:val="28"/>
          <w:szCs w:val="28"/>
        </w:rPr>
        <w:t>» от 30.07.2014 № 503 (в редакции от 05.03.2015 № 165)»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5B8ED09" w14:textId="6F725908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28.05.2015 № 348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</w:t>
      </w:r>
      <w:r w:rsidR="004225E2">
        <w:rPr>
          <w:rFonts w:ascii="Arial" w:hAnsi="Arial" w:cs="Arial"/>
          <w:color w:val="332E2D"/>
          <w:spacing w:val="2"/>
          <w:shd w:val="clear" w:color="auto" w:fill="FFFFFF"/>
        </w:rPr>
        <w:t xml:space="preserve"> </w:t>
      </w:r>
      <w:r w:rsidR="004225E2">
        <w:rPr>
          <w:rFonts w:ascii="Times New Roman" w:hAnsi="Times New Roman"/>
          <w:sz w:val="28"/>
          <w:szCs w:val="28"/>
        </w:rPr>
        <w:t>(в редакции от 05.03.2015 № 165, от 08.04.2015 № 246)»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26A4A9C" w14:textId="02E0CBE0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14.10.2015 № 707 «</w:t>
      </w:r>
      <w:r w:rsidR="004225E2">
        <w:rPr>
          <w:rFonts w:ascii="Times New Roman" w:hAnsi="Times New Roman"/>
          <w:bCs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</w:t>
      </w:r>
      <w:r w:rsidR="004225E2">
        <w:rPr>
          <w:rFonts w:ascii="Times New Roman" w:hAnsi="Times New Roman"/>
          <w:sz w:val="28"/>
          <w:szCs w:val="28"/>
        </w:rPr>
        <w:t xml:space="preserve">» от 30.07.2014 № 503 (в редакции от 05.03.2015 № 165, от 08.04.2015 № 246, </w:t>
      </w:r>
      <w:r>
        <w:rPr>
          <w:rFonts w:ascii="Times New Roman" w:hAnsi="Times New Roman"/>
          <w:sz w:val="28"/>
          <w:szCs w:val="28"/>
        </w:rPr>
        <w:br/>
      </w:r>
      <w:r w:rsidR="004225E2">
        <w:rPr>
          <w:rFonts w:ascii="Times New Roman" w:hAnsi="Times New Roman"/>
          <w:sz w:val="28"/>
          <w:szCs w:val="28"/>
        </w:rPr>
        <w:t>от 2</w:t>
      </w:r>
      <w:r w:rsidR="00FF405D">
        <w:rPr>
          <w:rFonts w:ascii="Times New Roman" w:hAnsi="Times New Roman"/>
          <w:sz w:val="28"/>
          <w:szCs w:val="28"/>
        </w:rPr>
        <w:t>8</w:t>
      </w:r>
      <w:r w:rsidR="004225E2">
        <w:rPr>
          <w:rFonts w:ascii="Times New Roman" w:hAnsi="Times New Roman"/>
          <w:sz w:val="28"/>
          <w:szCs w:val="28"/>
        </w:rPr>
        <w:t>.05.2015 № 348)»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2BD226F" w14:textId="6D92CAEF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08.12.2015 № 825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</w:t>
      </w:r>
      <w:r w:rsidR="004225E2">
        <w:rPr>
          <w:rFonts w:ascii="Arial" w:hAnsi="Arial" w:cs="Arial"/>
          <w:color w:val="332E2D"/>
          <w:spacing w:val="2"/>
          <w:shd w:val="clear" w:color="auto" w:fill="FFFFFF"/>
        </w:rPr>
        <w:t xml:space="preserve"> </w:t>
      </w:r>
      <w:r w:rsidR="004225E2">
        <w:rPr>
          <w:rFonts w:ascii="Times New Roman" w:hAnsi="Times New Roman"/>
          <w:sz w:val="28"/>
          <w:szCs w:val="28"/>
        </w:rPr>
        <w:t xml:space="preserve">(в редакции от 05.03.2015 № 165, от 08.04.2015 № 246, </w:t>
      </w:r>
      <w:r>
        <w:rPr>
          <w:rFonts w:ascii="Times New Roman" w:hAnsi="Times New Roman"/>
          <w:sz w:val="28"/>
          <w:szCs w:val="28"/>
        </w:rPr>
        <w:br/>
      </w:r>
      <w:r w:rsidR="00FF405D">
        <w:rPr>
          <w:rFonts w:ascii="Times New Roman" w:hAnsi="Times New Roman"/>
          <w:sz w:val="28"/>
          <w:szCs w:val="28"/>
        </w:rPr>
        <w:t>от 28</w:t>
      </w:r>
      <w:r w:rsidR="004225E2">
        <w:rPr>
          <w:rFonts w:ascii="Times New Roman" w:hAnsi="Times New Roman"/>
          <w:sz w:val="28"/>
          <w:szCs w:val="28"/>
        </w:rPr>
        <w:t>.05.2015 № 348, от 14.10.2015 № 707)»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CDEB50B" w14:textId="6B18AA77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10.03.2016 № 210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6D45418" w14:textId="152E3668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28.04.2016 № 343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AAAE22D" w14:textId="57C8158A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 w:rsidRPr="00BF4245">
        <w:rPr>
          <w:rFonts w:ascii="Times New Roman" w:eastAsia="Times New Roman" w:hAnsi="Times New Roman"/>
          <w:sz w:val="28"/>
          <w:szCs w:val="28"/>
          <w:lang w:eastAsia="ru-RU"/>
        </w:rPr>
        <w:t>от 0</w:t>
      </w:r>
      <w:r w:rsidR="00FF405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4225E2" w:rsidRPr="00BF4245">
        <w:rPr>
          <w:rFonts w:ascii="Times New Roman" w:eastAsia="Times New Roman" w:hAnsi="Times New Roman"/>
          <w:sz w:val="28"/>
          <w:szCs w:val="28"/>
          <w:lang w:eastAsia="ru-RU"/>
        </w:rPr>
        <w:t>.05.2016 № 362 «</w:t>
      </w:r>
      <w:r w:rsidR="00BF4245" w:rsidRPr="00BF4245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 (в редакции от 05.03.2015 № 165, от 08.04.2015 № 246, от 2</w:t>
      </w:r>
      <w:r w:rsidR="00FF405D">
        <w:rPr>
          <w:rFonts w:ascii="Times New Roman" w:hAnsi="Times New Roman"/>
          <w:sz w:val="28"/>
          <w:szCs w:val="28"/>
        </w:rPr>
        <w:t>8</w:t>
      </w:r>
      <w:r w:rsidR="00BF4245" w:rsidRPr="00BF4245">
        <w:rPr>
          <w:rFonts w:ascii="Times New Roman" w:hAnsi="Times New Roman"/>
          <w:sz w:val="28"/>
          <w:szCs w:val="28"/>
        </w:rPr>
        <w:t>.05.2015 № 348, от 14.10.2015 № 707, от 08.12.2015 № 825, от 10.03.2016 № 210, от 28.04.2016 № 343)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8B3C0CC" w14:textId="7BBD55EF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15.08.2016 № 630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2F833E4" w14:textId="741C276B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15.08.2016 № 634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6EB8D3D" w14:textId="7BE2F2A5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24.10.2016 № 759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5964E13" w14:textId="38BD9D3E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15.06.2017 № 383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23E24D7" w14:textId="73033A45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04.07.2017 № 433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5182259" w14:textId="16013FDF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07.07.2017 № 445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9EA8CCB" w14:textId="35B7C21F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03.08.2017 № 526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6282721" w14:textId="51FB6CB6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31.08.2017 № 636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D71FF99" w14:textId="0682FE4F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12.10.2017 № 772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967458E" w14:textId="02058F5C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02.11.2017 № 872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9E44289" w14:textId="64FE6F32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08.11.2017 № 883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4D95578" w14:textId="30C1D489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15.12.2017 № 1074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0B08BF3" w14:textId="2B568538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27.02.2018 № 205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FF5BB53" w14:textId="7FADFB2E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27.02.2018 № 207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1203506" w14:textId="08786813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02.07.2018 № 628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B9EE0CD" w14:textId="0EFFEEB1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27.05.2019 № 374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922E61A" w14:textId="6923FAD2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27.05.2019 № 375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AE23947" w14:textId="7046E395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17.06.2019 № 457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3BC3DB9" w14:textId="041DB936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12.05.2020 № 221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798AF62" w14:textId="5F776800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22.07.2020 № 367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78D1FE2" w14:textId="58A1AB15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20.01.2021 № 14 «</w:t>
      </w:r>
      <w:r w:rsidR="004225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C0D26C5" w14:textId="2FFEC5A7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22.04.2021 № 228 «</w:t>
      </w:r>
      <w:r w:rsidR="004225E2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«Обеспечение населения муниципального образования «Городской округ Ногликский» качественным жильем», утвержденную </w:t>
      </w:r>
      <w:r w:rsidR="004225E2">
        <w:rPr>
          <w:rFonts w:ascii="Times New Roman" w:hAnsi="Times New Roman"/>
          <w:sz w:val="28"/>
          <w:szCs w:val="28"/>
        </w:rPr>
        <w:lastRenderedPageBreak/>
        <w:t>постановлением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F955592" w14:textId="0375E155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25.05.2021 № 286 «</w:t>
      </w:r>
      <w:r w:rsidR="004225E2">
        <w:rPr>
          <w:rFonts w:ascii="Times New Roman" w:hAnsi="Times New Roman"/>
          <w:sz w:val="28"/>
          <w:szCs w:val="28"/>
        </w:rPr>
        <w:t>О внесении изменений в муниципальную программу «Обеспечение населения муниципального образования «Городской округ Ногликский» качественным жильем», утвержденную постановлением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F007B36" w14:textId="7C15F43B" w:rsidR="004225E2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от 20.10.2021 № 579 «</w:t>
      </w:r>
      <w:r w:rsidR="004225E2">
        <w:rPr>
          <w:rFonts w:ascii="Times New Roman" w:hAnsi="Times New Roman"/>
          <w:sz w:val="28"/>
          <w:szCs w:val="28"/>
        </w:rPr>
        <w:t>О внесении изменений в муниципальную программу «Обеспечение населения муниципального образования «Городской округ Ногликский» качественным жильем»</w:t>
      </w:r>
      <w:proofErr w:type="gramStart"/>
      <w:r w:rsidR="004225E2">
        <w:rPr>
          <w:rFonts w:ascii="Times New Roman" w:hAnsi="Times New Roman"/>
          <w:sz w:val="28"/>
          <w:szCs w:val="28"/>
        </w:rPr>
        <w:t>.</w:t>
      </w:r>
      <w:proofErr w:type="gramEnd"/>
      <w:r w:rsidR="004225E2">
        <w:rPr>
          <w:rFonts w:ascii="Times New Roman" w:hAnsi="Times New Roman"/>
          <w:sz w:val="28"/>
          <w:szCs w:val="28"/>
        </w:rPr>
        <w:t xml:space="preserve"> утвержденную постановлением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F211D84" w14:textId="3C4EDA58" w:rsidR="0052053A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06.05.2022 № 213 «</w:t>
      </w:r>
      <w:r w:rsidR="004225E2">
        <w:rPr>
          <w:rFonts w:ascii="Times New Roman" w:hAnsi="Times New Roman"/>
          <w:sz w:val="28"/>
          <w:szCs w:val="28"/>
        </w:rPr>
        <w:t>О внесении изменений в муниципальную программу «Обеспечение населения муниципального образования «Городской округ Ногликский» качественным жильем»</w:t>
      </w:r>
      <w:proofErr w:type="gramStart"/>
      <w:r w:rsidR="004225E2">
        <w:rPr>
          <w:rFonts w:ascii="Times New Roman" w:hAnsi="Times New Roman"/>
          <w:sz w:val="28"/>
          <w:szCs w:val="28"/>
        </w:rPr>
        <w:t>.</w:t>
      </w:r>
      <w:proofErr w:type="gramEnd"/>
      <w:r w:rsidR="004225E2">
        <w:rPr>
          <w:rFonts w:ascii="Times New Roman" w:hAnsi="Times New Roman"/>
          <w:sz w:val="28"/>
          <w:szCs w:val="28"/>
        </w:rPr>
        <w:t xml:space="preserve"> утвержденную постановлением администрации муниципального образования «Городской округ Ногликский» от 30.07.2014 № 503»</w:t>
      </w:r>
      <w:r w:rsidR="004225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B57ECDC" w14:textId="381B2DB9" w:rsidR="004225E2" w:rsidRPr="0052053A" w:rsidRDefault="00574953" w:rsidP="00574953">
      <w:pPr>
        <w:pStyle w:val="a8"/>
        <w:widowControl w:val="0"/>
        <w:tabs>
          <w:tab w:val="left" w:pos="1134"/>
          <w:tab w:val="center" w:pos="4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</w:t>
      </w:r>
      <w:r w:rsidR="004225E2" w:rsidRPr="0052053A">
        <w:rPr>
          <w:rFonts w:ascii="Times New Roman" w:eastAsia="Times New Roman" w:hAnsi="Times New Roman"/>
          <w:sz w:val="28"/>
          <w:szCs w:val="28"/>
          <w:lang w:eastAsia="ru-RU"/>
        </w:rPr>
        <w:t>04.05.2023 № 277 «О внесении изменений в муниципальную программу «Обеспечение населения муниципального образования «Городской округ Ногликский» качественным жильем», утвержденную постановлением администрации муниципального образования «Городской округ Ногликский»</w:t>
      </w:r>
      <w:r w:rsidR="004225E2" w:rsidRPr="0052053A">
        <w:rPr>
          <w:rFonts w:ascii="Arial" w:hAnsi="Arial" w:cs="Arial"/>
          <w:color w:val="332E2D"/>
          <w:spacing w:val="2"/>
          <w:shd w:val="clear" w:color="auto" w:fill="FFFFFF"/>
        </w:rPr>
        <w:t xml:space="preserve"> </w:t>
      </w:r>
      <w:r w:rsidR="004225E2" w:rsidRPr="0052053A">
        <w:rPr>
          <w:rFonts w:ascii="Times New Roman" w:eastAsia="Times New Roman" w:hAnsi="Times New Roman"/>
          <w:sz w:val="28"/>
          <w:szCs w:val="28"/>
          <w:lang w:eastAsia="ru-RU"/>
        </w:rPr>
        <w:t>от 30.07.2014 № 503».</w:t>
      </w:r>
    </w:p>
    <w:p w14:paraId="12C5C531" w14:textId="77777777" w:rsidR="000F658C" w:rsidRDefault="000F658C" w:rsidP="0057495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 Настоящее постановление вступает в силу с 01 января 2026 года.</w:t>
      </w:r>
    </w:p>
    <w:p w14:paraId="482A9AB5" w14:textId="081F53CD" w:rsidR="000F658C" w:rsidRPr="00160B36" w:rsidRDefault="000F658C" w:rsidP="00574953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 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Опубликовать настоящее постановление в газете «Знамя труда» </w:t>
      </w:r>
      <w:r w:rsidR="00574953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и разместить на официальном сайте муниципального образования Ногликский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муниципальный округ Сахалинской области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 в информационно-</w:t>
      </w:r>
      <w:r>
        <w:rPr>
          <w:rFonts w:ascii="Times New Roman" w:hAnsi="Times New Roman"/>
          <w:sz w:val="28"/>
          <w:szCs w:val="28"/>
          <w:shd w:val="clear" w:color="auto" w:fill="FFFFFF"/>
        </w:rPr>
        <w:t>теле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коммуникационной сети «Интернет».</w:t>
      </w:r>
    </w:p>
    <w:p w14:paraId="28F037EF" w14:textId="2D05B8C2" w:rsidR="00E609BC" w:rsidRDefault="000F658C" w:rsidP="00574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. Контроль за исполнением настоящего постановления </w:t>
      </w:r>
      <w:r w:rsidR="0052053A">
        <w:rPr>
          <w:rFonts w:ascii="Times New Roman" w:hAnsi="Times New Roman"/>
          <w:sz w:val="28"/>
          <w:szCs w:val="28"/>
          <w:shd w:val="clear" w:color="auto" w:fill="FFFFFF"/>
        </w:rPr>
        <w:t xml:space="preserve">возложить </w:t>
      </w:r>
      <w:r w:rsidR="00574953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="0052053A">
        <w:rPr>
          <w:rFonts w:ascii="Times New Roman" w:hAnsi="Times New Roman"/>
          <w:sz w:val="28"/>
          <w:szCs w:val="28"/>
          <w:shd w:val="clear" w:color="auto" w:fill="FFFFFF"/>
        </w:rPr>
        <w:t>на первого вице-мэра муниципального образования Ногликский муниципальный округ Сахалинской области Блидченко</w:t>
      </w:r>
      <w:r w:rsidR="00574953" w:rsidRPr="0057495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74953">
        <w:rPr>
          <w:rFonts w:ascii="Times New Roman" w:hAnsi="Times New Roman"/>
          <w:sz w:val="28"/>
          <w:szCs w:val="28"/>
          <w:shd w:val="clear" w:color="auto" w:fill="FFFFFF"/>
        </w:rPr>
        <w:t>Л.А.</w:t>
      </w:r>
    </w:p>
    <w:p w14:paraId="05B5DE30" w14:textId="5917353B" w:rsidR="00574953" w:rsidRDefault="00574953" w:rsidP="00574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E24252" w14:textId="77777777" w:rsidR="00574953" w:rsidRDefault="00574953" w:rsidP="00574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EF2680" w14:textId="77777777" w:rsidR="00FF405D" w:rsidRPr="00D12794" w:rsidRDefault="00FF405D" w:rsidP="00574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F037F8" w14:textId="77777777" w:rsidR="008629FA" w:rsidRDefault="008629FA" w:rsidP="005749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7A18D72" w14:textId="77777777" w:rsidR="00EC6EDC" w:rsidRDefault="00EC6EDC" w:rsidP="005749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25426837" w14:textId="7DF3E090" w:rsidR="00BF4245" w:rsidRPr="00BF4245" w:rsidRDefault="00EC6EDC" w:rsidP="00574953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>С.В.</w:t>
      </w:r>
      <w:r w:rsidR="0002016D">
        <w:rPr>
          <w:rFonts w:ascii="Times New Roman" w:hAnsi="Times New Roman"/>
          <w:sz w:val="28"/>
          <w:szCs w:val="28"/>
        </w:rPr>
        <w:t xml:space="preserve"> Гурьянов</w:t>
      </w:r>
    </w:p>
    <w:sectPr w:rsidR="00BF4245" w:rsidRPr="00BF4245" w:rsidSect="0057495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03803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28F03804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03801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28F03802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960814"/>
      <w:docPartObj>
        <w:docPartGallery w:val="Page Numbers (Top of Page)"/>
        <w:docPartUnique/>
      </w:docPartObj>
    </w:sdtPr>
    <w:sdtEndPr/>
    <w:sdtContent>
      <w:p w14:paraId="07247F4B" w14:textId="44555DBE" w:rsidR="00574953" w:rsidRDefault="0057495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1A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42901"/>
    <w:multiLevelType w:val="hybridMultilevel"/>
    <w:tmpl w:val="8B7A5C32"/>
    <w:lvl w:ilvl="0" w:tplc="2CCAAB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016D"/>
    <w:rsid w:val="00053BD0"/>
    <w:rsid w:val="000A3BA7"/>
    <w:rsid w:val="000F658C"/>
    <w:rsid w:val="00131EE8"/>
    <w:rsid w:val="00151CAB"/>
    <w:rsid w:val="0016313D"/>
    <w:rsid w:val="00185FEC"/>
    <w:rsid w:val="001911AD"/>
    <w:rsid w:val="001E1F9F"/>
    <w:rsid w:val="001F4396"/>
    <w:rsid w:val="002003DC"/>
    <w:rsid w:val="002032B4"/>
    <w:rsid w:val="002B5CAC"/>
    <w:rsid w:val="002E13AB"/>
    <w:rsid w:val="0033636C"/>
    <w:rsid w:val="003E4257"/>
    <w:rsid w:val="004225E2"/>
    <w:rsid w:val="004E7E16"/>
    <w:rsid w:val="00511C50"/>
    <w:rsid w:val="0052053A"/>
    <w:rsid w:val="00520CBF"/>
    <w:rsid w:val="00547B77"/>
    <w:rsid w:val="00574953"/>
    <w:rsid w:val="005757A7"/>
    <w:rsid w:val="006A453E"/>
    <w:rsid w:val="008629FA"/>
    <w:rsid w:val="008C2410"/>
    <w:rsid w:val="00987DB5"/>
    <w:rsid w:val="00A30AF1"/>
    <w:rsid w:val="00A575B1"/>
    <w:rsid w:val="00AC72C8"/>
    <w:rsid w:val="00B10ED9"/>
    <w:rsid w:val="00B25688"/>
    <w:rsid w:val="00B71086"/>
    <w:rsid w:val="00BF4245"/>
    <w:rsid w:val="00C02849"/>
    <w:rsid w:val="00D12794"/>
    <w:rsid w:val="00D216A0"/>
    <w:rsid w:val="00D67BD8"/>
    <w:rsid w:val="00DF1216"/>
    <w:rsid w:val="00DF7897"/>
    <w:rsid w:val="00E27317"/>
    <w:rsid w:val="00E37B8A"/>
    <w:rsid w:val="00E474D4"/>
    <w:rsid w:val="00E609BC"/>
    <w:rsid w:val="00EC6EDC"/>
    <w:rsid w:val="00F665E7"/>
    <w:rsid w:val="00F94CE6"/>
    <w:rsid w:val="00FE728F"/>
    <w:rsid w:val="00FF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037E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0F65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4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cp:lastPrinted>2025-08-04T00:26:00Z</cp:lastPrinted>
  <dcterms:created xsi:type="dcterms:W3CDTF">2025-08-04T07:16:00Z</dcterms:created>
  <dcterms:modified xsi:type="dcterms:W3CDTF">2025-08-04T22:26:00Z</dcterms:modified>
</cp:coreProperties>
</file>