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78611CA" w14:textId="77777777" w:rsidTr="00987DB5">
        <w:tc>
          <w:tcPr>
            <w:tcW w:w="9498" w:type="dxa"/>
          </w:tcPr>
          <w:p w14:paraId="1401EDF7" w14:textId="77777777" w:rsidR="004116C2" w:rsidRPr="00053BD0" w:rsidRDefault="004116C2" w:rsidP="004116C2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463880" wp14:editId="0FF2615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12E5A3" w14:textId="391C4446" w:rsidR="004116C2" w:rsidRPr="008276D6" w:rsidRDefault="00364C22" w:rsidP="004116C2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АДМИНИСТРАЦИЯ</w:t>
            </w:r>
            <w:r w:rsidR="004116C2"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5006DF0" w14:textId="77777777" w:rsidR="004116C2" w:rsidRPr="008276D6" w:rsidRDefault="004116C2" w:rsidP="00411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C867438" w14:textId="77777777" w:rsidR="004116C2" w:rsidRPr="00053BD0" w:rsidRDefault="004116C2" w:rsidP="004116C2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78611C9" w14:textId="70897E02" w:rsidR="00053BD0" w:rsidRPr="00053BD0" w:rsidRDefault="004116C2" w:rsidP="004116C2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78611CB" w14:textId="2AB32923" w:rsidR="001B1698" w:rsidRPr="00857E38" w:rsidRDefault="001B1698" w:rsidP="001B1698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857E3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B659D5B21F1F4DA7BB5BD3E5EA85C55E"/>
          </w:placeholder>
        </w:sdtPr>
        <w:sdtEndPr/>
        <w:sdtContent>
          <w:r w:rsidR="00857E38" w:rsidRPr="00857E38">
            <w:rPr>
              <w:rFonts w:ascii="Times New Roman" w:hAnsi="Times New Roman"/>
              <w:sz w:val="28"/>
              <w:szCs w:val="28"/>
            </w:rPr>
            <w:t>24 октября 2025 года</w:t>
          </w:r>
        </w:sdtContent>
      </w:sdt>
      <w:r w:rsidRPr="00857E3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036C06EB6FD148B69DACF958629BFB1E"/>
          </w:placeholder>
        </w:sdtPr>
        <w:sdtEndPr/>
        <w:sdtContent>
          <w:r w:rsidR="00857E38" w:rsidRPr="00857E38">
            <w:rPr>
              <w:rFonts w:ascii="Times New Roman" w:hAnsi="Times New Roman"/>
              <w:sz w:val="28"/>
              <w:szCs w:val="28"/>
            </w:rPr>
            <w:t>736</w:t>
          </w:r>
        </w:sdtContent>
      </w:sdt>
    </w:p>
    <w:bookmarkEnd w:id="0"/>
    <w:p w14:paraId="078611CC" w14:textId="77777777" w:rsidR="001B1698" w:rsidRPr="00053BD0" w:rsidRDefault="001B1698" w:rsidP="001B1698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78611CD" w14:textId="484C57BD" w:rsidR="001B1698" w:rsidRPr="005C4176" w:rsidRDefault="00364C22" w:rsidP="004A47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4C22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F17FCD" w:rsidRPr="00F17FCD">
        <w:rPr>
          <w:rFonts w:ascii="Times New Roman" w:hAnsi="Times New Roman"/>
          <w:b/>
          <w:sz w:val="28"/>
          <w:szCs w:val="28"/>
        </w:rPr>
        <w:t>Правил работы с обезличенными данными в случае обезличивания персональных данных в администрации</w:t>
      </w:r>
      <w:r w:rsidR="00F17FCD">
        <w:rPr>
          <w:rFonts w:ascii="Times New Roman" w:hAnsi="Times New Roman"/>
          <w:b/>
          <w:sz w:val="28"/>
          <w:szCs w:val="28"/>
        </w:rPr>
        <w:t xml:space="preserve"> </w:t>
      </w:r>
      <w:r w:rsidR="00F17FCD" w:rsidRPr="00F17FCD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17FCD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6461055B" w14:textId="77777777" w:rsidR="004A4716" w:rsidRDefault="004A4716" w:rsidP="004A47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A3B59D" w14:textId="5B3504A2" w:rsidR="00364C22" w:rsidRDefault="004F2698" w:rsidP="004A471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24D75">
        <w:rPr>
          <w:rFonts w:ascii="Times New Roman" w:hAnsi="Times New Roman"/>
          <w:sz w:val="28"/>
          <w:szCs w:val="28"/>
        </w:rPr>
        <w:t>В целях принятия мер, направленных на обеспечение выполнения обязанностей, предусмотренных Федеральным законом Российской Федерации от 27 июля 2006 года № 152-ФЗ «О персональных данных», в том числе</w:t>
      </w:r>
      <w:r>
        <w:rPr>
          <w:rFonts w:ascii="Times New Roman" w:hAnsi="Times New Roman"/>
          <w:sz w:val="28"/>
          <w:szCs w:val="28"/>
        </w:rPr>
        <w:t>,</w:t>
      </w:r>
      <w:r w:rsidRPr="00C24D75">
        <w:rPr>
          <w:rFonts w:ascii="Times New Roman" w:hAnsi="Times New Roman"/>
          <w:sz w:val="28"/>
          <w:szCs w:val="28"/>
        </w:rPr>
        <w:t xml:space="preserve"> выполнения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="00233F61">
        <w:rPr>
          <w:rFonts w:ascii="Times New Roman" w:hAnsi="Times New Roman"/>
          <w:sz w:val="28"/>
          <w:szCs w:val="28"/>
        </w:rPr>
        <w:t>исполнительных органах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Ногликский муниципальный округ Сахалинской области </w:t>
      </w:r>
      <w:r w:rsidRPr="00C24D75">
        <w:rPr>
          <w:rFonts w:ascii="Times New Roman" w:hAnsi="Times New Roman"/>
          <w:sz w:val="28"/>
          <w:szCs w:val="28"/>
        </w:rPr>
        <w:t xml:space="preserve">требований к защите персональных данных, установленных </w:t>
      </w:r>
      <w:r w:rsidR="004116C2">
        <w:rPr>
          <w:rFonts w:ascii="Times New Roman" w:hAnsi="Times New Roman"/>
          <w:sz w:val="28"/>
          <w:szCs w:val="28"/>
        </w:rPr>
        <w:t>п</w:t>
      </w:r>
      <w:r w:rsidRPr="00C24D75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</w:t>
      </w:r>
      <w:r w:rsidR="004116C2">
        <w:rPr>
          <w:rFonts w:ascii="Times New Roman" w:hAnsi="Times New Roman"/>
          <w:sz w:val="28"/>
          <w:szCs w:val="28"/>
        </w:rPr>
        <w:br/>
      </w:r>
      <w:r w:rsidR="004A4716" w:rsidRPr="00C24D75">
        <w:rPr>
          <w:rFonts w:ascii="Times New Roman" w:hAnsi="Times New Roman"/>
          <w:sz w:val="28"/>
          <w:szCs w:val="28"/>
        </w:rPr>
        <w:t xml:space="preserve">от </w:t>
      </w:r>
      <w:r w:rsidR="004A4716">
        <w:rPr>
          <w:rFonts w:ascii="Times New Roman" w:hAnsi="Times New Roman"/>
          <w:sz w:val="28"/>
          <w:szCs w:val="28"/>
        </w:rPr>
        <w:t>0</w:t>
      </w:r>
      <w:r w:rsidR="004A4716" w:rsidRPr="00C24D75">
        <w:rPr>
          <w:rFonts w:ascii="Times New Roman" w:hAnsi="Times New Roman"/>
          <w:sz w:val="28"/>
          <w:szCs w:val="28"/>
        </w:rPr>
        <w:t xml:space="preserve">1 ноября 2012 года </w:t>
      </w:r>
      <w:r w:rsidRPr="00C24D75">
        <w:rPr>
          <w:rFonts w:ascii="Times New Roman" w:hAnsi="Times New Roman"/>
          <w:sz w:val="28"/>
          <w:szCs w:val="28"/>
        </w:rPr>
        <w:t>№ 1119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C2E54">
        <w:rPr>
          <w:rFonts w:ascii="Times New Roman" w:hAnsi="Times New Roman"/>
          <w:sz w:val="28"/>
          <w:szCs w:val="28"/>
        </w:rPr>
        <w:t>Об утверждении требований к защите персональных данных при их обработке в информационн</w:t>
      </w:r>
      <w:r>
        <w:rPr>
          <w:rFonts w:ascii="Times New Roman" w:hAnsi="Times New Roman"/>
          <w:sz w:val="28"/>
          <w:szCs w:val="28"/>
        </w:rPr>
        <w:t>ых системах персональных данных»</w:t>
      </w:r>
      <w:r w:rsidR="00A0193F">
        <w:rPr>
          <w:rFonts w:ascii="Times New Roman" w:hAnsi="Times New Roman"/>
          <w:sz w:val="28"/>
          <w:szCs w:val="28"/>
        </w:rPr>
        <w:t xml:space="preserve">, </w:t>
      </w:r>
      <w:r w:rsidR="00233F61">
        <w:rPr>
          <w:rFonts w:ascii="Times New Roman" w:hAnsi="Times New Roman"/>
          <w:sz w:val="28"/>
          <w:szCs w:val="28"/>
        </w:rPr>
        <w:t xml:space="preserve">руководствуясь ст. </w:t>
      </w:r>
      <w:r w:rsidR="00BC4029">
        <w:rPr>
          <w:rFonts w:ascii="Times New Roman" w:hAnsi="Times New Roman"/>
          <w:sz w:val="28"/>
          <w:szCs w:val="28"/>
        </w:rPr>
        <w:t>36</w:t>
      </w:r>
      <w:r w:rsidR="00233F61">
        <w:rPr>
          <w:rFonts w:ascii="Times New Roman" w:hAnsi="Times New Roman"/>
          <w:sz w:val="28"/>
          <w:szCs w:val="28"/>
        </w:rPr>
        <w:t xml:space="preserve"> Устава муниц</w:t>
      </w:r>
      <w:r w:rsidR="004116C2">
        <w:rPr>
          <w:rFonts w:ascii="Times New Roman" w:hAnsi="Times New Roman"/>
          <w:sz w:val="28"/>
          <w:szCs w:val="28"/>
        </w:rPr>
        <w:t>и</w:t>
      </w:r>
      <w:r w:rsidR="00233F61">
        <w:rPr>
          <w:rFonts w:ascii="Times New Roman" w:hAnsi="Times New Roman"/>
          <w:sz w:val="28"/>
          <w:szCs w:val="28"/>
        </w:rPr>
        <w:t>пального образования Ногликский муниципальный округ Сахалинской области,</w:t>
      </w:r>
      <w:r w:rsidR="00364C22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Ногликский муниципальный округ Сахалинской области</w:t>
      </w:r>
      <w:r w:rsidR="00233F61">
        <w:rPr>
          <w:rFonts w:ascii="Times New Roman" w:hAnsi="Times New Roman"/>
          <w:sz w:val="28"/>
          <w:szCs w:val="28"/>
        </w:rPr>
        <w:t xml:space="preserve"> </w:t>
      </w:r>
      <w:r w:rsidR="00A0193F" w:rsidRPr="004116C2">
        <w:rPr>
          <w:rFonts w:ascii="Times New Roman" w:hAnsi="Times New Roman"/>
          <w:b/>
          <w:sz w:val="28"/>
          <w:szCs w:val="28"/>
        </w:rPr>
        <w:t>ПОСТАНОВЛЯ</w:t>
      </w:r>
      <w:r w:rsidR="00364C22">
        <w:rPr>
          <w:rFonts w:ascii="Times New Roman" w:hAnsi="Times New Roman"/>
          <w:b/>
          <w:sz w:val="28"/>
          <w:szCs w:val="28"/>
        </w:rPr>
        <w:t>ЕТ</w:t>
      </w:r>
      <w:r w:rsidRPr="004116C2">
        <w:rPr>
          <w:rFonts w:ascii="Times New Roman" w:hAnsi="Times New Roman"/>
          <w:b/>
          <w:bCs/>
          <w:sz w:val="28"/>
          <w:szCs w:val="28"/>
        </w:rPr>
        <w:t>:</w:t>
      </w:r>
    </w:p>
    <w:p w14:paraId="3AB0584A" w14:textId="0876BE4D" w:rsidR="00364C22" w:rsidRDefault="00364C22" w:rsidP="004A47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64C22">
        <w:rPr>
          <w:rFonts w:ascii="Times New Roman" w:hAnsi="Times New Roman"/>
          <w:sz w:val="28"/>
          <w:szCs w:val="28"/>
        </w:rPr>
        <w:t>Утвердить прилагаемы</w:t>
      </w:r>
      <w:r w:rsidR="00F17FCD">
        <w:rPr>
          <w:rFonts w:ascii="Times New Roman" w:hAnsi="Times New Roman"/>
          <w:sz w:val="28"/>
          <w:szCs w:val="28"/>
        </w:rPr>
        <w:t>е</w:t>
      </w:r>
      <w:r w:rsidRPr="00364C22">
        <w:rPr>
          <w:rFonts w:ascii="Times New Roman" w:hAnsi="Times New Roman"/>
          <w:sz w:val="28"/>
          <w:szCs w:val="28"/>
        </w:rPr>
        <w:t xml:space="preserve"> </w:t>
      </w:r>
      <w:r w:rsidR="00F17FCD" w:rsidRPr="00F17FCD">
        <w:rPr>
          <w:rFonts w:ascii="Times New Roman" w:hAnsi="Times New Roman"/>
          <w:sz w:val="28"/>
          <w:szCs w:val="28"/>
        </w:rPr>
        <w:t>Правила работы с обезличенными данными в случае</w:t>
      </w:r>
      <w:r w:rsidR="00F17FCD">
        <w:rPr>
          <w:rFonts w:ascii="Times New Roman" w:hAnsi="Times New Roman"/>
          <w:sz w:val="28"/>
          <w:szCs w:val="28"/>
        </w:rPr>
        <w:t xml:space="preserve"> </w:t>
      </w:r>
      <w:r w:rsidR="00F17FCD" w:rsidRPr="00F17FCD">
        <w:rPr>
          <w:rFonts w:ascii="Times New Roman" w:hAnsi="Times New Roman"/>
          <w:sz w:val="28"/>
          <w:szCs w:val="28"/>
        </w:rPr>
        <w:t xml:space="preserve">обезличивания персональных данных в Администрации </w:t>
      </w:r>
      <w:r w:rsidR="00F17FCD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364C22">
        <w:rPr>
          <w:rFonts w:ascii="Times New Roman" w:hAnsi="Times New Roman"/>
          <w:sz w:val="28"/>
          <w:szCs w:val="28"/>
        </w:rPr>
        <w:t>.</w:t>
      </w:r>
    </w:p>
    <w:p w14:paraId="32E9FA5A" w14:textId="402CC5A2" w:rsidR="0014132C" w:rsidRPr="00364C22" w:rsidRDefault="0014132C" w:rsidP="004A47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C4029">
        <w:rPr>
          <w:rFonts w:ascii="Times New Roman" w:hAnsi="Times New Roman"/>
          <w:sz w:val="28"/>
          <w:szCs w:val="28"/>
        </w:rPr>
        <w:t>Р</w:t>
      </w:r>
      <w:r w:rsidR="00BC4029" w:rsidRPr="00BC4029">
        <w:rPr>
          <w:rFonts w:ascii="Times New Roman" w:hAnsi="Times New Roman"/>
          <w:sz w:val="28"/>
          <w:szCs w:val="28"/>
        </w:rPr>
        <w:t>азместить настоящее постановление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78611D0" w14:textId="27B757F1" w:rsidR="00E609BC" w:rsidRPr="00D12794" w:rsidRDefault="0014132C" w:rsidP="004A47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F2698" w:rsidRPr="004116C2">
        <w:rPr>
          <w:rFonts w:ascii="Times New Roman" w:hAnsi="Times New Roman"/>
          <w:sz w:val="28"/>
          <w:szCs w:val="28"/>
        </w:rPr>
        <w:t>.</w:t>
      </w:r>
      <w:r w:rsidR="004F2698" w:rsidRPr="00C24D75">
        <w:rPr>
          <w:rFonts w:ascii="Times New Roman" w:hAnsi="Times New Roman"/>
          <w:sz w:val="28"/>
          <w:szCs w:val="28"/>
        </w:rPr>
        <w:t xml:space="preserve"> Контроль исполнения настоящего </w:t>
      </w:r>
      <w:r w:rsidR="00364C22">
        <w:rPr>
          <w:rFonts w:ascii="Times New Roman" w:hAnsi="Times New Roman"/>
          <w:sz w:val="28"/>
          <w:szCs w:val="28"/>
        </w:rPr>
        <w:t>постановления</w:t>
      </w:r>
      <w:r w:rsidR="004F2698">
        <w:rPr>
          <w:rFonts w:ascii="Times New Roman" w:hAnsi="Times New Roman"/>
          <w:sz w:val="28"/>
          <w:szCs w:val="28"/>
        </w:rPr>
        <w:t xml:space="preserve"> </w:t>
      </w:r>
      <w:r w:rsidR="004F2698" w:rsidRPr="00C24D75">
        <w:rPr>
          <w:rFonts w:ascii="Times New Roman" w:hAnsi="Times New Roman"/>
          <w:sz w:val="28"/>
          <w:szCs w:val="28"/>
        </w:rPr>
        <w:t>оставляю за собой.</w:t>
      </w:r>
      <w:r w:rsidR="00385EC0">
        <w:rPr>
          <w:rFonts w:ascii="Times New Roman" w:hAnsi="Times New Roman"/>
          <w:sz w:val="28"/>
          <w:szCs w:val="28"/>
        </w:rPr>
        <w:br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1573B" w14:paraId="078611DB" w14:textId="77777777" w:rsidTr="00EB6484">
        <w:tc>
          <w:tcPr>
            <w:tcW w:w="4672" w:type="dxa"/>
          </w:tcPr>
          <w:p w14:paraId="078611D9" w14:textId="705D22EF" w:rsidR="00A1573B" w:rsidRDefault="00364C22" w:rsidP="004A471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Мэр </w:t>
            </w:r>
            <w:r w:rsidR="004F2698">
              <w:rPr>
                <w:sz w:val="28"/>
                <w:szCs w:val="28"/>
              </w:rPr>
              <w:t>муниципального образования</w:t>
            </w:r>
            <w:r w:rsidR="004F2698">
              <w:rPr>
                <w:sz w:val="28"/>
                <w:szCs w:val="28"/>
              </w:rPr>
              <w:br/>
              <w:t>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70A560DD" w14:textId="77777777" w:rsidR="004F2698" w:rsidRDefault="004F2698" w:rsidP="004A4716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24912AA7" w14:textId="77777777" w:rsidR="004A4716" w:rsidRDefault="004A4716" w:rsidP="004A4716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078611DA" w14:textId="73B5E7F9" w:rsidR="00A1573B" w:rsidRDefault="00364C22" w:rsidP="004A4716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</w:t>
            </w:r>
            <w:r w:rsidR="00A1573B">
              <w:rPr>
                <w:rFonts w:cs="Arial"/>
                <w:sz w:val="28"/>
                <w:szCs w:val="28"/>
              </w:rPr>
              <w:t>.</w:t>
            </w:r>
            <w:r>
              <w:rPr>
                <w:rFonts w:cs="Arial"/>
                <w:sz w:val="28"/>
                <w:szCs w:val="28"/>
              </w:rPr>
              <w:t>В</w:t>
            </w:r>
            <w:r w:rsidR="00A1573B">
              <w:rPr>
                <w:rFonts w:cs="Arial"/>
                <w:sz w:val="28"/>
                <w:szCs w:val="28"/>
              </w:rPr>
              <w:t>.</w:t>
            </w:r>
            <w:r w:rsidR="00A1573B"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4400129B" w14:textId="1D94D31B" w:rsidR="00364C22" w:rsidRDefault="00364C22" w:rsidP="004A47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64C22" w:rsidSect="004A4716">
      <w:headerReference w:type="default" r:id="rId8"/>
      <w:footerReference w:type="default" r:id="rId9"/>
      <w:pgSz w:w="11906" w:h="16838"/>
      <w:pgMar w:top="567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C5026" w14:textId="77777777" w:rsidR="0058740D" w:rsidRDefault="0058740D" w:rsidP="001B1698">
      <w:pPr>
        <w:spacing w:after="0" w:line="240" w:lineRule="auto"/>
      </w:pPr>
      <w:r>
        <w:separator/>
      </w:r>
    </w:p>
  </w:endnote>
  <w:endnote w:type="continuationSeparator" w:id="0">
    <w:p w14:paraId="6E53C6F4" w14:textId="77777777" w:rsidR="0058740D" w:rsidRDefault="0058740D" w:rsidP="001B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611E7" w14:textId="2831ACBB" w:rsidR="001B1698" w:rsidRPr="009327AF" w:rsidRDefault="001B1698" w:rsidP="001B1698">
    <w:pPr>
      <w:tabs>
        <w:tab w:val="center" w:pos="4536"/>
        <w:tab w:val="right" w:pos="9072"/>
      </w:tabs>
      <w:rPr>
        <w:rFonts w:ascii="Times New Roman" w:hAnsi="Times New Roman"/>
        <w:b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158F3" w14:textId="77777777" w:rsidR="0058740D" w:rsidRDefault="0058740D" w:rsidP="001B1698">
      <w:pPr>
        <w:spacing w:after="0" w:line="240" w:lineRule="auto"/>
      </w:pPr>
      <w:r>
        <w:separator/>
      </w:r>
    </w:p>
  </w:footnote>
  <w:footnote w:type="continuationSeparator" w:id="0">
    <w:p w14:paraId="173E78E1" w14:textId="77777777" w:rsidR="0058740D" w:rsidRDefault="0058740D" w:rsidP="001B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9698532"/>
      <w:docPartObj>
        <w:docPartGallery w:val="Page Numbers (Top of Page)"/>
        <w:docPartUnique/>
      </w:docPartObj>
    </w:sdtPr>
    <w:sdtEndPr/>
    <w:sdtContent>
      <w:p w14:paraId="35292DF2" w14:textId="3FD74843" w:rsidR="004116C2" w:rsidRDefault="004116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71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0337"/>
    <w:multiLevelType w:val="hybridMultilevel"/>
    <w:tmpl w:val="6DB67DD2"/>
    <w:lvl w:ilvl="0" w:tplc="BEE62A4E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5770F2"/>
    <w:multiLevelType w:val="hybridMultilevel"/>
    <w:tmpl w:val="837C91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2A1084"/>
    <w:multiLevelType w:val="hybridMultilevel"/>
    <w:tmpl w:val="837C91C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D23B8E"/>
    <w:multiLevelType w:val="hybridMultilevel"/>
    <w:tmpl w:val="837C91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32018F9"/>
    <w:multiLevelType w:val="hybridMultilevel"/>
    <w:tmpl w:val="837C91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6355BB8"/>
    <w:multiLevelType w:val="hybridMultilevel"/>
    <w:tmpl w:val="837C91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8F302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4646D8E"/>
    <w:multiLevelType w:val="multilevel"/>
    <w:tmpl w:val="3EBAF95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0DAC"/>
    <w:rsid w:val="00053BD0"/>
    <w:rsid w:val="0014132C"/>
    <w:rsid w:val="00164850"/>
    <w:rsid w:val="00185FEC"/>
    <w:rsid w:val="001A593E"/>
    <w:rsid w:val="001B1698"/>
    <w:rsid w:val="001E1F9F"/>
    <w:rsid w:val="00233F61"/>
    <w:rsid w:val="00243DD0"/>
    <w:rsid w:val="002B77B3"/>
    <w:rsid w:val="003440B2"/>
    <w:rsid w:val="00364C22"/>
    <w:rsid w:val="00385EC0"/>
    <w:rsid w:val="003C6693"/>
    <w:rsid w:val="003E4257"/>
    <w:rsid w:val="004116C2"/>
    <w:rsid w:val="00421ED6"/>
    <w:rsid w:val="0045503B"/>
    <w:rsid w:val="00457DDC"/>
    <w:rsid w:val="004A4716"/>
    <w:rsid w:val="004F2698"/>
    <w:rsid w:val="005133A3"/>
    <w:rsid w:val="00520CBF"/>
    <w:rsid w:val="00521FAA"/>
    <w:rsid w:val="00553D1E"/>
    <w:rsid w:val="0058740D"/>
    <w:rsid w:val="005C4176"/>
    <w:rsid w:val="0062663F"/>
    <w:rsid w:val="00672130"/>
    <w:rsid w:val="007F54B8"/>
    <w:rsid w:val="00857E38"/>
    <w:rsid w:val="008629FA"/>
    <w:rsid w:val="008D1239"/>
    <w:rsid w:val="009327AF"/>
    <w:rsid w:val="0098255C"/>
    <w:rsid w:val="00987DB5"/>
    <w:rsid w:val="00A0193F"/>
    <w:rsid w:val="00A1573B"/>
    <w:rsid w:val="00A94ABA"/>
    <w:rsid w:val="00AC72C8"/>
    <w:rsid w:val="00B10ED9"/>
    <w:rsid w:val="00B25688"/>
    <w:rsid w:val="00BC4029"/>
    <w:rsid w:val="00C02849"/>
    <w:rsid w:val="00D12794"/>
    <w:rsid w:val="00D52A3E"/>
    <w:rsid w:val="00D67BD8"/>
    <w:rsid w:val="00DA0BAB"/>
    <w:rsid w:val="00DF7897"/>
    <w:rsid w:val="00E37B8A"/>
    <w:rsid w:val="00E609BC"/>
    <w:rsid w:val="00F17FCD"/>
    <w:rsid w:val="00F40AB0"/>
    <w:rsid w:val="00FD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611C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69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698"/>
    <w:rPr>
      <w:sz w:val="22"/>
      <w:szCs w:val="22"/>
      <w:lang w:eastAsia="en-US"/>
    </w:rPr>
  </w:style>
  <w:style w:type="table" w:styleId="a8">
    <w:name w:val="Table Grid"/>
    <w:basedOn w:val="a1"/>
    <w:rsid w:val="00A1573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116C2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133A3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41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4132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59D5B21F1F4DA7BB5BD3E5EA85C5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AFCD0B-FDBB-480A-BD48-4DF0EF80FD3A}"/>
      </w:docPartPr>
      <w:docPartBody>
        <w:p w:rsidR="00E80769" w:rsidRDefault="00F67176" w:rsidP="00F67176">
          <w:pPr>
            <w:pStyle w:val="B659D5B21F1F4DA7BB5BD3E5EA85C55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036C06EB6FD148B69DACF958629BFB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3E113-5EEB-4C97-BE52-344FF5A69D79}"/>
      </w:docPartPr>
      <w:docPartBody>
        <w:p w:rsidR="00E80769" w:rsidRDefault="00F67176" w:rsidP="00F67176">
          <w:pPr>
            <w:pStyle w:val="036C06EB6FD148B69DACF958629BFB1E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4088E"/>
    <w:rsid w:val="001A593E"/>
    <w:rsid w:val="002D7AAD"/>
    <w:rsid w:val="003440B2"/>
    <w:rsid w:val="00421ED6"/>
    <w:rsid w:val="0045503B"/>
    <w:rsid w:val="004F06B3"/>
    <w:rsid w:val="007F536F"/>
    <w:rsid w:val="009F1956"/>
    <w:rsid w:val="00B00C31"/>
    <w:rsid w:val="00B01656"/>
    <w:rsid w:val="00C95804"/>
    <w:rsid w:val="00CF735B"/>
    <w:rsid w:val="00D52A3E"/>
    <w:rsid w:val="00DA0BAB"/>
    <w:rsid w:val="00DD4E79"/>
    <w:rsid w:val="00E80769"/>
    <w:rsid w:val="00F6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7176"/>
    <w:rPr>
      <w:color w:val="808080"/>
    </w:rPr>
  </w:style>
  <w:style w:type="paragraph" w:customStyle="1" w:styleId="B659D5B21F1F4DA7BB5BD3E5EA85C55E1">
    <w:name w:val="B659D5B21F1F4DA7BB5BD3E5EA85C55E1"/>
    <w:rsid w:val="00F67176"/>
    <w:rPr>
      <w:rFonts w:ascii="Calibri" w:eastAsia="Calibri" w:hAnsi="Calibri" w:cs="Times New Roman"/>
      <w:lang w:eastAsia="en-US"/>
    </w:rPr>
  </w:style>
  <w:style w:type="paragraph" w:customStyle="1" w:styleId="036C06EB6FD148B69DACF958629BFB1E1">
    <w:name w:val="036C06EB6FD148B69DACF958629BFB1E1"/>
    <w:rsid w:val="00F67176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21</cp:revision>
  <cp:lastPrinted>2025-10-27T06:54:00Z</cp:lastPrinted>
  <dcterms:created xsi:type="dcterms:W3CDTF">2020-04-07T04:49:00Z</dcterms:created>
  <dcterms:modified xsi:type="dcterms:W3CDTF">2025-10-27T06:54:00Z</dcterms:modified>
</cp:coreProperties>
</file>