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D1977C6" w14:textId="77777777" w:rsidTr="00BA1368">
        <w:tc>
          <w:tcPr>
            <w:tcW w:w="9498" w:type="dxa"/>
          </w:tcPr>
          <w:p w14:paraId="32762BA4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9FEA77" wp14:editId="24F299E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958D2B" w14:textId="77777777" w:rsidR="002869E2" w:rsidRPr="002869E2" w:rsidRDefault="002869E2" w:rsidP="002869E2">
            <w:pPr>
              <w:spacing w:before="180" w:after="0" w:line="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869E2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D0A2A52" w14:textId="77777777" w:rsidR="002869E2" w:rsidRDefault="002869E2" w:rsidP="002869E2">
            <w:pPr>
              <w:keepNext/>
              <w:spacing w:before="180" w:after="0" w:line="0" w:lineRule="atLeast"/>
              <w:ind w:left="-567" w:firstLine="567"/>
              <w:contextualSpacing/>
              <w:jc w:val="center"/>
              <w:outlineLvl w:val="0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869E2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0E10FF29" w14:textId="68570290" w:rsidR="00053BD0" w:rsidRPr="00053BD0" w:rsidRDefault="00053BD0" w:rsidP="002869E2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ED8622" w14:textId="20DB35BC" w:rsidR="00933D6E" w:rsidRPr="00933D6E" w:rsidRDefault="00933D6E" w:rsidP="00933D6E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33D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D786FF5C10C74FDA96192FB0D43AEE72"/>
          </w:placeholder>
        </w:sdtPr>
        <w:sdtEndPr/>
        <w:sdtContent>
          <w:r w:rsidR="00081C36">
            <w:rPr>
              <w:rFonts w:ascii="Times New Roman" w:hAnsi="Times New Roman"/>
              <w:sz w:val="28"/>
              <w:szCs w:val="28"/>
            </w:rPr>
            <w:t>19 февраля 2026 года</w:t>
          </w:r>
        </w:sdtContent>
      </w:sdt>
      <w:r w:rsidRPr="00933D6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FD2909CB5F494968BAB0161FFC6C04B9"/>
          </w:placeholder>
        </w:sdtPr>
        <w:sdtEndPr/>
        <w:sdtContent>
          <w:bookmarkStart w:id="0" w:name="_GoBack"/>
          <w:r w:rsidR="00081C36" w:rsidRPr="00081C36">
            <w:rPr>
              <w:rFonts w:ascii="Times New Roman" w:hAnsi="Times New Roman"/>
              <w:sz w:val="28"/>
              <w:szCs w:val="28"/>
            </w:rPr>
            <w:t>33</w:t>
          </w:r>
          <w:bookmarkEnd w:id="0"/>
        </w:sdtContent>
      </w:sdt>
    </w:p>
    <w:p w14:paraId="5898B2B6" w14:textId="2E4682E7" w:rsidR="00053BD0" w:rsidRPr="00053BD0" w:rsidRDefault="00933D6E" w:rsidP="00933D6E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53BD0"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053BD0"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B11565B" w14:textId="77777777" w:rsidR="00933D6E" w:rsidRDefault="00933D6E" w:rsidP="00933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E1419F">
        <w:rPr>
          <w:rFonts w:ascii="Times New Roman" w:hAnsi="Times New Roman"/>
          <w:b/>
          <w:sz w:val="28"/>
          <w:szCs w:val="28"/>
        </w:rPr>
        <w:t>в постановление</w:t>
      </w:r>
      <w:r>
        <w:rPr>
          <w:rFonts w:ascii="Times New Roman" w:hAnsi="Times New Roman"/>
          <w:b/>
          <w:sz w:val="28"/>
          <w:szCs w:val="28"/>
        </w:rPr>
        <w:t xml:space="preserve"> мэра</w:t>
      </w:r>
    </w:p>
    <w:p w14:paraId="61E352F0" w14:textId="77777777" w:rsidR="00933D6E" w:rsidRDefault="00E1419F" w:rsidP="00933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0F36">
        <w:rPr>
          <w:rFonts w:ascii="Times New Roman" w:hAnsi="Times New Roman"/>
          <w:b/>
          <w:sz w:val="28"/>
          <w:szCs w:val="28"/>
        </w:rPr>
        <w:t xml:space="preserve">муниципального образования Ногликский муниципальный округ Сахалинской области от 03.04.2025 № 55 «Об утверждении </w:t>
      </w:r>
      <w:r w:rsidR="00933D6E">
        <w:rPr>
          <w:rFonts w:ascii="Times New Roman" w:hAnsi="Times New Roman"/>
          <w:b/>
          <w:sz w:val="28"/>
          <w:szCs w:val="28"/>
        </w:rPr>
        <w:t>Положения</w:t>
      </w:r>
    </w:p>
    <w:p w14:paraId="4509E9D1" w14:textId="77777777" w:rsidR="00933D6E" w:rsidRDefault="00E1419F" w:rsidP="00933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системе оплаты труда работников муниципальных бюджетных дошкол</w:t>
      </w:r>
      <w:r w:rsidR="00933D6E">
        <w:rPr>
          <w:rFonts w:ascii="Times New Roman" w:hAnsi="Times New Roman"/>
          <w:b/>
          <w:sz w:val="28"/>
          <w:szCs w:val="28"/>
        </w:rPr>
        <w:t>ьных образовательных учреждений</w:t>
      </w:r>
    </w:p>
    <w:p w14:paraId="5347A239" w14:textId="24C040FB" w:rsidR="00E1419F" w:rsidRDefault="00E1419F" w:rsidP="00933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</w:t>
      </w:r>
      <w:r w:rsidR="00933D6E">
        <w:rPr>
          <w:rFonts w:ascii="Times New Roman" w:hAnsi="Times New Roman"/>
          <w:b/>
          <w:sz w:val="28"/>
          <w:szCs w:val="28"/>
        </w:rPr>
        <w:t>ьный округ Сахалинской области»</w:t>
      </w:r>
    </w:p>
    <w:p w14:paraId="00FA7DFF" w14:textId="77777777" w:rsidR="00933D6E" w:rsidRDefault="00933D6E" w:rsidP="00933D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E2750D3" w14:textId="1ACB3851" w:rsidR="00E1419F" w:rsidRPr="00BF61E6" w:rsidRDefault="00E1419F" w:rsidP="00933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A2BBE" w:rsidRPr="00AA2BBE">
        <w:rPr>
          <w:rFonts w:ascii="Times New Roman" w:hAnsi="Times New Roman"/>
          <w:sz w:val="28"/>
          <w:szCs w:val="28"/>
        </w:rPr>
        <w:t>с</w:t>
      </w:r>
      <w:r w:rsidR="00D7256F">
        <w:rPr>
          <w:rFonts w:ascii="Times New Roman" w:hAnsi="Times New Roman"/>
          <w:sz w:val="28"/>
          <w:szCs w:val="28"/>
        </w:rPr>
        <w:t xml:space="preserve"> распоряжением Правительства Сахалинской области от 27.01.2026 № 93-р «О внесении изменений в некоторые распоряжения Правительства Сахалинской области в сфере оплаты труда», </w:t>
      </w:r>
      <w:r w:rsidR="00AA2BBE" w:rsidRPr="00AA2BBE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23.01.2013 № 22-р «Об отдельных вопросах реализации Указа Президента Российской Федерации от 07.05.2012 </w:t>
      </w:r>
      <w:r w:rsidR="00933D6E">
        <w:rPr>
          <w:rFonts w:ascii="Times New Roman" w:hAnsi="Times New Roman"/>
          <w:sz w:val="28"/>
          <w:szCs w:val="28"/>
        </w:rPr>
        <w:t>№</w:t>
      </w:r>
      <w:r w:rsidR="00AA2BBE" w:rsidRPr="00AA2BBE">
        <w:rPr>
          <w:rFonts w:ascii="Times New Roman" w:hAnsi="Times New Roman"/>
          <w:sz w:val="28"/>
          <w:szCs w:val="28"/>
        </w:rPr>
        <w:t xml:space="preserve"> 597 </w:t>
      </w:r>
      <w:r w:rsidR="006B5374">
        <w:rPr>
          <w:rFonts w:ascii="Times New Roman" w:hAnsi="Times New Roman"/>
          <w:sz w:val="28"/>
          <w:szCs w:val="28"/>
        </w:rPr>
        <w:t>«</w:t>
      </w:r>
      <w:r w:rsidR="00AA2BBE" w:rsidRPr="00AA2BBE">
        <w:rPr>
          <w:rFonts w:ascii="Times New Roman" w:hAnsi="Times New Roman"/>
          <w:sz w:val="28"/>
          <w:szCs w:val="28"/>
        </w:rPr>
        <w:t>О мероприятиях по реализации государственной социальной политики</w:t>
      </w:r>
      <w:r w:rsidR="009555C8">
        <w:rPr>
          <w:rFonts w:ascii="Times New Roman" w:hAnsi="Times New Roman"/>
          <w:sz w:val="28"/>
          <w:szCs w:val="28"/>
        </w:rPr>
        <w:t>»</w:t>
      </w:r>
      <w:r w:rsidR="00AA2BBE" w:rsidRPr="00AA2BBE">
        <w:rPr>
          <w:rFonts w:ascii="Times New Roman" w:hAnsi="Times New Roman"/>
          <w:sz w:val="28"/>
          <w:szCs w:val="28"/>
        </w:rPr>
        <w:t xml:space="preserve"> в отношении педагогических работников муниципальных дошкольных образовательных учреждений</w:t>
      </w:r>
      <w:r w:rsidR="006B5374">
        <w:rPr>
          <w:rFonts w:ascii="Times New Roman" w:hAnsi="Times New Roman"/>
          <w:sz w:val="28"/>
          <w:szCs w:val="28"/>
        </w:rPr>
        <w:t>»</w:t>
      </w:r>
      <w:r w:rsidRPr="00BF61E6">
        <w:rPr>
          <w:rFonts w:ascii="Times New Roman" w:hAnsi="Times New Roman"/>
          <w:sz w:val="28"/>
          <w:szCs w:val="28"/>
        </w:rPr>
        <w:t>,</w:t>
      </w:r>
      <w:r w:rsidR="00D7256F">
        <w:rPr>
          <w:rFonts w:ascii="Times New Roman" w:hAnsi="Times New Roman"/>
          <w:sz w:val="28"/>
          <w:szCs w:val="28"/>
        </w:rPr>
        <w:t xml:space="preserve"> </w:t>
      </w:r>
      <w:r w:rsidRPr="002569B2">
        <w:rPr>
          <w:rFonts w:ascii="Times New Roman" w:hAnsi="Times New Roman"/>
          <w:sz w:val="28"/>
          <w:szCs w:val="28"/>
        </w:rPr>
        <w:t xml:space="preserve">руководствуясь ст. 28 Устава </w:t>
      </w:r>
      <w:r w:rsidRPr="00BF61E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933D6E">
        <w:rPr>
          <w:rFonts w:ascii="Times New Roman" w:hAnsi="Times New Roman"/>
          <w:b/>
          <w:sz w:val="28"/>
          <w:szCs w:val="28"/>
        </w:rPr>
        <w:t>:</w:t>
      </w:r>
    </w:p>
    <w:p w14:paraId="4554B2FA" w14:textId="04EABBF7" w:rsidR="00E1419F" w:rsidRPr="00020F36" w:rsidRDefault="00933D6E" w:rsidP="00933D6E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1419F" w:rsidRPr="00020F36">
        <w:rPr>
          <w:rFonts w:ascii="Times New Roman" w:hAnsi="Times New Roman"/>
          <w:sz w:val="28"/>
          <w:szCs w:val="28"/>
        </w:rPr>
        <w:t>Внести в постановление мэра муниципального образования Ногликский муниципальный округ Сахалинской области от 03.04.2025 № 55</w:t>
      </w:r>
      <w:r w:rsidR="001F431D">
        <w:rPr>
          <w:rFonts w:ascii="Times New Roman" w:hAnsi="Times New Roman"/>
          <w:sz w:val="28"/>
          <w:szCs w:val="28"/>
        </w:rPr>
        <w:t xml:space="preserve"> (в редакции </w:t>
      </w:r>
      <w:r w:rsidR="002569B2">
        <w:rPr>
          <w:rFonts w:ascii="Times New Roman" w:hAnsi="Times New Roman"/>
          <w:sz w:val="28"/>
          <w:szCs w:val="28"/>
        </w:rPr>
        <w:t>от</w:t>
      </w:r>
      <w:r w:rsidR="001F431D">
        <w:rPr>
          <w:rFonts w:ascii="Times New Roman" w:hAnsi="Times New Roman"/>
          <w:sz w:val="28"/>
          <w:szCs w:val="28"/>
        </w:rPr>
        <w:t xml:space="preserve"> </w:t>
      </w:r>
      <w:r w:rsidR="001F431D" w:rsidRPr="001F431D">
        <w:rPr>
          <w:rFonts w:ascii="Times New Roman" w:hAnsi="Times New Roman"/>
          <w:sz w:val="28"/>
          <w:szCs w:val="28"/>
        </w:rPr>
        <w:t>21.07.2025</w:t>
      </w:r>
      <w:r w:rsidR="00BD7720">
        <w:rPr>
          <w:rFonts w:ascii="Times New Roman" w:hAnsi="Times New Roman"/>
          <w:sz w:val="28"/>
          <w:szCs w:val="28"/>
        </w:rPr>
        <w:t xml:space="preserve"> № 125</w:t>
      </w:r>
      <w:r w:rsidR="001F431D">
        <w:rPr>
          <w:rFonts w:ascii="Times New Roman" w:hAnsi="Times New Roman"/>
          <w:sz w:val="28"/>
          <w:szCs w:val="28"/>
        </w:rPr>
        <w:t>)</w:t>
      </w:r>
      <w:r w:rsidR="00E1419F" w:rsidRPr="00020F36">
        <w:rPr>
          <w:rFonts w:ascii="Times New Roman" w:hAnsi="Times New Roman"/>
          <w:sz w:val="28"/>
          <w:szCs w:val="28"/>
        </w:rPr>
        <w:t xml:space="preserve"> «Об утверждении Положения </w:t>
      </w:r>
      <w:bookmarkStart w:id="1" w:name="_Hlk220667954"/>
      <w:r w:rsidR="00E1419F" w:rsidRPr="00020F36">
        <w:rPr>
          <w:rFonts w:ascii="Times New Roman" w:hAnsi="Times New Roman"/>
          <w:sz w:val="28"/>
          <w:szCs w:val="28"/>
        </w:rPr>
        <w:t>о системе оплаты труда работников муниципальных бюджетных дошкольных образовательных учреждений муниципального образования Ногликский муниципальный округ Сахалинской области»</w:t>
      </w:r>
      <w:bookmarkEnd w:id="1"/>
      <w:r w:rsidR="00E1419F" w:rsidRPr="00020F36">
        <w:rPr>
          <w:rFonts w:ascii="Times New Roman" w:hAnsi="Times New Roman"/>
          <w:b/>
          <w:sz w:val="28"/>
          <w:szCs w:val="28"/>
        </w:rPr>
        <w:t xml:space="preserve"> </w:t>
      </w:r>
      <w:r w:rsidR="00E1419F" w:rsidRPr="00020F36">
        <w:rPr>
          <w:rFonts w:ascii="Times New Roman" w:hAnsi="Times New Roman"/>
          <w:sz w:val="28"/>
          <w:szCs w:val="28"/>
        </w:rPr>
        <w:t xml:space="preserve">(далее - </w:t>
      </w:r>
      <w:r w:rsidR="00D7256F">
        <w:rPr>
          <w:rFonts w:ascii="Times New Roman" w:hAnsi="Times New Roman"/>
          <w:sz w:val="28"/>
          <w:szCs w:val="28"/>
        </w:rPr>
        <w:t>Положение</w:t>
      </w:r>
      <w:r w:rsidR="00E1419F" w:rsidRPr="00020F36">
        <w:rPr>
          <w:rFonts w:ascii="Times New Roman" w:hAnsi="Times New Roman"/>
          <w:sz w:val="28"/>
          <w:szCs w:val="28"/>
        </w:rPr>
        <w:t>)</w:t>
      </w:r>
      <w:r w:rsidR="002529C7">
        <w:rPr>
          <w:rFonts w:ascii="Times New Roman" w:hAnsi="Times New Roman"/>
          <w:sz w:val="28"/>
          <w:szCs w:val="28"/>
        </w:rPr>
        <w:t>,</w:t>
      </w:r>
      <w:r w:rsidR="002529C7" w:rsidRPr="002529C7">
        <w:rPr>
          <w:rFonts w:ascii="Times New Roman" w:hAnsi="Times New Roman"/>
          <w:sz w:val="28"/>
          <w:szCs w:val="28"/>
        </w:rPr>
        <w:t xml:space="preserve"> </w:t>
      </w:r>
      <w:r w:rsidR="002529C7">
        <w:rPr>
          <w:rFonts w:ascii="Times New Roman" w:hAnsi="Times New Roman"/>
          <w:sz w:val="28"/>
          <w:szCs w:val="28"/>
        </w:rPr>
        <w:t>следующие изменения</w:t>
      </w:r>
      <w:r w:rsidR="00E1419F" w:rsidRPr="00020F36">
        <w:rPr>
          <w:rFonts w:ascii="Times New Roman" w:hAnsi="Times New Roman"/>
          <w:sz w:val="28"/>
          <w:szCs w:val="28"/>
        </w:rPr>
        <w:t>:</w:t>
      </w:r>
    </w:p>
    <w:p w14:paraId="41EF49D2" w14:textId="5E28CD75" w:rsidR="002529C7" w:rsidRDefault="00933D6E" w:rsidP="00933D6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1.1. </w:t>
      </w:r>
      <w:r w:rsidR="002529C7" w:rsidRPr="002529C7">
        <w:rPr>
          <w:rFonts w:ascii="Times New Roman" w:hAnsi="Times New Roman"/>
          <w:color w:val="000000" w:themeColor="text1"/>
          <w:sz w:val="28"/>
          <w:szCs w:val="28"/>
        </w:rPr>
        <w:t>Приложение 1</w:t>
      </w:r>
      <w:r w:rsidR="009C768A" w:rsidRPr="003C18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56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2529C7" w:rsidRPr="003C18D7">
        <w:rPr>
          <w:rFonts w:ascii="Times New Roman" w:hAnsi="Times New Roman"/>
          <w:color w:val="000000" w:themeColor="text1"/>
          <w:sz w:val="28"/>
          <w:szCs w:val="28"/>
        </w:rPr>
        <w:t>оложени</w:t>
      </w:r>
      <w:r w:rsidR="00D7256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2529C7" w:rsidRPr="003C18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29C7" w:rsidRPr="002529C7">
        <w:rPr>
          <w:rFonts w:ascii="Times New Roman" w:hAnsi="Times New Roman"/>
          <w:color w:val="000000" w:themeColor="text1"/>
          <w:sz w:val="28"/>
          <w:szCs w:val="28"/>
        </w:rPr>
        <w:t>изложить в редакции согласно приложению</w:t>
      </w:r>
      <w:r w:rsidR="004400C7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2529C7" w:rsidRPr="002529C7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57C0B0C4" w14:textId="6E0A1041" w:rsidR="004400C7" w:rsidRDefault="004400C7" w:rsidP="00933D6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 Приложение </w:t>
      </w:r>
      <w:r w:rsidRPr="003C18D7"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3C18D7">
        <w:rPr>
          <w:rFonts w:ascii="Times New Roman" w:hAnsi="Times New Roman"/>
          <w:color w:val="000000" w:themeColor="text1"/>
          <w:sz w:val="28"/>
          <w:szCs w:val="28"/>
        </w:rPr>
        <w:t>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3C18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529C7">
        <w:rPr>
          <w:rFonts w:ascii="Times New Roman" w:hAnsi="Times New Roman"/>
          <w:color w:val="000000" w:themeColor="text1"/>
          <w:sz w:val="28"/>
          <w:szCs w:val="28"/>
        </w:rPr>
        <w:t>изложить в редакции согласно приложению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Pr="002529C7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00F89450" w14:textId="52D8FC69" w:rsidR="009C768A" w:rsidRPr="009C768A" w:rsidRDefault="00933D6E" w:rsidP="00933D6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</w:t>
      </w:r>
      <w:r w:rsidR="004400C7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9C768A" w:rsidRPr="009C768A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9C768A">
        <w:rPr>
          <w:rFonts w:ascii="Times New Roman" w:hAnsi="Times New Roman"/>
          <w:color w:val="000000" w:themeColor="text1"/>
          <w:sz w:val="28"/>
          <w:szCs w:val="28"/>
        </w:rPr>
        <w:t xml:space="preserve">4 </w:t>
      </w:r>
      <w:r w:rsidR="00D7256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C18D7" w:rsidRPr="003C18D7">
        <w:rPr>
          <w:rFonts w:ascii="Times New Roman" w:hAnsi="Times New Roman"/>
          <w:color w:val="000000" w:themeColor="text1"/>
          <w:sz w:val="28"/>
          <w:szCs w:val="28"/>
        </w:rPr>
        <w:t>оложени</w:t>
      </w:r>
      <w:r w:rsidR="00D7256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3C18D7" w:rsidRPr="003C18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768A" w:rsidRPr="009C768A">
        <w:rPr>
          <w:rFonts w:ascii="Times New Roman" w:hAnsi="Times New Roman"/>
          <w:color w:val="000000" w:themeColor="text1"/>
          <w:sz w:val="28"/>
          <w:szCs w:val="28"/>
        </w:rPr>
        <w:t xml:space="preserve">изложить в редакции согласно приложению </w:t>
      </w:r>
      <w:r w:rsidR="009C768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C768A" w:rsidRPr="009C76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7A28AF4F" w14:textId="74843912" w:rsidR="009C768A" w:rsidRDefault="00933D6E" w:rsidP="00933D6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4400C7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9C768A" w:rsidRPr="009C768A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9 </w:t>
      </w:r>
      <w:r w:rsidR="00D7256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C18D7" w:rsidRPr="003C18D7">
        <w:rPr>
          <w:rFonts w:ascii="Times New Roman" w:hAnsi="Times New Roman"/>
          <w:color w:val="000000" w:themeColor="text1"/>
          <w:sz w:val="28"/>
          <w:szCs w:val="28"/>
        </w:rPr>
        <w:t>оложени</w:t>
      </w:r>
      <w:r w:rsidR="00D7256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3C18D7" w:rsidRPr="003C18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768A" w:rsidRPr="009C768A">
        <w:rPr>
          <w:rFonts w:ascii="Times New Roman" w:hAnsi="Times New Roman"/>
          <w:color w:val="000000" w:themeColor="text1"/>
          <w:sz w:val="28"/>
          <w:szCs w:val="28"/>
        </w:rPr>
        <w:t>изложить в редакции согласно приложению 4 к настоящему постановлению.</w:t>
      </w:r>
    </w:p>
    <w:p w14:paraId="37DDA776" w14:textId="1CFDB267" w:rsidR="00E1419F" w:rsidRPr="009C768A" w:rsidRDefault="00E1419F" w:rsidP="00933D6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768A">
        <w:rPr>
          <w:rFonts w:ascii="Times New Roman" w:hAnsi="Times New Roman"/>
          <w:color w:val="000000" w:themeColor="text1"/>
          <w:sz w:val="28"/>
          <w:szCs w:val="28"/>
        </w:rPr>
        <w:t>2. Настоящее постановление вступает в силу с момента его официального опубликования и распростран</w:t>
      </w:r>
      <w:r w:rsidR="006B537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9C768A">
        <w:rPr>
          <w:rFonts w:ascii="Times New Roman" w:hAnsi="Times New Roman"/>
          <w:color w:val="000000" w:themeColor="text1"/>
          <w:sz w:val="28"/>
          <w:szCs w:val="28"/>
        </w:rPr>
        <w:t>ется на правоотношения, возникшие с 01</w:t>
      </w:r>
      <w:r w:rsidR="00F467EA">
        <w:rPr>
          <w:rFonts w:ascii="Times New Roman" w:hAnsi="Times New Roman"/>
          <w:color w:val="000000" w:themeColor="text1"/>
          <w:sz w:val="28"/>
          <w:szCs w:val="28"/>
        </w:rPr>
        <w:t xml:space="preserve"> января </w:t>
      </w:r>
      <w:r w:rsidRPr="009C768A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9C768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C768A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14:paraId="4D6E2ED6" w14:textId="013C4C0E" w:rsidR="00E1419F" w:rsidRDefault="00E1419F" w:rsidP="00933D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постановление в газете «Знамя труда» </w:t>
      </w:r>
      <w:r w:rsidR="00933D6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14:paraId="1707A0D6" w14:textId="35098AF1" w:rsidR="00E1419F" w:rsidRPr="007C4933" w:rsidRDefault="00E1419F" w:rsidP="00933D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Контроль за исполнением настоящего постановления возложить </w:t>
      </w:r>
      <w:r w:rsidR="00933D6E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вице-мэра муниципального образования Ногликский муниципальный округ Са</w:t>
      </w:r>
      <w:r w:rsidR="004400C7">
        <w:rPr>
          <w:rFonts w:ascii="Times New Roman" w:hAnsi="Times New Roman"/>
          <w:color w:val="000000" w:themeColor="text1"/>
          <w:sz w:val="28"/>
          <w:szCs w:val="28"/>
        </w:rPr>
        <w:t xml:space="preserve">халинской области </w:t>
      </w:r>
      <w:proofErr w:type="spellStart"/>
      <w:r w:rsidR="004400C7">
        <w:rPr>
          <w:rFonts w:ascii="Times New Roman" w:hAnsi="Times New Roman"/>
          <w:color w:val="000000" w:themeColor="text1"/>
          <w:sz w:val="28"/>
          <w:szCs w:val="28"/>
        </w:rPr>
        <w:t>Русанова</w:t>
      </w:r>
      <w:proofErr w:type="spellEnd"/>
      <w:r w:rsidR="004400C7">
        <w:rPr>
          <w:rFonts w:ascii="Times New Roman" w:hAnsi="Times New Roman"/>
          <w:color w:val="000000" w:themeColor="text1"/>
          <w:sz w:val="28"/>
          <w:szCs w:val="28"/>
        </w:rPr>
        <w:t xml:space="preserve"> Я.С.</w:t>
      </w:r>
    </w:p>
    <w:p w14:paraId="1AB1E419" w14:textId="77777777" w:rsidR="00E1419F" w:rsidRPr="00A529C2" w:rsidRDefault="00E1419F" w:rsidP="004400C7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58848F5" w14:textId="77777777" w:rsidR="00E1419F" w:rsidRDefault="00E1419F" w:rsidP="00933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863A97C" w14:textId="77777777" w:rsidR="00E1419F" w:rsidRPr="00FB14F4" w:rsidRDefault="00E1419F" w:rsidP="00933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269C2A7" w14:textId="77777777" w:rsidR="00E1419F" w:rsidRDefault="00E1419F" w:rsidP="00933D6E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5D5AE2" w14:textId="77777777" w:rsidR="00E1419F" w:rsidRDefault="00E1419F" w:rsidP="00933D6E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E745E40" w14:textId="4E27E18E" w:rsidR="00E1419F" w:rsidRPr="007C2877" w:rsidRDefault="00E1419F" w:rsidP="00933D6E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</w:t>
      </w:r>
      <w:r w:rsidR="004400C7">
        <w:rPr>
          <w:rFonts w:ascii="Times New Roman" w:hAnsi="Times New Roman"/>
          <w:sz w:val="28"/>
          <w:szCs w:val="28"/>
        </w:rPr>
        <w:t xml:space="preserve">                     С.В. Гурьянов</w:t>
      </w:r>
    </w:p>
    <w:p w14:paraId="29F4CE6D" w14:textId="70359951" w:rsidR="00E70704" w:rsidRPr="007C2877" w:rsidRDefault="00E70704" w:rsidP="00933D6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E70704" w:rsidRPr="007C2877" w:rsidSect="00933D6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8A0D2" w14:textId="77777777" w:rsidR="00581380" w:rsidRDefault="00581380" w:rsidP="00933D6E">
      <w:pPr>
        <w:spacing w:after="0" w:line="240" w:lineRule="auto"/>
      </w:pPr>
      <w:r>
        <w:separator/>
      </w:r>
    </w:p>
  </w:endnote>
  <w:endnote w:type="continuationSeparator" w:id="0">
    <w:p w14:paraId="31C152E8" w14:textId="77777777" w:rsidR="00581380" w:rsidRDefault="00581380" w:rsidP="0093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4CEA3" w14:textId="77777777" w:rsidR="00581380" w:rsidRDefault="00581380" w:rsidP="00933D6E">
      <w:pPr>
        <w:spacing w:after="0" w:line="240" w:lineRule="auto"/>
      </w:pPr>
      <w:r>
        <w:separator/>
      </w:r>
    </w:p>
  </w:footnote>
  <w:footnote w:type="continuationSeparator" w:id="0">
    <w:p w14:paraId="639C06F4" w14:textId="77777777" w:rsidR="00581380" w:rsidRDefault="00581380" w:rsidP="0093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232277"/>
      <w:docPartObj>
        <w:docPartGallery w:val="Page Numbers (Top of Page)"/>
        <w:docPartUnique/>
      </w:docPartObj>
    </w:sdtPr>
    <w:sdtEndPr/>
    <w:sdtContent>
      <w:p w14:paraId="24E679BE" w14:textId="4C1133EB" w:rsidR="00933D6E" w:rsidRDefault="00933D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C36">
          <w:rPr>
            <w:noProof/>
          </w:rPr>
          <w:t>2</w:t>
        </w:r>
        <w:r>
          <w:fldChar w:fldCharType="end"/>
        </w:r>
      </w:p>
    </w:sdtContent>
  </w:sdt>
  <w:p w14:paraId="75C1212C" w14:textId="77777777" w:rsidR="00933D6E" w:rsidRDefault="00933D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021"/>
    <w:multiLevelType w:val="multilevel"/>
    <w:tmpl w:val="AEA80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3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D2"/>
    <w:rsid w:val="00006DA3"/>
    <w:rsid w:val="000108A1"/>
    <w:rsid w:val="00017EA3"/>
    <w:rsid w:val="00023DCA"/>
    <w:rsid w:val="00024AE6"/>
    <w:rsid w:val="00042FAF"/>
    <w:rsid w:val="00043B4E"/>
    <w:rsid w:val="00053BD0"/>
    <w:rsid w:val="0005553C"/>
    <w:rsid w:val="00060D95"/>
    <w:rsid w:val="00061D06"/>
    <w:rsid w:val="00067DC9"/>
    <w:rsid w:val="00074314"/>
    <w:rsid w:val="00081C36"/>
    <w:rsid w:val="0009538B"/>
    <w:rsid w:val="00097321"/>
    <w:rsid w:val="000E2137"/>
    <w:rsid w:val="00113CC5"/>
    <w:rsid w:val="001156C0"/>
    <w:rsid w:val="00127F2D"/>
    <w:rsid w:val="00130E26"/>
    <w:rsid w:val="00144B6F"/>
    <w:rsid w:val="00152229"/>
    <w:rsid w:val="001870E0"/>
    <w:rsid w:val="00192AC1"/>
    <w:rsid w:val="001A4593"/>
    <w:rsid w:val="001F431D"/>
    <w:rsid w:val="001F690F"/>
    <w:rsid w:val="0022175D"/>
    <w:rsid w:val="00233735"/>
    <w:rsid w:val="00237DCC"/>
    <w:rsid w:val="00242B61"/>
    <w:rsid w:val="002441AF"/>
    <w:rsid w:val="002529C7"/>
    <w:rsid w:val="00253EF8"/>
    <w:rsid w:val="002569B2"/>
    <w:rsid w:val="0026038F"/>
    <w:rsid w:val="00274085"/>
    <w:rsid w:val="00276A80"/>
    <w:rsid w:val="00282FEB"/>
    <w:rsid w:val="002869E2"/>
    <w:rsid w:val="00287252"/>
    <w:rsid w:val="002911D8"/>
    <w:rsid w:val="002A005B"/>
    <w:rsid w:val="002A2424"/>
    <w:rsid w:val="002C7B25"/>
    <w:rsid w:val="002D7093"/>
    <w:rsid w:val="002E3615"/>
    <w:rsid w:val="002F6A95"/>
    <w:rsid w:val="00304932"/>
    <w:rsid w:val="00305685"/>
    <w:rsid w:val="00312A72"/>
    <w:rsid w:val="0032500B"/>
    <w:rsid w:val="00334E8E"/>
    <w:rsid w:val="00345A01"/>
    <w:rsid w:val="00361B82"/>
    <w:rsid w:val="003624DA"/>
    <w:rsid w:val="00372B7D"/>
    <w:rsid w:val="00375FB0"/>
    <w:rsid w:val="003C18D7"/>
    <w:rsid w:val="003C3CBC"/>
    <w:rsid w:val="003D35F1"/>
    <w:rsid w:val="003D70DF"/>
    <w:rsid w:val="003E70CF"/>
    <w:rsid w:val="00403F71"/>
    <w:rsid w:val="004207AE"/>
    <w:rsid w:val="00435173"/>
    <w:rsid w:val="004400C7"/>
    <w:rsid w:val="00463A5A"/>
    <w:rsid w:val="004943AE"/>
    <w:rsid w:val="004A0CBD"/>
    <w:rsid w:val="004A13FA"/>
    <w:rsid w:val="004D1338"/>
    <w:rsid w:val="004D34AC"/>
    <w:rsid w:val="00513579"/>
    <w:rsid w:val="005369DD"/>
    <w:rsid w:val="00537B90"/>
    <w:rsid w:val="00570985"/>
    <w:rsid w:val="00581380"/>
    <w:rsid w:val="005822B1"/>
    <w:rsid w:val="005905FF"/>
    <w:rsid w:val="005952EB"/>
    <w:rsid w:val="00597CD7"/>
    <w:rsid w:val="005A408F"/>
    <w:rsid w:val="005B2149"/>
    <w:rsid w:val="005B672F"/>
    <w:rsid w:val="005C06DA"/>
    <w:rsid w:val="005F215E"/>
    <w:rsid w:val="006077D4"/>
    <w:rsid w:val="00612583"/>
    <w:rsid w:val="00632019"/>
    <w:rsid w:val="00686248"/>
    <w:rsid w:val="006B5374"/>
    <w:rsid w:val="006D5E29"/>
    <w:rsid w:val="006D65AC"/>
    <w:rsid w:val="006E4338"/>
    <w:rsid w:val="006E76D9"/>
    <w:rsid w:val="006E7852"/>
    <w:rsid w:val="00703701"/>
    <w:rsid w:val="0070551C"/>
    <w:rsid w:val="00716C00"/>
    <w:rsid w:val="00732B91"/>
    <w:rsid w:val="0074329B"/>
    <w:rsid w:val="0078255D"/>
    <w:rsid w:val="00790492"/>
    <w:rsid w:val="007971CC"/>
    <w:rsid w:val="007B617A"/>
    <w:rsid w:val="007C2877"/>
    <w:rsid w:val="007C4933"/>
    <w:rsid w:val="00800067"/>
    <w:rsid w:val="00805E80"/>
    <w:rsid w:val="00824019"/>
    <w:rsid w:val="00826C53"/>
    <w:rsid w:val="008912C0"/>
    <w:rsid w:val="00895EA2"/>
    <w:rsid w:val="008A03B1"/>
    <w:rsid w:val="008B4594"/>
    <w:rsid w:val="008C131A"/>
    <w:rsid w:val="008C6AC5"/>
    <w:rsid w:val="008D778A"/>
    <w:rsid w:val="009130C9"/>
    <w:rsid w:val="00915716"/>
    <w:rsid w:val="0092526D"/>
    <w:rsid w:val="009265FB"/>
    <w:rsid w:val="009305AC"/>
    <w:rsid w:val="00933D6E"/>
    <w:rsid w:val="00933D9F"/>
    <w:rsid w:val="009555C8"/>
    <w:rsid w:val="00995D2F"/>
    <w:rsid w:val="009B433D"/>
    <w:rsid w:val="009C768A"/>
    <w:rsid w:val="009D0E7C"/>
    <w:rsid w:val="009E4E9D"/>
    <w:rsid w:val="009F7516"/>
    <w:rsid w:val="00A052DE"/>
    <w:rsid w:val="00A50056"/>
    <w:rsid w:val="00A529C2"/>
    <w:rsid w:val="00A65BEF"/>
    <w:rsid w:val="00A759AE"/>
    <w:rsid w:val="00A81D09"/>
    <w:rsid w:val="00A90C30"/>
    <w:rsid w:val="00AA2BBE"/>
    <w:rsid w:val="00AC6487"/>
    <w:rsid w:val="00AE2DB4"/>
    <w:rsid w:val="00AF28E2"/>
    <w:rsid w:val="00B04ACE"/>
    <w:rsid w:val="00B217A7"/>
    <w:rsid w:val="00B25688"/>
    <w:rsid w:val="00B270C6"/>
    <w:rsid w:val="00B35C3F"/>
    <w:rsid w:val="00B42967"/>
    <w:rsid w:val="00B577C9"/>
    <w:rsid w:val="00BA1368"/>
    <w:rsid w:val="00BC7CD2"/>
    <w:rsid w:val="00BD7720"/>
    <w:rsid w:val="00BE5C7E"/>
    <w:rsid w:val="00BF0AAA"/>
    <w:rsid w:val="00BF24D2"/>
    <w:rsid w:val="00C22F14"/>
    <w:rsid w:val="00C43AA8"/>
    <w:rsid w:val="00C73C6E"/>
    <w:rsid w:val="00C77404"/>
    <w:rsid w:val="00C802EE"/>
    <w:rsid w:val="00C94B66"/>
    <w:rsid w:val="00CA79CF"/>
    <w:rsid w:val="00D13E9A"/>
    <w:rsid w:val="00D1531B"/>
    <w:rsid w:val="00D153AA"/>
    <w:rsid w:val="00D35426"/>
    <w:rsid w:val="00D360D7"/>
    <w:rsid w:val="00D44100"/>
    <w:rsid w:val="00D62E6A"/>
    <w:rsid w:val="00D7256F"/>
    <w:rsid w:val="00D73AAA"/>
    <w:rsid w:val="00D967A4"/>
    <w:rsid w:val="00DB00D1"/>
    <w:rsid w:val="00DE5677"/>
    <w:rsid w:val="00E0136A"/>
    <w:rsid w:val="00E1419F"/>
    <w:rsid w:val="00E14213"/>
    <w:rsid w:val="00E16ADC"/>
    <w:rsid w:val="00E23C37"/>
    <w:rsid w:val="00E26BA2"/>
    <w:rsid w:val="00E326A5"/>
    <w:rsid w:val="00E34483"/>
    <w:rsid w:val="00E36429"/>
    <w:rsid w:val="00E475C2"/>
    <w:rsid w:val="00E70704"/>
    <w:rsid w:val="00E90080"/>
    <w:rsid w:val="00EA1114"/>
    <w:rsid w:val="00EA23EA"/>
    <w:rsid w:val="00EC7700"/>
    <w:rsid w:val="00EE5D16"/>
    <w:rsid w:val="00EE780F"/>
    <w:rsid w:val="00F167A5"/>
    <w:rsid w:val="00F37127"/>
    <w:rsid w:val="00F467EA"/>
    <w:rsid w:val="00F52040"/>
    <w:rsid w:val="00F54246"/>
    <w:rsid w:val="00F76718"/>
    <w:rsid w:val="00F80E0F"/>
    <w:rsid w:val="00F92612"/>
    <w:rsid w:val="00FA03B2"/>
    <w:rsid w:val="00FB14F4"/>
    <w:rsid w:val="00FD48D2"/>
    <w:rsid w:val="00FE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0DCA"/>
  <w15:docId w15:val="{1FE67D7D-B297-4A04-8C3C-5B6C0E0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2E3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93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D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3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D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786FF5C10C74FDA96192FB0D43AEE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8B5122-C638-474C-ABD1-FB1B92F6589F}"/>
      </w:docPartPr>
      <w:docPartBody>
        <w:p w:rsidR="00F02559" w:rsidRDefault="00BF21D8" w:rsidP="00BF21D8">
          <w:pPr>
            <w:pStyle w:val="D786FF5C10C74FDA96192FB0D43AEE7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FD2909CB5F494968BAB0161FFC6C04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50CC95-DD06-44F0-B0A3-7A77B0F082B3}"/>
      </w:docPartPr>
      <w:docPartBody>
        <w:p w:rsidR="00F02559" w:rsidRDefault="00BF21D8" w:rsidP="00BF21D8">
          <w:pPr>
            <w:pStyle w:val="FD2909CB5F494968BAB0161FFC6C04B9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D8"/>
    <w:rsid w:val="009504B7"/>
    <w:rsid w:val="00BF21D8"/>
    <w:rsid w:val="00F0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86FF5C10C74FDA96192FB0D43AEE72">
    <w:name w:val="D786FF5C10C74FDA96192FB0D43AEE72"/>
    <w:rsid w:val="00BF21D8"/>
  </w:style>
  <w:style w:type="paragraph" w:customStyle="1" w:styleId="FD2909CB5F494968BAB0161FFC6C04B9">
    <w:name w:val="FD2909CB5F494968BAB0161FFC6C04B9"/>
    <w:rsid w:val="00BF21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5838A-0BC9-49FC-90D6-4AC25B3B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588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57</cp:revision>
  <cp:lastPrinted>2026-02-19T06:37:00Z</cp:lastPrinted>
  <dcterms:created xsi:type="dcterms:W3CDTF">2022-02-11T05:03:00Z</dcterms:created>
  <dcterms:modified xsi:type="dcterms:W3CDTF">2026-02-19T06:37:00Z</dcterms:modified>
</cp:coreProperties>
</file>